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135" w:rsidRPr="005C7C81" w:rsidRDefault="00A11135" w:rsidP="005C7C81">
      <w:pPr>
        <w:pStyle w:val="Alaprtelmezettstlus"/>
        <w:autoSpaceDE w:val="0"/>
        <w:spacing w:after="120" w:line="100" w:lineRule="atLeast"/>
        <w:jc w:val="center"/>
        <w:rPr>
          <w:rFonts w:ascii="Times New Roman" w:hAnsi="Times New Roman" w:cs="Times New Roman"/>
        </w:rPr>
      </w:pPr>
      <w:r w:rsidRPr="005C7C81">
        <w:rPr>
          <w:rFonts w:ascii="Times New Roman" w:hAnsi="Times New Roman" w:cs="Times New Roman"/>
          <w:b/>
          <w:bCs/>
          <w:smallCaps/>
          <w:sz w:val="32"/>
          <w:szCs w:val="32"/>
        </w:rPr>
        <w:t>Univerzita J. Selyeho</w:t>
      </w:r>
    </w:p>
    <w:p w:rsidR="00A11135" w:rsidRPr="005C7C81" w:rsidRDefault="00A11135" w:rsidP="005C7C81">
      <w:pPr>
        <w:pStyle w:val="Alaprtelmezettstlus"/>
        <w:autoSpaceDE w:val="0"/>
        <w:spacing w:after="120" w:line="100" w:lineRule="atLeast"/>
        <w:jc w:val="center"/>
        <w:rPr>
          <w:rFonts w:ascii="Times New Roman" w:hAnsi="Times New Roman" w:cs="Times New Roman"/>
        </w:rPr>
      </w:pPr>
    </w:p>
    <w:p w:rsidR="00A11135" w:rsidRPr="005C7C81" w:rsidRDefault="00A11135" w:rsidP="005C7C81">
      <w:pPr>
        <w:pStyle w:val="Alaprtelmezettstlus"/>
        <w:autoSpaceDE w:val="0"/>
        <w:spacing w:after="120" w:line="100" w:lineRule="atLeast"/>
        <w:jc w:val="center"/>
        <w:rPr>
          <w:rFonts w:ascii="Times New Roman" w:hAnsi="Times New Roman" w:cs="Times New Roman"/>
        </w:rPr>
      </w:pPr>
    </w:p>
    <w:p w:rsidR="00A11135" w:rsidRPr="005C7C81" w:rsidRDefault="00A11135" w:rsidP="005C7C81">
      <w:pPr>
        <w:pStyle w:val="Alaprtelmezettstlus"/>
        <w:autoSpaceDE w:val="0"/>
        <w:spacing w:after="120" w:line="100" w:lineRule="atLeast"/>
        <w:jc w:val="center"/>
        <w:rPr>
          <w:rFonts w:ascii="Times New Roman" w:hAnsi="Times New Roman" w:cs="Times New Roman"/>
        </w:rPr>
      </w:pPr>
    </w:p>
    <w:p w:rsidR="00A11135" w:rsidRPr="005C7C81" w:rsidRDefault="00A11135" w:rsidP="005C7C81">
      <w:pPr>
        <w:pStyle w:val="Alaprtelmezettstlus"/>
        <w:autoSpaceDE w:val="0"/>
        <w:spacing w:after="120" w:line="100" w:lineRule="atLeast"/>
        <w:jc w:val="center"/>
        <w:rPr>
          <w:rFonts w:ascii="Times New Roman" w:hAnsi="Times New Roman" w:cs="Times New Roman"/>
        </w:rPr>
      </w:pPr>
    </w:p>
    <w:p w:rsidR="00A11135" w:rsidRPr="005C7C81" w:rsidRDefault="00A11135" w:rsidP="005C7C81">
      <w:pPr>
        <w:pStyle w:val="Alaprtelmezettstlus"/>
        <w:autoSpaceDE w:val="0"/>
        <w:spacing w:after="120" w:line="100" w:lineRule="atLeast"/>
        <w:jc w:val="center"/>
        <w:rPr>
          <w:rFonts w:ascii="Times New Roman" w:hAnsi="Times New Roman" w:cs="Times New Roman"/>
        </w:rPr>
      </w:pPr>
      <w:r w:rsidRPr="003344B4">
        <w:rPr>
          <w:rFonts w:ascii="Times New Roman" w:hAnsi="Times New Roman" w:cs="Times New Roman"/>
          <w:lang w:eastAsia="sk-SK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" o:spid="_x0000_i1025" type="#_x0000_t75" style="width:99pt;height:149.25pt;visibility:visible">
            <v:imagedata r:id="rId7" o:title=""/>
          </v:shape>
        </w:pict>
      </w:r>
    </w:p>
    <w:p w:rsidR="00A11135" w:rsidRPr="005C7C81" w:rsidRDefault="00A11135" w:rsidP="005C7C81">
      <w:pPr>
        <w:pStyle w:val="Alaprtelmezettstlus"/>
        <w:spacing w:after="120"/>
        <w:rPr>
          <w:rFonts w:ascii="Times New Roman" w:hAnsi="Times New Roman" w:cs="Times New Roman"/>
        </w:rPr>
      </w:pPr>
    </w:p>
    <w:p w:rsidR="00A11135" w:rsidRPr="005C7C81" w:rsidRDefault="00A11135" w:rsidP="005C7C81">
      <w:pPr>
        <w:pStyle w:val="Alaprtelmezettstlus"/>
        <w:spacing w:after="120"/>
        <w:rPr>
          <w:rFonts w:ascii="Times New Roman" w:hAnsi="Times New Roman" w:cs="Times New Roman"/>
        </w:rPr>
      </w:pPr>
    </w:p>
    <w:p w:rsidR="00A11135" w:rsidRPr="005C7C81" w:rsidRDefault="00A11135" w:rsidP="005C7C81">
      <w:pPr>
        <w:pStyle w:val="Alaprtelmezettstlus"/>
        <w:spacing w:after="120"/>
        <w:rPr>
          <w:rFonts w:ascii="Times New Roman" w:hAnsi="Times New Roman" w:cs="Times New Roman"/>
        </w:rPr>
      </w:pPr>
    </w:p>
    <w:p w:rsidR="00A11135" w:rsidRPr="005C7C81" w:rsidRDefault="00A11135" w:rsidP="005C7C81">
      <w:pPr>
        <w:pStyle w:val="Alaprtelmezettstlus"/>
        <w:spacing w:after="120"/>
        <w:rPr>
          <w:rFonts w:ascii="Times New Roman" w:hAnsi="Times New Roman" w:cs="Times New Roman"/>
        </w:rPr>
      </w:pPr>
    </w:p>
    <w:p w:rsidR="00A11135" w:rsidRPr="005C7C81" w:rsidRDefault="00A11135" w:rsidP="005C7C81">
      <w:pPr>
        <w:pStyle w:val="Alaprtelmezettstlus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5C7C81">
        <w:rPr>
          <w:rFonts w:ascii="Times New Roman" w:hAnsi="Times New Roman" w:cs="Times New Roman"/>
          <w:b/>
          <w:bCs/>
          <w:sz w:val="40"/>
          <w:szCs w:val="40"/>
        </w:rPr>
        <w:t xml:space="preserve">Smernica rektora </w:t>
      </w:r>
    </w:p>
    <w:p w:rsidR="00A11135" w:rsidRPr="005C7C81" w:rsidRDefault="00A11135" w:rsidP="005C7C81">
      <w:pPr>
        <w:pStyle w:val="Alaprtelmezettstlus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5C7C81">
        <w:rPr>
          <w:rFonts w:ascii="Times New Roman" w:hAnsi="Times New Roman" w:cs="Times New Roman"/>
          <w:b/>
          <w:bCs/>
          <w:sz w:val="40"/>
          <w:szCs w:val="40"/>
        </w:rPr>
        <w:t>č. 3/2014</w:t>
      </w:r>
    </w:p>
    <w:p w:rsidR="00A11135" w:rsidRPr="005C7C81" w:rsidRDefault="00A11135" w:rsidP="005C7C81">
      <w:pPr>
        <w:pStyle w:val="Alaprtelmezettstlus"/>
        <w:jc w:val="center"/>
        <w:rPr>
          <w:rFonts w:ascii="Times New Roman" w:hAnsi="Times New Roman" w:cs="Times New Roman"/>
          <w:sz w:val="40"/>
          <w:szCs w:val="40"/>
        </w:rPr>
      </w:pPr>
    </w:p>
    <w:p w:rsidR="00A11135" w:rsidRPr="005C7C81" w:rsidRDefault="00A11135" w:rsidP="005C7C81">
      <w:pPr>
        <w:pStyle w:val="Alaprtelmezettstlus"/>
        <w:jc w:val="center"/>
        <w:rPr>
          <w:rFonts w:ascii="Times New Roman" w:hAnsi="Times New Roman" w:cs="Times New Roman"/>
          <w:sz w:val="28"/>
          <w:szCs w:val="28"/>
        </w:rPr>
      </w:pPr>
      <w:r w:rsidRPr="005C7C81">
        <w:rPr>
          <w:rFonts w:ascii="Times New Roman" w:hAnsi="Times New Roman" w:cs="Times New Roman"/>
          <w:b/>
          <w:bCs/>
          <w:sz w:val="28"/>
          <w:szCs w:val="28"/>
        </w:rPr>
        <w:t xml:space="preserve">o organizovaní zahraničných mobilít študentov, učiteľov a zamestnancov </w:t>
      </w:r>
    </w:p>
    <w:p w:rsidR="00A11135" w:rsidRPr="005C7C81" w:rsidRDefault="00A11135" w:rsidP="005C7C81">
      <w:pPr>
        <w:pStyle w:val="Alaprtelmezettstlus"/>
        <w:autoSpaceDE w:val="0"/>
        <w:spacing w:after="120" w:line="10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5C7C81">
        <w:rPr>
          <w:rFonts w:ascii="Times New Roman" w:hAnsi="Times New Roman" w:cs="Times New Roman"/>
          <w:b/>
          <w:bCs/>
          <w:sz w:val="28"/>
          <w:szCs w:val="28"/>
        </w:rPr>
        <w:t>v rámci programu Erasmus+ na Univerzite J. Selyeho</w:t>
      </w:r>
    </w:p>
    <w:p w:rsidR="00A11135" w:rsidRPr="005C7C81" w:rsidRDefault="00A11135" w:rsidP="005C7C81">
      <w:pPr>
        <w:pStyle w:val="Alaprtelmezettstlus"/>
        <w:autoSpaceDE w:val="0"/>
        <w:spacing w:after="120" w:line="10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A11135" w:rsidRPr="005C7C81" w:rsidRDefault="00A11135" w:rsidP="005C7C81">
      <w:pPr>
        <w:pStyle w:val="Alaprtelmezettstlus"/>
        <w:autoSpaceDE w:val="0"/>
        <w:spacing w:after="120" w:line="100" w:lineRule="atLeast"/>
        <w:jc w:val="center"/>
        <w:rPr>
          <w:rFonts w:ascii="Times New Roman" w:hAnsi="Times New Roman" w:cs="Times New Roman"/>
        </w:rPr>
      </w:pPr>
    </w:p>
    <w:p w:rsidR="00A11135" w:rsidRPr="005C7C81" w:rsidRDefault="00A11135" w:rsidP="005C7C81">
      <w:pPr>
        <w:pStyle w:val="Alaprtelmezettstlus"/>
        <w:autoSpaceDE w:val="0"/>
        <w:spacing w:after="120" w:line="100" w:lineRule="atLeast"/>
        <w:jc w:val="center"/>
        <w:rPr>
          <w:rFonts w:ascii="Times New Roman" w:hAnsi="Times New Roman" w:cs="Times New Roman"/>
        </w:rPr>
      </w:pPr>
    </w:p>
    <w:p w:rsidR="00A11135" w:rsidRPr="005C7C81" w:rsidRDefault="00A11135" w:rsidP="005C7C81">
      <w:pPr>
        <w:pStyle w:val="Alaprtelmezettstlus"/>
        <w:autoSpaceDE w:val="0"/>
        <w:spacing w:after="120" w:line="100" w:lineRule="atLeast"/>
        <w:jc w:val="center"/>
        <w:rPr>
          <w:rFonts w:ascii="Times New Roman" w:hAnsi="Times New Roman" w:cs="Times New Roman"/>
        </w:rPr>
      </w:pPr>
    </w:p>
    <w:p w:rsidR="00A11135" w:rsidRPr="005C7C81" w:rsidRDefault="00A11135" w:rsidP="005C7C81">
      <w:pPr>
        <w:pStyle w:val="Alaprtelmezettstlus"/>
        <w:autoSpaceDE w:val="0"/>
        <w:spacing w:after="120" w:line="100" w:lineRule="atLeast"/>
        <w:jc w:val="center"/>
        <w:rPr>
          <w:rFonts w:ascii="Times New Roman" w:hAnsi="Times New Roman" w:cs="Times New Roman"/>
        </w:rPr>
      </w:pPr>
    </w:p>
    <w:p w:rsidR="00A11135" w:rsidRPr="005C7C81" w:rsidRDefault="00A11135" w:rsidP="005C7C81">
      <w:pPr>
        <w:pStyle w:val="Cmsor3"/>
        <w:spacing w:after="120"/>
        <w:jc w:val="center"/>
        <w:rPr>
          <w:rFonts w:ascii="Times New Roman" w:hAnsi="Times New Roman" w:cs="Times New Roman"/>
          <w:b/>
          <w:i w:val="0"/>
          <w:sz w:val="24"/>
          <w:szCs w:val="24"/>
        </w:rPr>
      </w:pPr>
    </w:p>
    <w:p w:rsidR="00A11135" w:rsidRPr="005C7C81" w:rsidRDefault="00A11135" w:rsidP="005C7C81">
      <w:pPr>
        <w:pStyle w:val="Cmsor3"/>
        <w:spacing w:after="120"/>
        <w:jc w:val="center"/>
        <w:rPr>
          <w:rFonts w:ascii="Times New Roman" w:hAnsi="Times New Roman" w:cs="Times New Roman"/>
          <w:b/>
          <w:i w:val="0"/>
          <w:sz w:val="24"/>
          <w:szCs w:val="24"/>
        </w:rPr>
      </w:pPr>
    </w:p>
    <w:p w:rsidR="00A11135" w:rsidRPr="005C7C81" w:rsidRDefault="00A11135" w:rsidP="005C7C81">
      <w:pPr>
        <w:pStyle w:val="Cmsor3"/>
        <w:spacing w:after="120"/>
        <w:jc w:val="center"/>
        <w:rPr>
          <w:rFonts w:ascii="Times New Roman" w:hAnsi="Times New Roman" w:cs="Times New Roman"/>
          <w:b/>
          <w:i w:val="0"/>
          <w:sz w:val="24"/>
          <w:szCs w:val="24"/>
        </w:rPr>
      </w:pPr>
      <w:r w:rsidRPr="005C7C81">
        <w:rPr>
          <w:rFonts w:ascii="Times New Roman" w:hAnsi="Times New Roman" w:cs="Times New Roman"/>
          <w:b/>
          <w:i w:val="0"/>
          <w:sz w:val="24"/>
          <w:szCs w:val="24"/>
        </w:rPr>
        <w:t>Komárno 2014</w:t>
      </w:r>
    </w:p>
    <w:p w:rsidR="00A11135" w:rsidRPr="005C7C81" w:rsidRDefault="00A11135" w:rsidP="004E535C">
      <w:pPr>
        <w:pStyle w:val="Alaprtelmezettstlus"/>
        <w:jc w:val="center"/>
        <w:rPr>
          <w:rFonts w:ascii="Times New Roman" w:hAnsi="Times New Roman" w:cs="Times New Roman"/>
        </w:rPr>
      </w:pPr>
    </w:p>
    <w:p w:rsidR="00A11135" w:rsidRPr="00D30AD2" w:rsidRDefault="00A11135">
      <w:pPr>
        <w:pStyle w:val="Alaprtelmezettstlus"/>
        <w:tabs>
          <w:tab w:val="left" w:pos="10773"/>
        </w:tabs>
        <w:jc w:val="center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  <w:b/>
          <w:bCs/>
          <w:sz w:val="28"/>
          <w:szCs w:val="28"/>
        </w:rPr>
        <w:t>Čl. 1</w:t>
      </w:r>
    </w:p>
    <w:p w:rsidR="00A11135" w:rsidRPr="00D30AD2" w:rsidRDefault="00A11135" w:rsidP="00AA3EAA">
      <w:pPr>
        <w:pStyle w:val="Alaprtelmezettstlus"/>
        <w:tabs>
          <w:tab w:val="left" w:pos="10773"/>
        </w:tabs>
        <w:jc w:val="center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  <w:b/>
          <w:bCs/>
          <w:sz w:val="28"/>
          <w:szCs w:val="28"/>
        </w:rPr>
        <w:t>Úvodné ustanovenia</w:t>
      </w:r>
    </w:p>
    <w:p w:rsidR="00A11135" w:rsidRPr="00D30AD2" w:rsidRDefault="00A11135">
      <w:pPr>
        <w:pStyle w:val="Alaprtelmezettstlus"/>
        <w:numPr>
          <w:ilvl w:val="0"/>
          <w:numId w:val="3"/>
          <w:numberingChange w:id="0" w:author="Unknown" w:date="2014-09-02T11:52:00Z" w:original="%1:1:0:.)"/>
        </w:numPr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</w:rPr>
        <w:t>Smernica je vnútorným predpisom Univerzity J. Selyeho (ďalej len „UJS”),  ktorá je určená na skvalitnenie a sprehľadnenie postupu pri príprave a realizácii zahraničných mobilít odchádzajúcich a prichádzajúcich vysokoškolských učiteľov, študentov a administratívnych pracovníkov v záujme poskytnutia priestoru pre odborný rast učiteľov a pracovníkov UJS, pre skvalitnenie odbornej prípravy študentov UJS a pre zintenzívnenie spolupráce katedier, fakúlt i celej UJS so zahraničnými partnermi.</w:t>
      </w:r>
    </w:p>
    <w:p w:rsidR="00A11135" w:rsidRPr="00D30AD2" w:rsidRDefault="00A11135" w:rsidP="00AA3EAA">
      <w:pPr>
        <w:pStyle w:val="Alaprtelmezettstlus"/>
        <w:numPr>
          <w:ilvl w:val="0"/>
          <w:numId w:val="3"/>
          <w:numberingChange w:id="1" w:author="Unknown" w:date="2014-09-02T11:52:00Z" w:original="%1:2:0:.)"/>
        </w:numPr>
        <w:tabs>
          <w:tab w:val="left" w:pos="709"/>
        </w:tabs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</w:rPr>
        <w:t>UJS vydáva túto smernicu rektora podľa § 75 ods. 11 zákona č. 131/2002 Z. z. o vysokých školách a o zmene a doplnení niektorých zákonov (ďalej len „zákon”) na zabezpečenie študentskej a učiteľskej mobility. Dôvodom publikovania tejto smernice je vôľa zadefinovať kompetencie a povinnosti jednotlivých účastníkov procesov definovaných v bode 1.) a formu spolupráce medzi katedrami, fakultami a univerzitným koordinátorom UJS.</w:t>
      </w:r>
    </w:p>
    <w:p w:rsidR="00A11135" w:rsidRDefault="00A11135" w:rsidP="00AA3EAA">
      <w:pPr>
        <w:pStyle w:val="Alaprtelmezettstlus"/>
        <w:numPr>
          <w:ilvl w:val="0"/>
          <w:numId w:val="3"/>
          <w:numberingChange w:id="2" w:author="Unknown" w:date="2014-09-02T11:52:00Z" w:original="%1:3:0:.)"/>
        </w:numPr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</w:rPr>
        <w:t xml:space="preserve">Program Európskej únie </w:t>
      </w:r>
      <w:r w:rsidRPr="00D30AD2">
        <w:rPr>
          <w:rFonts w:ascii="Times New Roman" w:hAnsi="Times New Roman" w:cs="Times New Roman"/>
          <w:color w:val="auto"/>
        </w:rPr>
        <w:t>(</w:t>
      </w:r>
      <w:r w:rsidRPr="00D30AD2">
        <w:rPr>
          <w:rFonts w:ascii="Times New Roman" w:hAnsi="Times New Roman" w:cs="Times New Roman"/>
        </w:rPr>
        <w:t>ďalej len„EU</w:t>
      </w:r>
      <w:r w:rsidRPr="00D30AD2">
        <w:rPr>
          <w:rFonts w:ascii="Times New Roman" w:hAnsi="Times New Roman" w:cs="Times New Roman"/>
          <w:color w:val="auto"/>
        </w:rPr>
        <w:t>”)</w:t>
      </w:r>
      <w:r w:rsidRPr="00D30AD2">
        <w:rPr>
          <w:rFonts w:ascii="Times New Roman" w:hAnsi="Times New Roman" w:cs="Times New Roman"/>
        </w:rPr>
        <w:t xml:space="preserve"> v oblasti vzdelávania, odbornej prípravy, mládeže a športu pod názvom Erasmus+ umožňuje finančne podporiť zahraničnú mobilitu študentom, vysokoškolským učiteľom a pracovníkom univerzít, ktoré sú držiteľmi Erasmus Charter for Higher Education (ďalej len „ECHE”). Mobilita učiteľov a študentov sa uskutočňuje na základe uzatvorenej bilaterálnej, príp. multilaterálnej zmluvy medzi UJS a vysokoškolskými inštitúciami v zahraničí. Cieľom mobility je strávenie určitého času na partnerskej univerzite v inom členskom štáte EÚ a v oprávnených krajinách za účelom štúdia, stáže, realizovania inej študijnej alebo vyučovacej aktivity alebo súvisiacej administratívnej činnosti. Uznanie časti štúdia v zahraničí v rámci Európy uľahčuje Európsky systém na prenos kreditov (European Credit Transfer System, ďalej len „ECTS”). Pravidlá kreditového systému štúdia v Slovenskej republike upravuje zákon a vyhláška Ministerstva školstva Slovenskej republiky č. 614/2002 Z. z. o kreditovom systéme štúdia (ďalej len „vyhláška”). Finančné prostriedky na udelenie grantov dostáva UJS prostredníctvom Národnej agentúry programu Erasmus+ pre vzdelávanie a odbornú prípravu (SAAIC) vždy na príslušný akademický rok na základe finančnej Zmluvy o poskytnutí finančného príspevku medzi SAAIC a UJS.</w:t>
      </w:r>
    </w:p>
    <w:p w:rsidR="00A11135" w:rsidRPr="00D30AD2" w:rsidRDefault="00A11135" w:rsidP="00D30AD2">
      <w:pPr>
        <w:pStyle w:val="Alaprtelmezettstlus"/>
        <w:ind w:left="720"/>
        <w:jc w:val="both"/>
        <w:rPr>
          <w:rFonts w:ascii="Times New Roman" w:hAnsi="Times New Roman" w:cs="Times New Roman"/>
        </w:rPr>
      </w:pPr>
    </w:p>
    <w:p w:rsidR="00A11135" w:rsidRPr="00D30AD2" w:rsidRDefault="00A11135">
      <w:pPr>
        <w:pStyle w:val="Alaprtelmezettstlus"/>
        <w:tabs>
          <w:tab w:val="left" w:pos="10773"/>
        </w:tabs>
        <w:jc w:val="center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  <w:b/>
          <w:bCs/>
          <w:sz w:val="28"/>
          <w:szCs w:val="28"/>
        </w:rPr>
        <w:t>Čl. 2</w:t>
      </w:r>
    </w:p>
    <w:p w:rsidR="00A11135" w:rsidRPr="00D30AD2" w:rsidRDefault="00A11135" w:rsidP="00AA3EAA">
      <w:pPr>
        <w:pStyle w:val="Alaprtelmezettstlus"/>
        <w:tabs>
          <w:tab w:val="left" w:pos="10773"/>
        </w:tabs>
        <w:jc w:val="center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  <w:b/>
          <w:bCs/>
          <w:sz w:val="28"/>
          <w:szCs w:val="28"/>
        </w:rPr>
        <w:t>Kompetencie univerzitného koordinátora</w:t>
      </w:r>
    </w:p>
    <w:p w:rsidR="00A11135" w:rsidRPr="00D30AD2" w:rsidRDefault="00A11135">
      <w:pPr>
        <w:pStyle w:val="Alaprtelmezettstlus"/>
        <w:numPr>
          <w:ilvl w:val="0"/>
          <w:numId w:val="1"/>
          <w:numberingChange w:id="3" w:author="Unknown" w:date="2014-09-02T11:52:00Z" w:original="%1:1:0:.)"/>
        </w:numPr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  <w:shd w:val="clear" w:color="auto" w:fill="FFFFFF"/>
        </w:rPr>
        <w:t>Univerzitného koordinátora Erasmus+ menuje rektor.</w:t>
      </w:r>
      <w:r>
        <w:rPr>
          <w:rFonts w:ascii="Times New Roman" w:hAnsi="Times New Roman" w:cs="Times New Roman"/>
          <w:shd w:val="clear" w:color="auto" w:fill="FFFFFF"/>
        </w:rPr>
        <w:t xml:space="preserve"> </w:t>
      </w:r>
      <w:r w:rsidRPr="00D30AD2">
        <w:rPr>
          <w:rFonts w:ascii="Times New Roman" w:hAnsi="Times New Roman" w:cs="Times New Roman"/>
          <w:shd w:val="clear" w:color="auto" w:fill="FFFFFF"/>
        </w:rPr>
        <w:t xml:space="preserve">Univerzitný koordinátor je zaradený na </w:t>
      </w:r>
      <w:r>
        <w:rPr>
          <w:rFonts w:ascii="Times New Roman" w:hAnsi="Times New Roman" w:cs="Times New Roman"/>
          <w:shd w:val="clear" w:color="auto" w:fill="FFFFFF"/>
        </w:rPr>
        <w:t>R</w:t>
      </w:r>
      <w:r w:rsidRPr="00D30AD2">
        <w:rPr>
          <w:rFonts w:ascii="Times New Roman" w:hAnsi="Times New Roman" w:cs="Times New Roman"/>
          <w:shd w:val="clear" w:color="auto" w:fill="FFFFFF"/>
        </w:rPr>
        <w:t>ektoráte UJS a jeho kompetenciami a povinnosťami sú:</w:t>
      </w:r>
    </w:p>
    <w:p w:rsidR="00A11135" w:rsidRPr="00D30AD2" w:rsidRDefault="00A11135" w:rsidP="003A7F53">
      <w:pPr>
        <w:pStyle w:val="Alaprtelmezettstlus"/>
        <w:numPr>
          <w:ilvl w:val="1"/>
          <w:numId w:val="11"/>
          <w:numberingChange w:id="4" w:author="Unknown" w:date="2014-09-02T11:52:00Z" w:original="%2:1:4:)"/>
        </w:numPr>
        <w:tabs>
          <w:tab w:val="clear" w:pos="1440"/>
          <w:tab w:val="num" w:pos="1080"/>
          <w:tab w:val="left" w:pos="3240"/>
        </w:tabs>
        <w:ind w:left="1080"/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  <w:shd w:val="clear" w:color="auto" w:fill="FFFFFF"/>
        </w:rPr>
        <w:t>aktualizovať a pripravovať podklady k uzatvárani</w:t>
      </w:r>
      <w:r>
        <w:rPr>
          <w:rFonts w:ascii="Times New Roman" w:hAnsi="Times New Roman" w:cs="Times New Roman"/>
          <w:shd w:val="clear" w:color="auto" w:fill="FFFFFF"/>
        </w:rPr>
        <w:t>u</w:t>
      </w:r>
      <w:r w:rsidRPr="00D30AD2">
        <w:rPr>
          <w:rFonts w:ascii="Times New Roman" w:hAnsi="Times New Roman" w:cs="Times New Roman"/>
          <w:shd w:val="clear" w:color="auto" w:fill="FFFFFF"/>
        </w:rPr>
        <w:t xml:space="preserve"> medziinštitucionálnych </w:t>
      </w:r>
      <w:r w:rsidRPr="00D30AD2">
        <w:rPr>
          <w:rFonts w:ascii="Times New Roman" w:hAnsi="Times New Roman" w:cs="Times New Roman"/>
        </w:rPr>
        <w:t xml:space="preserve">dohôd programu </w:t>
      </w:r>
      <w:r w:rsidRPr="00D30AD2">
        <w:rPr>
          <w:rFonts w:ascii="Times New Roman" w:hAnsi="Times New Roman" w:cs="Times New Roman"/>
          <w:shd w:val="clear" w:color="auto" w:fill="FFFFFF"/>
        </w:rPr>
        <w:t xml:space="preserve">Erasmus+ s partnerskými univerzitami v zahraničí; </w:t>
      </w:r>
    </w:p>
    <w:p w:rsidR="00A11135" w:rsidRPr="00D30AD2" w:rsidRDefault="00A11135" w:rsidP="003A7F53">
      <w:pPr>
        <w:pStyle w:val="Alaprtelmezettstlus"/>
        <w:numPr>
          <w:ilvl w:val="1"/>
          <w:numId w:val="11"/>
          <w:numberingChange w:id="5" w:author="Unknown" w:date="2014-09-02T11:52:00Z" w:original="%2:2:4:)"/>
        </w:numPr>
        <w:tabs>
          <w:tab w:val="clear" w:pos="1440"/>
          <w:tab w:val="num" w:pos="1080"/>
          <w:tab w:val="left" w:pos="3240"/>
        </w:tabs>
        <w:ind w:left="1080"/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  <w:shd w:val="clear" w:color="auto" w:fill="FFFFFF"/>
        </w:rPr>
        <w:t>organizovať informačné semináre a iné aktivity, zamerané na informovanie vysokoškolských učiteľov, pracovníkov a študentov o možnostiach zahraničných mobilít;</w:t>
      </w:r>
    </w:p>
    <w:p w:rsidR="00A11135" w:rsidRPr="00D30AD2" w:rsidRDefault="00A11135" w:rsidP="003A7F53">
      <w:pPr>
        <w:pStyle w:val="Alaprtelmezettstlus"/>
        <w:numPr>
          <w:ilvl w:val="1"/>
          <w:numId w:val="11"/>
          <w:numberingChange w:id="6" w:author="Unknown" w:date="2014-09-02T11:52:00Z" w:original="%2:3:4:)"/>
        </w:numPr>
        <w:tabs>
          <w:tab w:val="clear" w:pos="1440"/>
          <w:tab w:val="num" w:pos="1080"/>
          <w:tab w:val="left" w:pos="3240"/>
        </w:tabs>
        <w:ind w:left="1080"/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  <w:shd w:val="clear" w:color="auto" w:fill="FFFFFF"/>
        </w:rPr>
        <w:t>v súčinnosti s fakultnými koordinátormi zverejniť výzvu na podávanie prihlášok na mobility a organizovať výberové konanie na zahraničnú mobilitu študentov, vysokoškolských učiteľov a nepedagogických zamestnancov;</w:t>
      </w:r>
    </w:p>
    <w:p w:rsidR="00A11135" w:rsidRPr="00D30AD2" w:rsidRDefault="00A11135" w:rsidP="003A7F53">
      <w:pPr>
        <w:pStyle w:val="Alaprtelmezettstlus"/>
        <w:numPr>
          <w:ilvl w:val="1"/>
          <w:numId w:val="11"/>
          <w:numberingChange w:id="7" w:author="Unknown" w:date="2014-09-02T11:52:00Z" w:original="%2:4:4:)"/>
        </w:numPr>
        <w:tabs>
          <w:tab w:val="clear" w:pos="1440"/>
          <w:tab w:val="num" w:pos="1080"/>
          <w:tab w:val="left" w:pos="3240"/>
        </w:tabs>
        <w:ind w:left="1080"/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  <w:shd w:val="clear" w:color="auto" w:fill="FFFFFF"/>
        </w:rPr>
        <w:t>pripravovať príslušné Zmluvy o poskytnutí finančnej podpory na Erasmus+ mobilitu, umožňujúce zahraničnú mobilitu študentov, vysokoškolských učiteľov, pracovníkov;</w:t>
      </w:r>
    </w:p>
    <w:p w:rsidR="00A11135" w:rsidRPr="00D30AD2" w:rsidRDefault="00A11135" w:rsidP="003A7F53">
      <w:pPr>
        <w:pStyle w:val="Alaprtelmezettstlus"/>
        <w:numPr>
          <w:ilvl w:val="1"/>
          <w:numId w:val="11"/>
          <w:numberingChange w:id="8" w:author="Unknown" w:date="2014-09-02T11:52:00Z" w:original="%2:5:4:)"/>
        </w:numPr>
        <w:tabs>
          <w:tab w:val="clear" w:pos="1440"/>
          <w:tab w:val="num" w:pos="1080"/>
          <w:tab w:val="left" w:pos="3240"/>
        </w:tabs>
        <w:ind w:left="1080"/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  <w:shd w:val="clear" w:color="auto" w:fill="FFFFFF"/>
        </w:rPr>
        <w:t xml:space="preserve">v súčinnosti s Oddelením správy finančných zdrojov a verejného obstarávania </w:t>
      </w:r>
      <w:r>
        <w:rPr>
          <w:rFonts w:ascii="Times New Roman" w:hAnsi="Times New Roman" w:cs="Times New Roman"/>
          <w:shd w:val="clear" w:color="auto" w:fill="FFFFFF"/>
        </w:rPr>
        <w:t>R</w:t>
      </w:r>
      <w:r w:rsidRPr="00D30AD2">
        <w:rPr>
          <w:rFonts w:ascii="Times New Roman" w:hAnsi="Times New Roman" w:cs="Times New Roman"/>
          <w:shd w:val="clear" w:color="auto" w:fill="FFFFFF"/>
        </w:rPr>
        <w:t>ektorátu UJS zabezpečiť pridelenie grantu (finančných prostriedkov) na uskutočnenie zahraničnej mobility študentov, vysokoškolských učiteľov a  nepedagogických zamestnancov;</w:t>
      </w:r>
    </w:p>
    <w:p w:rsidR="00A11135" w:rsidRPr="00D30AD2" w:rsidRDefault="00A11135" w:rsidP="003A7F53">
      <w:pPr>
        <w:pStyle w:val="Alaprtelmezettstlus"/>
        <w:numPr>
          <w:ilvl w:val="1"/>
          <w:numId w:val="11"/>
          <w:numberingChange w:id="9" w:author="Unknown" w:date="2014-09-02T11:52:00Z" w:original="%2:6:4:)"/>
        </w:numPr>
        <w:tabs>
          <w:tab w:val="clear" w:pos="1440"/>
          <w:tab w:val="num" w:pos="1080"/>
          <w:tab w:val="left" w:pos="3240"/>
        </w:tabs>
        <w:ind w:left="1080"/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  <w:shd w:val="clear" w:color="auto" w:fill="FFFFFF"/>
        </w:rPr>
        <w:t xml:space="preserve">dohliadať v súčinnosti s Oddelením správy finančných zdrojov a verejného obstarávania </w:t>
      </w:r>
      <w:r>
        <w:rPr>
          <w:rFonts w:ascii="Times New Roman" w:hAnsi="Times New Roman" w:cs="Times New Roman"/>
          <w:shd w:val="clear" w:color="auto" w:fill="FFFFFF"/>
        </w:rPr>
        <w:t>R</w:t>
      </w:r>
      <w:r w:rsidRPr="00D30AD2">
        <w:rPr>
          <w:rFonts w:ascii="Times New Roman" w:hAnsi="Times New Roman" w:cs="Times New Roman"/>
          <w:shd w:val="clear" w:color="auto" w:fill="FFFFFF"/>
        </w:rPr>
        <w:t>ektorátu UJS na správnosť postupu pri vyúčtovaní mobility vysokoškolských učiteľov, pracovníkov po jej ukončení;</w:t>
      </w:r>
    </w:p>
    <w:p w:rsidR="00A11135" w:rsidRPr="00D30AD2" w:rsidRDefault="00A11135" w:rsidP="003A7F53">
      <w:pPr>
        <w:pStyle w:val="Alaprtelmezettstlus"/>
        <w:numPr>
          <w:ilvl w:val="1"/>
          <w:numId w:val="11"/>
          <w:numberingChange w:id="10" w:author="Unknown" w:date="2014-09-02T11:52:00Z" w:original="%2:7:4:)"/>
        </w:numPr>
        <w:tabs>
          <w:tab w:val="clear" w:pos="1440"/>
          <w:tab w:val="num" w:pos="1080"/>
          <w:tab w:val="left" w:pos="3240"/>
        </w:tabs>
        <w:ind w:left="1080"/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  <w:shd w:val="clear" w:color="auto" w:fill="FFFFFF"/>
        </w:rPr>
        <w:t>na základe žiadosti študenta o predĺženie Erasmus+ pobytu vypracovať návrh  pre komisiu Erasmus+ na UJS a po odsúhlasení možnosti dofinancovania mobility vystaviť Dodatok k zmluve;</w:t>
      </w:r>
    </w:p>
    <w:p w:rsidR="00A11135" w:rsidRPr="00D30AD2" w:rsidRDefault="00A11135" w:rsidP="003A7F53">
      <w:pPr>
        <w:pStyle w:val="Alaprtelmezettstlus"/>
        <w:numPr>
          <w:ilvl w:val="1"/>
          <w:numId w:val="11"/>
          <w:numberingChange w:id="11" w:author="Unknown" w:date="2014-09-02T11:52:00Z" w:original="%2:8:4:)"/>
        </w:numPr>
        <w:tabs>
          <w:tab w:val="clear" w:pos="1440"/>
          <w:tab w:val="num" w:pos="1080"/>
          <w:tab w:val="left" w:pos="3240"/>
        </w:tabs>
        <w:ind w:left="1080"/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  <w:shd w:val="clear" w:color="auto" w:fill="FFFFFF"/>
        </w:rPr>
        <w:t>realizovať potrebnú korešpondenciu;</w:t>
      </w:r>
    </w:p>
    <w:p w:rsidR="00A11135" w:rsidRPr="00D30AD2" w:rsidRDefault="00A11135" w:rsidP="003A7F53">
      <w:pPr>
        <w:pStyle w:val="Alaprtelmezettstlus"/>
        <w:numPr>
          <w:ilvl w:val="1"/>
          <w:numId w:val="11"/>
          <w:numberingChange w:id="12" w:author="Unknown" w:date="2014-09-02T11:52:00Z" w:original="%2:9:4:)"/>
        </w:numPr>
        <w:tabs>
          <w:tab w:val="clear" w:pos="1440"/>
          <w:tab w:val="left" w:pos="1080"/>
        </w:tabs>
        <w:ind w:left="1080"/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  <w:shd w:val="clear" w:color="auto" w:fill="FFFFFF"/>
        </w:rPr>
        <w:t xml:space="preserve">vyhotoviť a doručiť </w:t>
      </w:r>
      <w:r w:rsidRPr="00D30AD2">
        <w:rPr>
          <w:rFonts w:ascii="Times New Roman" w:hAnsi="Times New Roman" w:cs="Times New Roman"/>
          <w:color w:val="000000"/>
          <w:shd w:val="clear" w:color="auto" w:fill="FFFFFF"/>
        </w:rPr>
        <w:t xml:space="preserve">Záverečné vyúčtovanie </w:t>
      </w:r>
      <w:r w:rsidRPr="00D30AD2">
        <w:rPr>
          <w:rFonts w:ascii="Times New Roman" w:hAnsi="Times New Roman" w:cs="Times New Roman"/>
          <w:shd w:val="clear" w:color="auto" w:fill="FFFFFF"/>
        </w:rPr>
        <w:t xml:space="preserve">Erasmus+ </w:t>
      </w:r>
      <w:r>
        <w:rPr>
          <w:rFonts w:ascii="Times New Roman" w:hAnsi="Times New Roman" w:cs="Times New Roman"/>
          <w:shd w:val="clear" w:color="auto" w:fill="FFFFFF"/>
        </w:rPr>
        <w:t>M</w:t>
      </w:r>
      <w:r w:rsidRPr="00D30AD2">
        <w:rPr>
          <w:rFonts w:ascii="Times New Roman" w:hAnsi="Times New Roman" w:cs="Times New Roman"/>
          <w:shd w:val="clear" w:color="auto" w:fill="FFFFFF"/>
        </w:rPr>
        <w:t>obility študentov, učiteľov a pracovníkov vysokej školy pre SAAIC;</w:t>
      </w:r>
    </w:p>
    <w:p w:rsidR="00A11135" w:rsidRPr="00D30AD2" w:rsidRDefault="00A11135" w:rsidP="003A7F53">
      <w:pPr>
        <w:pStyle w:val="Alaprtelmezettstlus"/>
        <w:numPr>
          <w:ilvl w:val="1"/>
          <w:numId w:val="11"/>
          <w:numberingChange w:id="13" w:author="Unknown" w:date="2014-09-02T11:52:00Z" w:original="%2:10:4:)"/>
        </w:numPr>
        <w:tabs>
          <w:tab w:val="clear" w:pos="1440"/>
          <w:tab w:val="num" w:pos="1260"/>
          <w:tab w:val="left" w:pos="3240"/>
        </w:tabs>
        <w:ind w:left="1260"/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  <w:shd w:val="clear" w:color="auto" w:fill="FFFFFF"/>
        </w:rPr>
        <w:t>koordinovať prípravu mobility vysokoškolských učiteľov, pracovníkov a študentov prichádzajúcich zo zahraničia a dohliadať na správnosť postupu pri realizácii mobility zahraničných študentov;</w:t>
      </w:r>
    </w:p>
    <w:p w:rsidR="00A11135" w:rsidRPr="00D30AD2" w:rsidRDefault="00A11135" w:rsidP="003A7F53">
      <w:pPr>
        <w:pStyle w:val="Alaprtelmezettstlus"/>
        <w:numPr>
          <w:ilvl w:val="1"/>
          <w:numId w:val="11"/>
          <w:numberingChange w:id="14" w:author="Unknown" w:date="2014-09-02T11:52:00Z" w:original="%2:11:4:)"/>
        </w:numPr>
        <w:tabs>
          <w:tab w:val="clear" w:pos="1440"/>
          <w:tab w:val="num" w:pos="1260"/>
          <w:tab w:val="left" w:pos="3240"/>
        </w:tabs>
        <w:ind w:left="1260"/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  <w:shd w:val="clear" w:color="auto" w:fill="FFFFFF"/>
        </w:rPr>
        <w:t>zabezpečiť vydanie potvrdenia o realizácii mobility a iné potrebné dokumenty pre prichádzajúcich zahraničných vysokoškolských učiteľov, pracovníkov a študentov.</w:t>
      </w:r>
    </w:p>
    <w:p w:rsidR="00A11135" w:rsidRPr="00D30AD2" w:rsidRDefault="00A11135" w:rsidP="003A7F53">
      <w:pPr>
        <w:pStyle w:val="Alaprtelmezettstlus"/>
        <w:numPr>
          <w:ilvl w:val="1"/>
          <w:numId w:val="11"/>
          <w:numberingChange w:id="15" w:author="Unknown" w:date="2014-09-02T11:52:00Z" w:original="%2:12:4:)"/>
        </w:numPr>
        <w:tabs>
          <w:tab w:val="clear" w:pos="1440"/>
          <w:tab w:val="num" w:pos="1260"/>
        </w:tabs>
        <w:ind w:left="1260"/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</w:rPr>
        <w:t>zodpovedá za zverejnenie zmlúv účastníkov zahraničnej mobility Erasmus+ v Centrálnom registri zmlúv;</w:t>
      </w:r>
    </w:p>
    <w:p w:rsidR="00A11135" w:rsidRPr="00D30AD2" w:rsidRDefault="00A11135" w:rsidP="003A7F53">
      <w:pPr>
        <w:pStyle w:val="Alaprtelmezettstlus"/>
        <w:numPr>
          <w:ilvl w:val="1"/>
          <w:numId w:val="11"/>
          <w:numberingChange w:id="16" w:author="Unknown" w:date="2014-09-02T11:52:00Z" w:original="%2:13:4:)"/>
        </w:numPr>
        <w:tabs>
          <w:tab w:val="clear" w:pos="1440"/>
          <w:tab w:val="num" w:pos="1260"/>
        </w:tabs>
        <w:ind w:left="1260"/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</w:rPr>
        <w:t>na webovej stránke UJS a cez AIS zverejňuje zápisnice zo zasadnutia komisie Erasmus+</w:t>
      </w:r>
      <w:r>
        <w:rPr>
          <w:rFonts w:ascii="Times New Roman" w:hAnsi="Times New Roman" w:cs="Times New Roman"/>
        </w:rPr>
        <w:t>.</w:t>
      </w:r>
    </w:p>
    <w:p w:rsidR="00A11135" w:rsidRPr="00D30AD2" w:rsidRDefault="00A11135">
      <w:pPr>
        <w:pStyle w:val="Alaprtelmezettstlus"/>
        <w:tabs>
          <w:tab w:val="left" w:pos="2700"/>
        </w:tabs>
        <w:ind w:left="900" w:hanging="360"/>
        <w:jc w:val="both"/>
        <w:rPr>
          <w:rFonts w:ascii="Times New Roman" w:hAnsi="Times New Roman" w:cs="Times New Roman"/>
        </w:rPr>
      </w:pPr>
    </w:p>
    <w:p w:rsidR="00A11135" w:rsidRPr="00D30AD2" w:rsidRDefault="00A11135">
      <w:pPr>
        <w:pStyle w:val="Alaprtelmezettstlus"/>
        <w:tabs>
          <w:tab w:val="left" w:pos="10773"/>
        </w:tabs>
        <w:jc w:val="center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  <w:b/>
          <w:bCs/>
          <w:sz w:val="28"/>
          <w:szCs w:val="28"/>
        </w:rPr>
        <w:t>Čl. 3</w:t>
      </w:r>
    </w:p>
    <w:p w:rsidR="00A11135" w:rsidRPr="00D30AD2" w:rsidRDefault="00A11135" w:rsidP="006B131F">
      <w:pPr>
        <w:pStyle w:val="Alaprtelmezettstlus"/>
        <w:tabs>
          <w:tab w:val="left" w:pos="10773"/>
        </w:tabs>
        <w:jc w:val="center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  <w:b/>
          <w:bCs/>
          <w:sz w:val="28"/>
          <w:szCs w:val="28"/>
        </w:rPr>
        <w:t>Kompetencie fakultného koordinátora</w:t>
      </w:r>
    </w:p>
    <w:p w:rsidR="00A11135" w:rsidRPr="00D30AD2" w:rsidRDefault="00A11135" w:rsidP="003D743C">
      <w:pPr>
        <w:pStyle w:val="Alaprtelmezettstlus"/>
        <w:numPr>
          <w:ilvl w:val="0"/>
          <w:numId w:val="5"/>
          <w:numberingChange w:id="17" w:author="Unknown" w:date="2014-09-02T11:52:00Z" w:original="%1:1:0:.)"/>
        </w:numPr>
        <w:tabs>
          <w:tab w:val="left" w:pos="720"/>
        </w:tabs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</w:rPr>
        <w:t>Fakulta je spoluzodpovedná za realizáciu programu Erasmus+. Dekan fakulty určuje z okruhu zamestnancov zaradeným na fakulte osoby zodpovedné za realizovanie programu Erasmus+  na fakulte, t. j. vymenúva fakultného koordinátora programu Erasmus+, spravidla prodekana pre zahraničné vzťahy a podľa potreby vymenúva tiež katedrových koordinátorov programu Erasmus+.</w:t>
      </w:r>
    </w:p>
    <w:p w:rsidR="00A11135" w:rsidRPr="00D30AD2" w:rsidRDefault="00A11135" w:rsidP="003D743C">
      <w:pPr>
        <w:pStyle w:val="Alaprtelmezettstlus"/>
        <w:numPr>
          <w:ilvl w:val="0"/>
          <w:numId w:val="5"/>
          <w:numberingChange w:id="18" w:author="Unknown" w:date="2014-09-02T11:52:00Z" w:original="%1:2:0:.)"/>
        </w:numPr>
        <w:tabs>
          <w:tab w:val="left" w:pos="720"/>
        </w:tabs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</w:rPr>
        <w:t xml:space="preserve">Dekan fakulty informuje o menovaní fakultných a katedrových koordinátorov písomne univerzitného koordinátora. Každú zmenu na týchto pozíciách je fakulta povinná písomne oznámiť najneskôr do 15 dní od jej vzniku univerzitnému koordinátorovi. </w:t>
      </w:r>
    </w:p>
    <w:p w:rsidR="00A11135" w:rsidRPr="00D30AD2" w:rsidRDefault="00A11135" w:rsidP="006719ED">
      <w:pPr>
        <w:pStyle w:val="Alaprtelmezettstlus"/>
        <w:numPr>
          <w:ilvl w:val="0"/>
          <w:numId w:val="5"/>
          <w:numberingChange w:id="19" w:author="Unknown" w:date="2014-09-02T11:52:00Z" w:original="%1:3:0:.)"/>
        </w:numPr>
        <w:tabs>
          <w:tab w:val="left" w:pos="540"/>
        </w:tabs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</w:rPr>
        <w:t>Kompetencie a povinnosti fakultného koordinátora:</w:t>
      </w:r>
    </w:p>
    <w:p w:rsidR="00A11135" w:rsidRPr="00D30AD2" w:rsidRDefault="00A11135" w:rsidP="006719ED">
      <w:pPr>
        <w:pStyle w:val="Alaprtelmezettstlus"/>
        <w:numPr>
          <w:ilvl w:val="0"/>
          <w:numId w:val="21"/>
          <w:numberingChange w:id="20" w:author="Unknown" w:date="2014-09-02T11:52:00Z" w:original="%1:1:4:)"/>
        </w:numPr>
        <w:tabs>
          <w:tab w:val="left" w:pos="540"/>
        </w:tabs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</w:rPr>
        <w:t>zúčastňovať sa na zasadnutiach univerzitnej komisie pre výber kandidátov v rámci programu Erasmus+ zvolávaných univerzitným koordinátorom;</w:t>
      </w:r>
    </w:p>
    <w:p w:rsidR="00A11135" w:rsidRPr="00D30AD2" w:rsidRDefault="00A11135" w:rsidP="006719ED">
      <w:pPr>
        <w:pStyle w:val="Alaprtelmezettstlus"/>
        <w:numPr>
          <w:ilvl w:val="0"/>
          <w:numId w:val="21"/>
          <w:numberingChange w:id="21" w:author="Unknown" w:date="2014-09-02T11:52:00Z" w:original="%1:2:4:)"/>
        </w:numPr>
        <w:tabs>
          <w:tab w:val="left" w:pos="540"/>
        </w:tabs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</w:rPr>
        <w:t>zabezpečiť</w:t>
      </w:r>
      <w:r>
        <w:rPr>
          <w:rFonts w:ascii="Times New Roman" w:hAnsi="Times New Roman" w:cs="Times New Roman"/>
        </w:rPr>
        <w:t xml:space="preserve"> </w:t>
      </w:r>
      <w:r w:rsidRPr="00D30AD2">
        <w:rPr>
          <w:rFonts w:ascii="Times New Roman" w:hAnsi="Times New Roman" w:cs="Times New Roman"/>
        </w:rPr>
        <w:t>informovanosť učiteľov a študentov fakulty o možnostiach zahraničných mobilít prostredníctvom programu Erasmus+ a o organizovaní príslušných informačných seminárov;</w:t>
      </w:r>
    </w:p>
    <w:p w:rsidR="00A11135" w:rsidRPr="00D30AD2" w:rsidRDefault="00A11135" w:rsidP="006719ED">
      <w:pPr>
        <w:pStyle w:val="Alaprtelmezettstlus"/>
        <w:numPr>
          <w:ilvl w:val="0"/>
          <w:numId w:val="21"/>
          <w:numberingChange w:id="22" w:author="Unknown" w:date="2014-09-02T11:52:00Z" w:original="%1:3:4:)"/>
        </w:numPr>
        <w:tabs>
          <w:tab w:val="left" w:pos="540"/>
        </w:tabs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</w:rPr>
        <w:t>vypracovať a prerokovať s katedrovými koordinátormi odporúčané kritériá výberového konania pre účastníkov zahraničnej mobility (odporúča sa pri výbere a zostavení prioritného poradia študentov vychádzať z ich študijných výsledkov, jazykových znalostí a mimoškolských aktivít, na ktorých reprezentovali univerzitu, motivácie);</w:t>
      </w:r>
    </w:p>
    <w:p w:rsidR="00A11135" w:rsidRPr="00D30AD2" w:rsidRDefault="00A11135" w:rsidP="006719ED">
      <w:pPr>
        <w:pStyle w:val="Alaprtelmezettstlus"/>
        <w:numPr>
          <w:ilvl w:val="0"/>
          <w:numId w:val="21"/>
          <w:numberingChange w:id="23" w:author="Unknown" w:date="2014-09-02T11:52:00Z" w:original="%1:4:4:)"/>
        </w:numPr>
        <w:tabs>
          <w:tab w:val="left" w:pos="540"/>
        </w:tabs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</w:rPr>
        <w:t xml:space="preserve">zverejniť na webovej stránke fakulty platné kritériá (schválené dekanom fakulty) pre výber študentov a pracovníkov programu Erasmus + na príslušný rok; </w:t>
      </w:r>
    </w:p>
    <w:p w:rsidR="00A11135" w:rsidRPr="00D30AD2" w:rsidRDefault="00A11135" w:rsidP="006719ED">
      <w:pPr>
        <w:pStyle w:val="Alaprtelmezettstlus"/>
        <w:numPr>
          <w:ilvl w:val="0"/>
          <w:numId w:val="21"/>
          <w:numberingChange w:id="24" w:author="Unknown" w:date="2014-09-02T11:52:00Z" w:original="%1:5:4:)"/>
        </w:numPr>
        <w:tabs>
          <w:tab w:val="left" w:pos="540"/>
        </w:tabs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</w:rPr>
        <w:t>zverejniť v súčinnosti s univerzitným koordinátorom aktuálnu výzvu na podávanie prihlášok;</w:t>
      </w:r>
    </w:p>
    <w:p w:rsidR="00A11135" w:rsidRPr="00D30AD2" w:rsidRDefault="00A11135" w:rsidP="006719ED">
      <w:pPr>
        <w:pStyle w:val="Alaprtelmezettstlus"/>
        <w:numPr>
          <w:ilvl w:val="0"/>
          <w:numId w:val="21"/>
          <w:numberingChange w:id="25" w:author="Unknown" w:date="2014-09-02T11:52:00Z" w:original="%1:6:4:)"/>
        </w:numPr>
        <w:tabs>
          <w:tab w:val="left" w:pos="540"/>
        </w:tabs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</w:rPr>
        <w:t>v súčinnosti s katedrovými koordinátormi zrealizovať výberové konanie a zostaviť prioritné poradie uchádzačov pre komisiu Erasmus+ na UJS;</w:t>
      </w:r>
    </w:p>
    <w:p w:rsidR="00A11135" w:rsidRPr="00D30AD2" w:rsidRDefault="00A11135" w:rsidP="006719ED">
      <w:pPr>
        <w:pStyle w:val="Alaprtelmezettstlus"/>
        <w:numPr>
          <w:ilvl w:val="0"/>
          <w:numId w:val="21"/>
          <w:numberingChange w:id="26" w:author="Unknown" w:date="2014-09-02T11:52:00Z" w:original="%1:7:4:)"/>
        </w:numPr>
        <w:tabs>
          <w:tab w:val="left" w:pos="540"/>
        </w:tabs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</w:rPr>
        <w:t>členov výberovej komisie menuje dekan z radov katedrových koordinátorov, predsedom komisie je fakultný koordinátor;</w:t>
      </w:r>
    </w:p>
    <w:p w:rsidR="00A11135" w:rsidRPr="00D30AD2" w:rsidRDefault="00A11135" w:rsidP="006719ED">
      <w:pPr>
        <w:pStyle w:val="Alaprtelmezettstlus"/>
        <w:numPr>
          <w:ilvl w:val="0"/>
          <w:numId w:val="21"/>
          <w:numberingChange w:id="27" w:author="Unknown" w:date="2014-09-02T11:52:00Z" w:original="%1:8:4:)"/>
        </w:numPr>
        <w:tabs>
          <w:tab w:val="left" w:pos="540"/>
        </w:tabs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</w:rPr>
        <w:t xml:space="preserve">vypracovať zápisnicu z výberového konania, ktorá obsahuje v bode f) spomínané poradie uchádzačov fakulty a zoznam zamietnutých prihlášok; </w:t>
      </w:r>
    </w:p>
    <w:p w:rsidR="00A11135" w:rsidRPr="00D30AD2" w:rsidRDefault="00A11135" w:rsidP="006719ED">
      <w:pPr>
        <w:pStyle w:val="Alaprtelmezettstlus"/>
        <w:numPr>
          <w:ilvl w:val="0"/>
          <w:numId w:val="21"/>
          <w:numberingChange w:id="28" w:author="Unknown" w:date="2014-09-02T11:52:00Z" w:original="%1:9:4:)"/>
        </w:numPr>
        <w:tabs>
          <w:tab w:val="left" w:pos="540"/>
        </w:tabs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</w:rPr>
        <w:t>zápisnicu z výberového konania podpisuje fakultný koordinátor a členovia výberovej komisie;</w:t>
      </w:r>
    </w:p>
    <w:p w:rsidR="00A11135" w:rsidRPr="00D30AD2" w:rsidRDefault="00A11135" w:rsidP="006719ED">
      <w:pPr>
        <w:pStyle w:val="Alaprtelmezettstlus"/>
        <w:numPr>
          <w:ilvl w:val="0"/>
          <w:numId w:val="21"/>
          <w:numberingChange w:id="29" w:author="Unknown" w:date="2014-09-02T11:52:00Z" w:original="%1:10:4:)"/>
        </w:numPr>
        <w:tabs>
          <w:tab w:val="left" w:pos="540"/>
        </w:tabs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</w:rPr>
        <w:t>zápisnicu doručiť univerzitnému koordinátorovi do 7 dní od je</w:t>
      </w:r>
      <w:r>
        <w:rPr>
          <w:rFonts w:ascii="Times New Roman" w:hAnsi="Times New Roman" w:cs="Times New Roman"/>
        </w:rPr>
        <w:t>j</w:t>
      </w:r>
      <w:r w:rsidRPr="00D30AD2">
        <w:rPr>
          <w:rFonts w:ascii="Times New Roman" w:hAnsi="Times New Roman" w:cs="Times New Roman"/>
        </w:rPr>
        <w:t xml:space="preserve"> podpísania;</w:t>
      </w:r>
    </w:p>
    <w:p w:rsidR="00A11135" w:rsidRPr="00D30AD2" w:rsidRDefault="00A11135" w:rsidP="006719ED">
      <w:pPr>
        <w:pStyle w:val="Alaprtelmezettstlus"/>
        <w:numPr>
          <w:ilvl w:val="0"/>
          <w:numId w:val="21"/>
          <w:numberingChange w:id="30" w:author="Unknown" w:date="2014-09-02T11:52:00Z" w:original="%1:11:4:)"/>
        </w:numPr>
        <w:tabs>
          <w:tab w:val="left" w:pos="540"/>
        </w:tabs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</w:rPr>
        <w:t>koordinovať aktivity katedier fakulty v oblasti mobilít Erasmus+;</w:t>
      </w:r>
    </w:p>
    <w:p w:rsidR="00A11135" w:rsidRPr="00D30AD2" w:rsidRDefault="00A11135" w:rsidP="006719ED">
      <w:pPr>
        <w:pStyle w:val="Alaprtelmezettstlus"/>
        <w:numPr>
          <w:ilvl w:val="0"/>
          <w:numId w:val="21"/>
          <w:numberingChange w:id="31" w:author="Unknown" w:date="2014-09-02T11:52:00Z" w:original="%1:12:4:)"/>
        </w:numPr>
        <w:tabs>
          <w:tab w:val="left" w:pos="540"/>
        </w:tabs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</w:rPr>
        <w:t>zabezpečiť zaevidovanie odchádzajúcich domácich a prichádzajúcich zahraničných študentov, ktorí sa zúčastňujú na mobilite v rámci programu Erasmus+ do akademického informačného systému (AIS) UJS;</w:t>
      </w:r>
    </w:p>
    <w:p w:rsidR="00A11135" w:rsidRPr="00D30AD2" w:rsidRDefault="00A11135" w:rsidP="006719ED">
      <w:pPr>
        <w:pStyle w:val="Alaprtelmezettstlus"/>
        <w:numPr>
          <w:ilvl w:val="0"/>
          <w:numId w:val="21"/>
          <w:numberingChange w:id="32" w:author="Unknown" w:date="2014-09-02T11:52:00Z" w:original="%1:13:4:)"/>
        </w:numPr>
        <w:tabs>
          <w:tab w:val="left" w:pos="540"/>
        </w:tabs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</w:rPr>
        <w:t xml:space="preserve">v časti Navrhnutý program mobility Zmluvy o štúdiu (Learning agreement for studies) preveriť v spolupráci </w:t>
      </w:r>
      <w:r>
        <w:rPr>
          <w:rFonts w:ascii="Times New Roman" w:hAnsi="Times New Roman" w:cs="Times New Roman"/>
        </w:rPr>
        <w:t xml:space="preserve">s </w:t>
      </w:r>
      <w:r w:rsidRPr="00D30AD2">
        <w:rPr>
          <w:rFonts w:ascii="Times New Roman" w:hAnsi="Times New Roman" w:cs="Times New Roman"/>
        </w:rPr>
        <w:t>prodekanom pre štúdium a s katedrovými koordinátormi</w:t>
      </w:r>
      <w:r>
        <w:rPr>
          <w:rFonts w:ascii="Times New Roman" w:hAnsi="Times New Roman" w:cs="Times New Roman"/>
        </w:rPr>
        <w:t>,</w:t>
      </w:r>
      <w:r w:rsidRPr="00D30AD2">
        <w:rPr>
          <w:rFonts w:ascii="Times New Roman" w:hAnsi="Times New Roman" w:cs="Times New Roman"/>
        </w:rPr>
        <w:t xml:space="preserve"> príp. vedúcimi katedier relevantnosť predloženého študijného programu a jeho jednotlivých predmetov; </w:t>
      </w:r>
    </w:p>
    <w:p w:rsidR="00A11135" w:rsidRPr="00D30AD2" w:rsidRDefault="00A11135" w:rsidP="006719ED">
      <w:pPr>
        <w:pStyle w:val="Alaprtelmezettstlus"/>
        <w:numPr>
          <w:ilvl w:val="0"/>
          <w:numId w:val="21"/>
          <w:numberingChange w:id="33" w:author="Unknown" w:date="2014-09-02T11:52:00Z" w:original="%1:14:4:)"/>
        </w:numPr>
        <w:tabs>
          <w:tab w:val="left" w:pos="540"/>
        </w:tabs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</w:rPr>
        <w:t>svojim podpisom na dokumente Zmluva o štúdiu (Learning agreement for studies) sa zaväzuje uznať všetky kredity získané v prijímajúcej inštitúcii za úspešne dokončené predmety a započítať ich študentovi v danom ročníku</w:t>
      </w:r>
      <w:r>
        <w:rPr>
          <w:rFonts w:ascii="Times New Roman" w:hAnsi="Times New Roman" w:cs="Times New Roman"/>
        </w:rPr>
        <w:t>;</w:t>
      </w:r>
    </w:p>
    <w:p w:rsidR="00A11135" w:rsidRPr="00D30AD2" w:rsidRDefault="00A11135" w:rsidP="006719ED">
      <w:pPr>
        <w:pStyle w:val="Alaprtelmezettstlus"/>
        <w:numPr>
          <w:ilvl w:val="0"/>
          <w:numId w:val="21"/>
          <w:numberingChange w:id="34" w:author="Unknown" w:date="2014-09-02T11:52:00Z" w:original="%1:15:4:)"/>
        </w:numPr>
        <w:tabs>
          <w:tab w:val="left" w:pos="540"/>
        </w:tabs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</w:rPr>
        <w:t>v súčinnosti s katedrovým koordinátorom zodpovedá za relevantnosť obsahu Zmluvy o stáž (Learning agreement for traineeships) študenta, ktorý má realizovať zahraničnú mobilitu za účelom stáže;</w:t>
      </w:r>
    </w:p>
    <w:p w:rsidR="00A11135" w:rsidRPr="00D30AD2" w:rsidRDefault="00A11135" w:rsidP="006719ED">
      <w:pPr>
        <w:pStyle w:val="Alaprtelmezettstlus"/>
        <w:numPr>
          <w:ilvl w:val="0"/>
          <w:numId w:val="21"/>
          <w:numberingChange w:id="35" w:author="Unknown" w:date="2014-09-02T11:52:00Z" w:original="%1:16:4:)"/>
        </w:numPr>
        <w:tabs>
          <w:tab w:val="left" w:pos="540"/>
        </w:tabs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</w:rPr>
        <w:t>potvrdiť všetky priebežné zmeny, o ktoré požiada účastník mobility, v Zmluve o štúdiu/stáže - časť Zmeny pôvodnej zmluvy o štúdiu;</w:t>
      </w:r>
    </w:p>
    <w:p w:rsidR="00A11135" w:rsidRPr="00D30AD2" w:rsidRDefault="00A11135" w:rsidP="006719ED">
      <w:pPr>
        <w:pStyle w:val="Alaprtelmezettstlus"/>
        <w:numPr>
          <w:ilvl w:val="0"/>
          <w:numId w:val="21"/>
          <w:numberingChange w:id="36" w:author="Unknown" w:date="2014-09-02T11:52:00Z" w:original="%1:17:4:)"/>
        </w:numPr>
        <w:tabs>
          <w:tab w:val="left" w:pos="540"/>
        </w:tabs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</w:rPr>
        <w:t xml:space="preserve">v súčinnosti s katedrovým koordinátorom do 5 týždňov po získaní Výpisu výsledkov z prijímajúcej inštitúcie zodpovedá za uznanie ECTS kreditov za úspešne absolvované predmety, ktoré boli zapracované v časti Výsledky uznávania štúdia Zmluvy o štúdiu a ktoré sú súčasťou študijných programov príslušnej fakulty UJS; </w:t>
      </w:r>
    </w:p>
    <w:p w:rsidR="00A11135" w:rsidRPr="00D30AD2" w:rsidRDefault="00A11135" w:rsidP="006719ED">
      <w:pPr>
        <w:pStyle w:val="Alaprtelmezettstlus"/>
        <w:numPr>
          <w:ilvl w:val="0"/>
          <w:numId w:val="21"/>
          <w:numberingChange w:id="37" w:author="Unknown" w:date="2014-09-02T11:52:00Z" w:original="%1:18:4:)"/>
        </w:numPr>
        <w:tabs>
          <w:tab w:val="left" w:pos="540"/>
        </w:tabs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</w:rPr>
        <w:t>v súčinnosti so študijným oddelením danej fakulty do 5 týždňov po získaní Výpisu výsledkov z prijímajúcej inštitúcie zabezpečiť zápis ECTS kreditov a známok do AIS;</w:t>
      </w:r>
    </w:p>
    <w:p w:rsidR="00A11135" w:rsidRPr="00D30AD2" w:rsidRDefault="00A11135" w:rsidP="006719ED">
      <w:pPr>
        <w:pStyle w:val="Alaprtelmezettstlus"/>
        <w:numPr>
          <w:ilvl w:val="0"/>
          <w:numId w:val="21"/>
          <w:numberingChange w:id="38" w:author="Unknown" w:date="2014-09-02T11:52:00Z" w:original="%1:19:4:)"/>
        </w:numPr>
        <w:tabs>
          <w:tab w:val="left" w:pos="540"/>
        </w:tabs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</w:rPr>
        <w:t>koordinovať prípravu a realizáciu mobilít študentov prichádzajúcich zo zahraničia na fakultu a spolu s katedrovým koordinátorom pripraviť a svojim podpisom schváliť Zmluvu o štúdiu (Learning agreement for studies), príp. Zmluvu o stáž (Learning agreement for traineeships) pre zahraničných Erasmus+ študentov;</w:t>
      </w:r>
    </w:p>
    <w:p w:rsidR="00A11135" w:rsidRPr="00D30AD2" w:rsidRDefault="00A11135" w:rsidP="006719ED">
      <w:pPr>
        <w:pStyle w:val="Alaprtelmezettstlus"/>
        <w:numPr>
          <w:ilvl w:val="0"/>
          <w:numId w:val="21"/>
          <w:numberingChange w:id="39" w:author="Unknown" w:date="2014-09-02T11:52:00Z" w:original="%1:20:4:)"/>
        </w:numPr>
        <w:tabs>
          <w:tab w:val="left" w:pos="540"/>
        </w:tabs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</w:rPr>
        <w:t>určiť "tútorov" z domácich študentov pre prichádzajúcich Erasmus+ študentov;</w:t>
      </w:r>
    </w:p>
    <w:p w:rsidR="00A11135" w:rsidRPr="00D30AD2" w:rsidRDefault="00A11135" w:rsidP="006719ED">
      <w:pPr>
        <w:pStyle w:val="Alaprtelmezettstlus"/>
        <w:numPr>
          <w:ilvl w:val="0"/>
          <w:numId w:val="21"/>
          <w:numberingChange w:id="40" w:author="Unknown" w:date="2014-09-02T11:52:00Z" w:original="%1:21:4:)"/>
        </w:numPr>
        <w:tabs>
          <w:tab w:val="left" w:pos="540"/>
        </w:tabs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</w:rPr>
        <w:t>v súčinnosti</w:t>
      </w:r>
      <w:r>
        <w:rPr>
          <w:rFonts w:ascii="Times New Roman" w:hAnsi="Times New Roman" w:cs="Times New Roman"/>
        </w:rPr>
        <w:t xml:space="preserve"> </w:t>
      </w:r>
      <w:r w:rsidRPr="00D30AD2">
        <w:rPr>
          <w:rFonts w:ascii="Times New Roman" w:hAnsi="Times New Roman" w:cs="Times New Roman"/>
        </w:rPr>
        <w:t>s katedrovým koordinátorom koordinovať prípravu a realizáciu mobilít učiteľov a študentov prichádzajúcich zo zahraničia;</w:t>
      </w:r>
    </w:p>
    <w:p w:rsidR="00A11135" w:rsidRPr="00D30AD2" w:rsidRDefault="00A11135" w:rsidP="006719ED">
      <w:pPr>
        <w:pStyle w:val="Alaprtelmezettstlus"/>
        <w:numPr>
          <w:ilvl w:val="0"/>
          <w:numId w:val="21"/>
          <w:numberingChange w:id="41" w:author="Unknown" w:date="2014-09-02T11:52:00Z" w:original="%1:22:4:)"/>
        </w:numPr>
        <w:tabs>
          <w:tab w:val="left" w:pos="540"/>
        </w:tabs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</w:rPr>
        <w:t>odsúhlasiť Program mobility zamestnanca - výučba (Mobility agreement - Staff mobility for teaching) a tým prijať zodpovednosť za jeho realizáciu;</w:t>
      </w:r>
    </w:p>
    <w:p w:rsidR="00A11135" w:rsidRPr="00D30AD2" w:rsidRDefault="00A11135" w:rsidP="006719ED">
      <w:pPr>
        <w:pStyle w:val="Alaprtelmezettstlus"/>
        <w:numPr>
          <w:ilvl w:val="0"/>
          <w:numId w:val="21"/>
          <w:numberingChange w:id="42" w:author="Unknown" w:date="2014-09-02T11:52:00Z" w:original="%1:23:4:)"/>
        </w:numPr>
        <w:tabs>
          <w:tab w:val="left" w:pos="540"/>
        </w:tabs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</w:rPr>
        <w:t xml:space="preserve">informovať univerzitného koordinátora o príchode hosťujúceho učiteľa a nahlásiť základné informácie o pobyte a potrebné informácie k vystaveniu </w:t>
      </w:r>
      <w:r w:rsidRPr="00D30AD2">
        <w:rPr>
          <w:rFonts w:ascii="Times New Roman" w:hAnsi="Times New Roman" w:cs="Times New Roman"/>
          <w:lang w:eastAsia="ar-SA" w:bidi="ar-SA"/>
        </w:rPr>
        <w:t>Potvrdenia o dĺžke Erasmus+ mobility - výučba.</w:t>
      </w:r>
    </w:p>
    <w:p w:rsidR="00A11135" w:rsidRPr="00D30AD2" w:rsidRDefault="00A11135">
      <w:pPr>
        <w:pStyle w:val="Alaprtelmezettstlus"/>
        <w:tabs>
          <w:tab w:val="left" w:pos="10773"/>
        </w:tabs>
        <w:jc w:val="center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  <w:b/>
          <w:bCs/>
          <w:sz w:val="28"/>
          <w:szCs w:val="28"/>
        </w:rPr>
        <w:t>Čl. 4</w:t>
      </w:r>
    </w:p>
    <w:p w:rsidR="00A11135" w:rsidRPr="00D30AD2" w:rsidRDefault="00A11135">
      <w:pPr>
        <w:pStyle w:val="Alaprtelmezettstlus"/>
        <w:tabs>
          <w:tab w:val="left" w:pos="10773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30AD2">
        <w:rPr>
          <w:rFonts w:ascii="Times New Roman" w:hAnsi="Times New Roman" w:cs="Times New Roman"/>
          <w:b/>
          <w:bCs/>
          <w:sz w:val="28"/>
          <w:szCs w:val="28"/>
        </w:rPr>
        <w:t>Kompetencie katedrového koordinátora</w:t>
      </w:r>
    </w:p>
    <w:p w:rsidR="00A11135" w:rsidRPr="00D30AD2" w:rsidRDefault="00A11135">
      <w:pPr>
        <w:pStyle w:val="Alaprtelmezettstlus"/>
        <w:numPr>
          <w:ilvl w:val="0"/>
          <w:numId w:val="7"/>
          <w:numberingChange w:id="43" w:author="Unknown" w:date="2014-09-02T11:52:00Z" w:original="%1:1:0:.)"/>
        </w:numPr>
        <w:tabs>
          <w:tab w:val="left" w:pos="360"/>
        </w:tabs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</w:rPr>
        <w:t>Katedroví koordinátori sú menovan</w:t>
      </w:r>
      <w:r>
        <w:rPr>
          <w:rFonts w:ascii="Times New Roman" w:hAnsi="Times New Roman" w:cs="Times New Roman"/>
        </w:rPr>
        <w:t>í</w:t>
      </w:r>
      <w:r w:rsidRPr="00D30AD2">
        <w:rPr>
          <w:rFonts w:ascii="Times New Roman" w:hAnsi="Times New Roman" w:cs="Times New Roman"/>
        </w:rPr>
        <w:t xml:space="preserve"> podľa bodov 1.) a 2.) Čl. 3. tejto smernice.</w:t>
      </w:r>
    </w:p>
    <w:p w:rsidR="00A11135" w:rsidRPr="00D30AD2" w:rsidRDefault="00A11135">
      <w:pPr>
        <w:pStyle w:val="Alaprtelmezettstlus"/>
        <w:numPr>
          <w:ilvl w:val="0"/>
          <w:numId w:val="7"/>
          <w:numberingChange w:id="44" w:author="Unknown" w:date="2014-09-02T11:52:00Z" w:original="%1:2:0:.)"/>
        </w:numPr>
        <w:tabs>
          <w:tab w:val="left" w:pos="360"/>
        </w:tabs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</w:rPr>
        <w:t>Katedroví koordinátori spolupracujú s fakultným koordinátorom, ktorý riadi ich aktivity a pomáhajú mu úspešne realizovať program Erasmus+ na fakulte UJS.</w:t>
      </w:r>
    </w:p>
    <w:p w:rsidR="00A11135" w:rsidRPr="00D30AD2" w:rsidRDefault="00A11135" w:rsidP="006719ED">
      <w:pPr>
        <w:pStyle w:val="Alaprtelmezettstlus"/>
        <w:numPr>
          <w:ilvl w:val="0"/>
          <w:numId w:val="7"/>
          <w:numberingChange w:id="45" w:author="Unknown" w:date="2014-09-02T11:52:00Z" w:original="%1:3:0:.)"/>
        </w:numPr>
        <w:tabs>
          <w:tab w:val="left" w:pos="360"/>
        </w:tabs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</w:rPr>
        <w:t>Kompetencie a povinnosti katedrového koordinátora sú:</w:t>
      </w:r>
    </w:p>
    <w:p w:rsidR="00A11135" w:rsidRPr="00D30AD2" w:rsidRDefault="00A11135" w:rsidP="003737DC">
      <w:pPr>
        <w:pStyle w:val="Alaprtelmezettstlus"/>
        <w:numPr>
          <w:ilvl w:val="0"/>
          <w:numId w:val="22"/>
          <w:numberingChange w:id="46" w:author="Unknown" w:date="2014-09-02T11:52:00Z" w:original="%1:1:4:)"/>
        </w:numPr>
        <w:tabs>
          <w:tab w:val="left" w:pos="360"/>
        </w:tabs>
        <w:ind w:left="1077" w:hanging="357"/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</w:rPr>
        <w:t>zabezpečovať informovanosť učiteľov a študentov o možnostiach zahraničných mobilít prostredníctvom programu Erasmus+ na príslušnej katedre;</w:t>
      </w:r>
    </w:p>
    <w:p w:rsidR="00A11135" w:rsidRPr="00D30AD2" w:rsidRDefault="00A11135" w:rsidP="00DC55A7">
      <w:pPr>
        <w:pStyle w:val="Alaprtelmezettstlus"/>
        <w:numPr>
          <w:ilvl w:val="0"/>
          <w:numId w:val="22"/>
          <w:numberingChange w:id="47" w:author="Unknown" w:date="2014-09-02T11:52:00Z" w:original="%1:2:4:)"/>
        </w:numPr>
        <w:tabs>
          <w:tab w:val="left" w:pos="360"/>
        </w:tabs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</w:rPr>
        <w:t>vyjadriť sa k vypracovaným odporúčaným kritériám spôsobilosti pre účastníkov zahraničnej mobility pred ich zverejnením, a informovať o tom fakultného koordinátora</w:t>
      </w:r>
      <w:r>
        <w:rPr>
          <w:rFonts w:ascii="Times New Roman" w:hAnsi="Times New Roman" w:cs="Times New Roman"/>
        </w:rPr>
        <w:t>;</w:t>
      </w:r>
      <w:r w:rsidRPr="00D30AD2">
        <w:rPr>
          <w:rFonts w:ascii="Times New Roman" w:hAnsi="Times New Roman" w:cs="Times New Roman"/>
        </w:rPr>
        <w:t xml:space="preserve"> </w:t>
      </w:r>
    </w:p>
    <w:p w:rsidR="00A11135" w:rsidRPr="00D30AD2" w:rsidRDefault="00A11135" w:rsidP="00DC55A7">
      <w:pPr>
        <w:pStyle w:val="Alaprtelmezettstlus"/>
        <w:numPr>
          <w:ilvl w:val="0"/>
          <w:numId w:val="22"/>
          <w:numberingChange w:id="48" w:author="Unknown" w:date="2014-09-02T11:52:00Z" w:original="%1:3:4:)"/>
        </w:numPr>
        <w:tabs>
          <w:tab w:val="left" w:pos="360"/>
        </w:tabs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</w:rPr>
        <w:t>v súčinnosti s fakultným koordinátorom zrealizovať výberové konanie, podieľať sa na zostavovaní prioritných zoznamov uchádzačov o mobilitu a vyjadrovať sa k nomináciám študentov a vysokoškolských pracovníkov z danej katedry;</w:t>
      </w:r>
    </w:p>
    <w:p w:rsidR="00A11135" w:rsidRPr="00D30AD2" w:rsidRDefault="00A11135" w:rsidP="00DC55A7">
      <w:pPr>
        <w:pStyle w:val="Alaprtelmezettstlus"/>
        <w:numPr>
          <w:ilvl w:val="0"/>
          <w:numId w:val="22"/>
          <w:numberingChange w:id="49" w:author="Unknown" w:date="2014-09-02T11:52:00Z" w:original="%1:4:4:)"/>
        </w:numPr>
        <w:tabs>
          <w:tab w:val="left" w:pos="360"/>
        </w:tabs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</w:rPr>
        <w:t>v súčinnosti s fakultným koordinátorom zodpovedá za dodržanie Zmluvy o štúdiu (Learning agreement for studies) a Zmluvy o stáž (Learning agreement for traineeships) študenta, ktorý sa zúčastní zahraničnej mobility;</w:t>
      </w:r>
    </w:p>
    <w:p w:rsidR="00A11135" w:rsidRPr="00D30AD2" w:rsidRDefault="00A11135" w:rsidP="00DC55A7">
      <w:pPr>
        <w:pStyle w:val="Alaprtelmezettstlus"/>
        <w:numPr>
          <w:ilvl w:val="0"/>
          <w:numId w:val="22"/>
          <w:numberingChange w:id="50" w:author="Unknown" w:date="2014-09-02T11:52:00Z" w:original="%1:5:4:)"/>
        </w:numPr>
        <w:tabs>
          <w:tab w:val="left" w:pos="360"/>
        </w:tabs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</w:rPr>
        <w:t xml:space="preserve">v súčinnosti s fakultným koordinátorom zodpovedá za uznanie ECTS kreditov za úspešne absolvované predmety, ktoré sú uvedené v časti Výsledkov uznávania štúdia Zmluvy o štúdiu, a ktoré sú aj v študijných programoch realizovaných na príslušnej katedre UJS; </w:t>
      </w:r>
    </w:p>
    <w:p w:rsidR="00A11135" w:rsidRPr="00D30AD2" w:rsidRDefault="00A11135" w:rsidP="00DC55A7">
      <w:pPr>
        <w:pStyle w:val="Alaprtelmezettstlus"/>
        <w:numPr>
          <w:ilvl w:val="0"/>
          <w:numId w:val="22"/>
          <w:numberingChange w:id="51" w:author="Unknown" w:date="2014-09-02T11:52:00Z" w:original="%1:6:4:)"/>
        </w:numPr>
        <w:tabs>
          <w:tab w:val="left" w:pos="360"/>
        </w:tabs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</w:rPr>
        <w:t>koordinuje prípravu a realizáciu mobilít študentov prichádzajúcich zo zahraničia, ktorí budú študovať študijný program realizovaný na danej katedre, a spolupracuje s katedrovými koordinátormi</w:t>
      </w:r>
      <w:r>
        <w:rPr>
          <w:rFonts w:ascii="Times New Roman" w:hAnsi="Times New Roman" w:cs="Times New Roman"/>
        </w:rPr>
        <w:t>,</w:t>
      </w:r>
      <w:r w:rsidRPr="00D30AD2">
        <w:rPr>
          <w:rFonts w:ascii="Times New Roman" w:hAnsi="Times New Roman" w:cs="Times New Roman"/>
        </w:rPr>
        <w:t xml:space="preserve"> kde prichádzajúci študent študuje ďalšie predmety;</w:t>
      </w:r>
    </w:p>
    <w:p w:rsidR="00A11135" w:rsidRPr="00D30AD2" w:rsidRDefault="00A11135" w:rsidP="00DC55A7">
      <w:pPr>
        <w:pStyle w:val="Alaprtelmezettstlus"/>
        <w:numPr>
          <w:ilvl w:val="0"/>
          <w:numId w:val="22"/>
          <w:numberingChange w:id="52" w:author="Unknown" w:date="2014-09-02T11:52:00Z" w:original="%1:7:4:)"/>
        </w:numPr>
        <w:tabs>
          <w:tab w:val="left" w:pos="360"/>
        </w:tabs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</w:rPr>
        <w:t>spolu s fakultným koordinátorom zodpovedá za plnenie podpísanej Zmluvy o štúdiu (Learning agreement for studies) a Zmluvy o stáž (Learning agreement for traineeships) prichádzajúceho študenta;</w:t>
      </w:r>
    </w:p>
    <w:p w:rsidR="00A11135" w:rsidRPr="00D30AD2" w:rsidRDefault="00A11135" w:rsidP="00DC55A7">
      <w:pPr>
        <w:pStyle w:val="Alaprtelmezettstlus"/>
        <w:numPr>
          <w:ilvl w:val="0"/>
          <w:numId w:val="22"/>
          <w:numberingChange w:id="53" w:author="Unknown" w:date="2014-09-02T11:52:00Z" w:original="%1:8:4:)"/>
        </w:numPr>
        <w:tabs>
          <w:tab w:val="left" w:pos="360"/>
        </w:tabs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</w:rPr>
        <w:t>koordinuje prípravu a realizáciu mobilít učiteľov prichádzajúcich zo zahraničia na danú katedru, spresň</w:t>
      </w:r>
      <w:r>
        <w:rPr>
          <w:rFonts w:ascii="Times New Roman" w:hAnsi="Times New Roman" w:cs="Times New Roman"/>
        </w:rPr>
        <w:t>uje</w:t>
      </w:r>
      <w:r w:rsidRPr="00D30AD2">
        <w:rPr>
          <w:rFonts w:ascii="Times New Roman" w:hAnsi="Times New Roman" w:cs="Times New Roman"/>
        </w:rPr>
        <w:t xml:space="preserve"> s prichádzajúcim vyučujúcim termín a plán mobility, pripravuje podmienky na realizáciu a zaradenie plánovaných prednášok do rozvrhu študentov; </w:t>
      </w:r>
    </w:p>
    <w:p w:rsidR="00A11135" w:rsidRPr="00D30AD2" w:rsidRDefault="00A11135" w:rsidP="00DC55A7">
      <w:pPr>
        <w:pStyle w:val="Alaprtelmezettstlus"/>
        <w:numPr>
          <w:ilvl w:val="0"/>
          <w:numId w:val="22"/>
          <w:numberingChange w:id="54" w:author="Unknown" w:date="2014-09-02T11:52:00Z" w:original="%1:9:4:)"/>
        </w:numPr>
        <w:tabs>
          <w:tab w:val="left" w:pos="360"/>
        </w:tabs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</w:rPr>
        <w:t>spolu s ostatnými pracovníkmi katedry sa stará o zahraničného účastníka počas jeho mobility na príslušnej katedre.</w:t>
      </w:r>
    </w:p>
    <w:p w:rsidR="00A11135" w:rsidRPr="00D30AD2" w:rsidRDefault="00A11135">
      <w:pPr>
        <w:pStyle w:val="Alaprtelmezettstlus"/>
        <w:tabs>
          <w:tab w:val="left" w:pos="10773"/>
        </w:tabs>
        <w:jc w:val="both"/>
        <w:rPr>
          <w:rFonts w:ascii="Times New Roman" w:hAnsi="Times New Roman" w:cs="Times New Roman"/>
        </w:rPr>
      </w:pPr>
    </w:p>
    <w:p w:rsidR="00A11135" w:rsidRPr="00D30AD2" w:rsidRDefault="00A11135">
      <w:pPr>
        <w:pStyle w:val="Alaprtelmezettstlus"/>
        <w:tabs>
          <w:tab w:val="left" w:pos="10773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30AD2">
        <w:rPr>
          <w:rFonts w:ascii="Times New Roman" w:hAnsi="Times New Roman" w:cs="Times New Roman"/>
          <w:b/>
          <w:bCs/>
          <w:sz w:val="28"/>
          <w:szCs w:val="28"/>
        </w:rPr>
        <w:t>Čl. 5</w:t>
      </w:r>
    </w:p>
    <w:p w:rsidR="00A11135" w:rsidRPr="00D30AD2" w:rsidRDefault="00A11135" w:rsidP="00A375D7">
      <w:pPr>
        <w:pStyle w:val="Alaprtelmezettstlus"/>
        <w:tabs>
          <w:tab w:val="left" w:pos="10773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30AD2">
        <w:rPr>
          <w:rFonts w:ascii="Times New Roman" w:hAnsi="Times New Roman" w:cs="Times New Roman"/>
          <w:b/>
          <w:bCs/>
          <w:sz w:val="28"/>
          <w:szCs w:val="28"/>
        </w:rPr>
        <w:t>Kompetencie Oddeleni</w:t>
      </w:r>
      <w:r>
        <w:rPr>
          <w:rFonts w:ascii="Times New Roman" w:hAnsi="Times New Roman" w:cs="Times New Roman"/>
          <w:b/>
          <w:bCs/>
          <w:sz w:val="28"/>
          <w:szCs w:val="28"/>
        </w:rPr>
        <w:t>a</w:t>
      </w:r>
      <w:r w:rsidRPr="00D30AD2">
        <w:rPr>
          <w:rFonts w:ascii="Times New Roman" w:hAnsi="Times New Roman" w:cs="Times New Roman"/>
          <w:b/>
          <w:bCs/>
          <w:sz w:val="28"/>
          <w:szCs w:val="28"/>
        </w:rPr>
        <w:t xml:space="preserve"> správy finančných zdrojov a verejného obstarávania</w:t>
      </w:r>
    </w:p>
    <w:p w:rsidR="00A11135" w:rsidRPr="00D30AD2" w:rsidRDefault="00A11135" w:rsidP="00A375D7">
      <w:pPr>
        <w:pStyle w:val="Alaprtelmezettstlus"/>
        <w:tabs>
          <w:tab w:val="left" w:pos="10773"/>
        </w:tabs>
        <w:jc w:val="center"/>
        <w:rPr>
          <w:rFonts w:ascii="Times New Roman" w:hAnsi="Times New Roman" w:cs="Times New Roman"/>
        </w:rPr>
      </w:pPr>
    </w:p>
    <w:p w:rsidR="00A11135" w:rsidRPr="00D30AD2" w:rsidRDefault="00A11135" w:rsidP="003A7F53">
      <w:pPr>
        <w:pStyle w:val="Alaprtelmezettstlus"/>
        <w:numPr>
          <w:ilvl w:val="0"/>
          <w:numId w:val="12"/>
          <w:numberingChange w:id="55" w:author="Unknown" w:date="2014-09-02T11:52:00Z" w:original="%1:1:0:.)"/>
        </w:numPr>
        <w:tabs>
          <w:tab w:val="left" w:pos="709"/>
          <w:tab w:val="left" w:pos="1980"/>
        </w:tabs>
        <w:ind w:left="709" w:hanging="425"/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</w:rPr>
        <w:t>Oddelenie správy finančných zdrojov a verejného obstarávania podľa Organizačného a vnútorného poriadku UJS zabezpečuje a zodpovedá za:</w:t>
      </w:r>
    </w:p>
    <w:p w:rsidR="00A11135" w:rsidRPr="00D30AD2" w:rsidRDefault="00A11135" w:rsidP="00FA0795">
      <w:pPr>
        <w:pStyle w:val="Alaprtelmezettstlus"/>
        <w:numPr>
          <w:ilvl w:val="0"/>
          <w:numId w:val="6"/>
          <w:numberingChange w:id="56" w:author="Unknown" w:date="2014-09-02T11:52:00Z" w:original="%1:1:4:)"/>
        </w:numPr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</w:rPr>
        <w:t>správu finančných zdrojov, príjmov a výdavkov, rozborovú činnosť, vrátane návrhov opatrení na skvalitnenie práce v oblastí finančníctva;</w:t>
      </w:r>
    </w:p>
    <w:p w:rsidR="00A11135" w:rsidRPr="00D30AD2" w:rsidRDefault="00A11135" w:rsidP="00FA0795">
      <w:pPr>
        <w:pStyle w:val="Alaprtelmezettstlus"/>
        <w:numPr>
          <w:ilvl w:val="0"/>
          <w:numId w:val="6"/>
          <w:numberingChange w:id="57" w:author="Unknown" w:date="2014-09-02T11:52:00Z" w:original="%1:2:4:)"/>
        </w:numPr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</w:rPr>
        <w:t>návrh rozpisu dotačných prostriedkov a ostatných zdrojov na jednotlivé organizačné zložky univerzity pre rektora UJS na schválenie v AS UJS na základe metodiky delenia dotačného účtu spravovaným MŠ</w:t>
      </w:r>
      <w:r>
        <w:rPr>
          <w:rFonts w:ascii="Times New Roman" w:hAnsi="Times New Roman" w:cs="Times New Roman"/>
        </w:rPr>
        <w:t>VVaŠ</w:t>
      </w:r>
      <w:r w:rsidRPr="00D30AD2">
        <w:rPr>
          <w:rFonts w:ascii="Times New Roman" w:hAnsi="Times New Roman" w:cs="Times New Roman"/>
        </w:rPr>
        <w:t xml:space="preserve"> SR, resp. </w:t>
      </w:r>
      <w:r>
        <w:rPr>
          <w:rFonts w:ascii="Times New Roman" w:hAnsi="Times New Roman" w:cs="Times New Roman"/>
        </w:rPr>
        <w:t>i</w:t>
      </w:r>
      <w:r w:rsidRPr="00D30AD2">
        <w:rPr>
          <w:rFonts w:ascii="Times New Roman" w:hAnsi="Times New Roman" w:cs="Times New Roman"/>
        </w:rPr>
        <w:t>nternej metodiky;</w:t>
      </w:r>
    </w:p>
    <w:p w:rsidR="00A11135" w:rsidRPr="00D30AD2" w:rsidRDefault="00A11135" w:rsidP="00FA0795">
      <w:pPr>
        <w:pStyle w:val="Alaprtelmezettstlus"/>
        <w:numPr>
          <w:ilvl w:val="0"/>
          <w:numId w:val="6"/>
          <w:numberingChange w:id="58" w:author="Unknown" w:date="2014-09-02T11:52:00Z" w:original="%1:3:4:)"/>
        </w:numPr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</w:rPr>
        <w:t>kontrolu, usmerňovanie, vyhodnocovanie a neprekročenie limitov pri čerpaní finančných prostriedkov;</w:t>
      </w:r>
    </w:p>
    <w:p w:rsidR="00A11135" w:rsidRPr="00D30AD2" w:rsidRDefault="00A11135" w:rsidP="003A7F53">
      <w:pPr>
        <w:pStyle w:val="Alaprtelmezettstlus"/>
        <w:numPr>
          <w:ilvl w:val="0"/>
          <w:numId w:val="6"/>
          <w:numberingChange w:id="59" w:author="Unknown" w:date="2014-09-02T11:52:00Z" w:original="%1:4:4:)"/>
        </w:numPr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</w:rPr>
        <w:t>usmerňovanie a kontrolu hospodárenia, spracovanie metodických pokynov pre jednotlivé organizačné súčasti UJS; v ekonomickej oblasti uvádza do praxe všeobecne záväzné právne predpisy, metodické usmernenia MŠVVaŠ SR a ostatné pokyny nadriadených orgánov a zabezpečuje metodické usmernenie jednotlivých súčastí UJS v oblasti financovania.</w:t>
      </w:r>
    </w:p>
    <w:p w:rsidR="00A11135" w:rsidRPr="00D30AD2" w:rsidRDefault="00A11135" w:rsidP="003A7F53">
      <w:pPr>
        <w:pStyle w:val="Alaprtelmezettstlus"/>
        <w:numPr>
          <w:ilvl w:val="0"/>
          <w:numId w:val="12"/>
          <w:numberingChange w:id="60" w:author="Unknown" w:date="2014-09-02T11:52:00Z" w:original="%1:2:0:.)"/>
        </w:numPr>
        <w:tabs>
          <w:tab w:val="left" w:pos="709"/>
        </w:tabs>
        <w:ind w:left="709" w:hanging="425"/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</w:rPr>
        <w:t>Oddelenie správy finančných zdrojov a verejného obstarávania má pri realizácii programu ERASMUS+ nasledujúce kompetencie:</w:t>
      </w:r>
    </w:p>
    <w:p w:rsidR="00A11135" w:rsidRPr="00D30AD2" w:rsidRDefault="00A11135" w:rsidP="00DC55A7">
      <w:pPr>
        <w:pStyle w:val="Alaprtelmezettstlus"/>
        <w:numPr>
          <w:ilvl w:val="1"/>
          <w:numId w:val="2"/>
          <w:numberingChange w:id="61" w:author="Unknown" w:date="2014-09-02T11:52:00Z" w:original="%2:1:4:)"/>
        </w:numPr>
        <w:tabs>
          <w:tab w:val="clear" w:pos="1440"/>
        </w:tabs>
        <w:ind w:left="1080"/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</w:rPr>
        <w:t xml:space="preserve">na základe podkladov </w:t>
      </w:r>
      <w:r>
        <w:rPr>
          <w:rFonts w:ascii="Times New Roman" w:hAnsi="Times New Roman" w:cs="Times New Roman"/>
        </w:rPr>
        <w:t>predložených</w:t>
      </w:r>
      <w:r w:rsidRPr="00D30AD2">
        <w:rPr>
          <w:rFonts w:ascii="Times New Roman" w:hAnsi="Times New Roman" w:cs="Times New Roman"/>
        </w:rPr>
        <w:t xml:space="preserve"> univerzitn</w:t>
      </w:r>
      <w:r>
        <w:rPr>
          <w:rFonts w:ascii="Times New Roman" w:hAnsi="Times New Roman" w:cs="Times New Roman"/>
        </w:rPr>
        <w:t>ým</w:t>
      </w:r>
      <w:r w:rsidRPr="00D30AD2">
        <w:rPr>
          <w:rFonts w:ascii="Times New Roman" w:hAnsi="Times New Roman" w:cs="Times New Roman"/>
        </w:rPr>
        <w:t xml:space="preserve"> koordinátor</w:t>
      </w:r>
      <w:r>
        <w:rPr>
          <w:rFonts w:ascii="Times New Roman" w:hAnsi="Times New Roman" w:cs="Times New Roman"/>
        </w:rPr>
        <w:t>om</w:t>
      </w:r>
      <w:r w:rsidRPr="00D30AD2">
        <w:rPr>
          <w:rFonts w:ascii="Times New Roman" w:hAnsi="Times New Roman" w:cs="Times New Roman"/>
        </w:rPr>
        <w:t xml:space="preserve"> zabezpečuje transfer pridelených finančných prostriedkov na bankové účty účastníkov mobility v stanovenej lehote, 80 % finančných prostriedkov grantu pred mobilitou a 20 % po návrate z pobytu a po splnení všetkých povinností účastníkov, čo osvedčuje univerzitný koordinátor</w:t>
      </w:r>
      <w:r>
        <w:rPr>
          <w:rFonts w:ascii="Times New Roman" w:hAnsi="Times New Roman" w:cs="Times New Roman"/>
        </w:rPr>
        <w:t>;</w:t>
      </w:r>
    </w:p>
    <w:p w:rsidR="00A11135" w:rsidRPr="00D30AD2" w:rsidRDefault="00A11135" w:rsidP="00DC55A7">
      <w:pPr>
        <w:pStyle w:val="Alaprtelmezettstlus"/>
        <w:numPr>
          <w:ilvl w:val="1"/>
          <w:numId w:val="2"/>
          <w:numberingChange w:id="62" w:author="Unknown" w:date="2014-09-02T11:52:00Z" w:original="%2:2:4:)"/>
        </w:numPr>
        <w:tabs>
          <w:tab w:val="clear" w:pos="1440"/>
        </w:tabs>
        <w:ind w:left="1080"/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</w:rPr>
        <w:t>zodpovedá za správnosť výpočtu cestovných náhrad pri zahraničnej pracovnej ceste zamestnanca v zmysle zákona č. 283/2002 Z. z. o cestovných náhradách a v zmysle  vnútorných predpisov UJS</w:t>
      </w:r>
      <w:r>
        <w:rPr>
          <w:rFonts w:ascii="Times New Roman" w:hAnsi="Times New Roman" w:cs="Times New Roman"/>
        </w:rPr>
        <w:t>;</w:t>
      </w:r>
    </w:p>
    <w:p w:rsidR="00A11135" w:rsidRPr="00D30AD2" w:rsidRDefault="00A11135" w:rsidP="00DC55A7">
      <w:pPr>
        <w:pStyle w:val="Alaprtelmezettstlus"/>
        <w:numPr>
          <w:ilvl w:val="1"/>
          <w:numId w:val="2"/>
          <w:numberingChange w:id="63" w:author="Unknown" w:date="2014-09-02T11:52:00Z" w:original="%2:3:4:)"/>
        </w:numPr>
        <w:tabs>
          <w:tab w:val="clear" w:pos="1440"/>
          <w:tab w:val="num" w:pos="900"/>
          <w:tab w:val="left" w:pos="1080"/>
        </w:tabs>
        <w:ind w:left="1080"/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</w:rPr>
        <w:t>zodpovedá za kontrolu a správnosť všetkých bankových operácií súvisiacich s Erasmus+ mobilitami študentov, vysokoškolských učiteľov a administratívnych pracovníkov a archivuje potrebnú dokumentáciu na zákonom stanovenú dobu</w:t>
      </w:r>
      <w:r>
        <w:rPr>
          <w:rFonts w:ascii="Times New Roman" w:hAnsi="Times New Roman" w:cs="Times New Roman"/>
        </w:rPr>
        <w:t>;</w:t>
      </w:r>
      <w:r w:rsidRPr="00D30AD2">
        <w:rPr>
          <w:rFonts w:ascii="Times New Roman" w:hAnsi="Times New Roman" w:cs="Times New Roman"/>
        </w:rPr>
        <w:t xml:space="preserve"> </w:t>
      </w:r>
    </w:p>
    <w:p w:rsidR="00A11135" w:rsidRPr="00D30AD2" w:rsidRDefault="00A11135" w:rsidP="00810957">
      <w:pPr>
        <w:pStyle w:val="Alaprtelmezettstlus"/>
        <w:numPr>
          <w:ilvl w:val="1"/>
          <w:numId w:val="2"/>
          <w:numberingChange w:id="64" w:author="Unknown" w:date="2014-09-02T11:52:00Z" w:original="%2:4:4:)"/>
        </w:numPr>
        <w:tabs>
          <w:tab w:val="clear" w:pos="1440"/>
          <w:tab w:val="num" w:pos="1080"/>
          <w:tab w:val="left" w:pos="2880"/>
          <w:tab w:val="left" w:pos="3240"/>
        </w:tabs>
        <w:ind w:left="1080"/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</w:rPr>
        <w:t xml:space="preserve">spolu s univerzitným koordinátorom zodpovedá za evidenciu a vykonanie </w:t>
      </w:r>
      <w:r w:rsidRPr="00D30AD2">
        <w:rPr>
          <w:rFonts w:ascii="Times New Roman" w:hAnsi="Times New Roman" w:cs="Times New Roman"/>
          <w:color w:val="000000"/>
        </w:rPr>
        <w:t xml:space="preserve">záverečného vyúčtovania </w:t>
      </w:r>
      <w:r w:rsidRPr="00D30AD2">
        <w:rPr>
          <w:rFonts w:ascii="Times New Roman" w:hAnsi="Times New Roman" w:cs="Times New Roman"/>
        </w:rPr>
        <w:t xml:space="preserve">Erasmus Mobility študentov, učiteľov a pracovníkov vysokej školy pre Národnú agentúru programu Erasmus+ pre vzdelávanie a odbornú prípravu.                          </w:t>
      </w:r>
    </w:p>
    <w:p w:rsidR="00A11135" w:rsidRDefault="00A11135">
      <w:pPr>
        <w:pStyle w:val="Alaprtelmezettstlus"/>
        <w:tabs>
          <w:tab w:val="left" w:pos="10773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11135" w:rsidRPr="00D30AD2" w:rsidRDefault="00A11135">
      <w:pPr>
        <w:pStyle w:val="Alaprtelmezettstlus"/>
        <w:tabs>
          <w:tab w:val="left" w:pos="10773"/>
        </w:tabs>
        <w:jc w:val="center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  <w:b/>
          <w:bCs/>
          <w:sz w:val="28"/>
          <w:szCs w:val="28"/>
        </w:rPr>
        <w:t>Čl. 6</w:t>
      </w:r>
    </w:p>
    <w:p w:rsidR="00A11135" w:rsidRPr="00D30AD2" w:rsidRDefault="00A11135" w:rsidP="004E535C">
      <w:pPr>
        <w:pStyle w:val="Alaprtelmezettstlus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30AD2">
        <w:rPr>
          <w:rFonts w:ascii="Times New Roman" w:hAnsi="Times New Roman" w:cs="Times New Roman"/>
          <w:b/>
          <w:bCs/>
          <w:sz w:val="28"/>
          <w:szCs w:val="28"/>
        </w:rPr>
        <w:t>Komisia Erasmus+ na UJS</w:t>
      </w:r>
    </w:p>
    <w:p w:rsidR="00A11135" w:rsidRPr="00D30AD2" w:rsidRDefault="00A11135" w:rsidP="003A7F53">
      <w:pPr>
        <w:pStyle w:val="Alaprtelmezettstlus"/>
        <w:numPr>
          <w:ilvl w:val="0"/>
          <w:numId w:val="8"/>
          <w:numberingChange w:id="65" w:author="Unknown" w:date="2014-09-02T11:52:00Z" w:original="%1:1:0:.)"/>
        </w:numPr>
        <w:ind w:left="720" w:hanging="540"/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</w:rPr>
        <w:t>Komisia programu Erasmus+ na UJS je zároveň komisiou pre schvaľovanie kandidátov na mobilitu študentov a pre schvaľovanie kandidátov na mobilitu učiteľov a zamestnancov (ďalej len „komisia”). Komisia má 7 členov, pričom jej predsedom je prorektor pre zahraničné vzťahy.</w:t>
      </w:r>
    </w:p>
    <w:p w:rsidR="00A11135" w:rsidRPr="00D30AD2" w:rsidRDefault="00A11135" w:rsidP="003A7F53">
      <w:pPr>
        <w:pStyle w:val="Alaprtelmezettstlus"/>
        <w:numPr>
          <w:ilvl w:val="0"/>
          <w:numId w:val="8"/>
          <w:numberingChange w:id="66" w:author="Unknown" w:date="2014-09-02T11:52:00Z" w:original="%1:2:0:.)"/>
        </w:numPr>
        <w:tabs>
          <w:tab w:val="left" w:pos="360"/>
        </w:tabs>
        <w:ind w:hanging="180"/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</w:rPr>
        <w:t>Členmi komisie sú:</w:t>
      </w:r>
    </w:p>
    <w:p w:rsidR="00A11135" w:rsidRPr="00D30AD2" w:rsidRDefault="00A11135" w:rsidP="003A7F53">
      <w:pPr>
        <w:pStyle w:val="Alaprtelmezettstlus"/>
        <w:numPr>
          <w:ilvl w:val="1"/>
          <w:numId w:val="8"/>
          <w:numberingChange w:id="67" w:author="Unknown" w:date="2014-09-02T11:52:00Z" w:original="-"/>
        </w:numPr>
        <w:tabs>
          <w:tab w:val="left" w:pos="1080"/>
          <w:tab w:val="left" w:pos="2160"/>
        </w:tabs>
        <w:ind w:left="1080"/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</w:rPr>
        <w:t>prorektor pre zahraničné vzťahy;</w:t>
      </w:r>
    </w:p>
    <w:p w:rsidR="00A11135" w:rsidRPr="00D30AD2" w:rsidRDefault="00A11135" w:rsidP="003A7F53">
      <w:pPr>
        <w:pStyle w:val="Alaprtelmezettstlus"/>
        <w:numPr>
          <w:ilvl w:val="1"/>
          <w:numId w:val="8"/>
          <w:numberingChange w:id="68" w:author="Unknown" w:date="2014-09-02T11:52:00Z" w:original="-"/>
        </w:numPr>
        <w:tabs>
          <w:tab w:val="left" w:pos="1080"/>
          <w:tab w:val="left" w:pos="2160"/>
        </w:tabs>
        <w:ind w:left="1080"/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</w:rPr>
        <w:t>prorektor pre vzdelávanie a starostlivosť o študentov;</w:t>
      </w:r>
    </w:p>
    <w:p w:rsidR="00A11135" w:rsidRPr="00D30AD2" w:rsidRDefault="00A11135" w:rsidP="003A7F53">
      <w:pPr>
        <w:pStyle w:val="Alaprtelmezettstlus"/>
        <w:numPr>
          <w:ilvl w:val="1"/>
          <w:numId w:val="8"/>
          <w:numberingChange w:id="69" w:author="Unknown" w:date="2014-09-02T11:52:00Z" w:original="-"/>
        </w:numPr>
        <w:tabs>
          <w:tab w:val="left" w:pos="1080"/>
          <w:tab w:val="left" w:pos="2160"/>
        </w:tabs>
        <w:ind w:left="1080"/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</w:rPr>
        <w:t>kvestor;</w:t>
      </w:r>
    </w:p>
    <w:p w:rsidR="00A11135" w:rsidRPr="00D30AD2" w:rsidRDefault="00A11135" w:rsidP="003A7F53">
      <w:pPr>
        <w:pStyle w:val="Alaprtelmezettstlus"/>
        <w:numPr>
          <w:ilvl w:val="1"/>
          <w:numId w:val="8"/>
          <w:numberingChange w:id="70" w:author="Unknown" w:date="2014-09-02T11:52:00Z" w:original="-"/>
        </w:numPr>
        <w:tabs>
          <w:tab w:val="left" w:pos="1080"/>
          <w:tab w:val="left" w:pos="2160"/>
        </w:tabs>
        <w:ind w:left="1080"/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</w:rPr>
        <w:t>fakultní koordinátori;</w:t>
      </w:r>
    </w:p>
    <w:p w:rsidR="00A11135" w:rsidRPr="00D30AD2" w:rsidRDefault="00A11135" w:rsidP="003A7F53">
      <w:pPr>
        <w:pStyle w:val="Alaprtelmezettstlus"/>
        <w:numPr>
          <w:ilvl w:val="1"/>
          <w:numId w:val="8"/>
          <w:numberingChange w:id="71" w:author="Unknown" w:date="2014-09-02T11:52:00Z" w:original="-"/>
        </w:numPr>
        <w:tabs>
          <w:tab w:val="left" w:pos="1080"/>
          <w:tab w:val="left" w:pos="2160"/>
        </w:tabs>
        <w:ind w:left="1080"/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</w:rPr>
        <w:t>univerzitný Erasmus+ koordinátor.</w:t>
      </w:r>
    </w:p>
    <w:p w:rsidR="00A11135" w:rsidRPr="00D30AD2" w:rsidRDefault="00A11135" w:rsidP="003A7F53">
      <w:pPr>
        <w:pStyle w:val="Alaprtelmezettstlus"/>
        <w:numPr>
          <w:ilvl w:val="0"/>
          <w:numId w:val="8"/>
          <w:numberingChange w:id="72" w:author="Unknown" w:date="2014-09-02T11:52:00Z" w:original="%1:3:0:.)"/>
        </w:numPr>
        <w:tabs>
          <w:tab w:val="left" w:pos="360"/>
        </w:tabs>
        <w:ind w:hanging="180"/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</w:rPr>
        <w:t>Členov komisie menuje rektor UJS.</w:t>
      </w:r>
    </w:p>
    <w:p w:rsidR="00A11135" w:rsidRPr="00D30AD2" w:rsidRDefault="00A11135" w:rsidP="003A7F53">
      <w:pPr>
        <w:pStyle w:val="Alaprtelmezettstlus"/>
        <w:numPr>
          <w:ilvl w:val="0"/>
          <w:numId w:val="8"/>
          <w:numberingChange w:id="73" w:author="Unknown" w:date="2014-09-02T11:52:00Z" w:original="%1:4:0:.)"/>
        </w:numPr>
        <w:ind w:hanging="180"/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</w:rPr>
        <w:t>Hlavné úlohy komisie sú nasledujúce:</w:t>
      </w:r>
    </w:p>
    <w:p w:rsidR="00A11135" w:rsidRPr="00D30AD2" w:rsidRDefault="00A11135" w:rsidP="003D743C">
      <w:pPr>
        <w:pStyle w:val="Alaprtelmezettstlus"/>
        <w:numPr>
          <w:ilvl w:val="0"/>
          <w:numId w:val="15"/>
          <w:numberingChange w:id="74" w:author="Unknown" w:date="2014-09-02T11:52:00Z" w:original="%1:1:4:)"/>
        </w:numPr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</w:rPr>
        <w:t>na základe návrhov fakultných koordinátorov schvaľuje študijný pobyt a stáž navrhnutým študentom (maximálne do výšky stanovenej kvóty študentov na UJS), dĺžku pobytu v mesiacoch a pridelenie grantu;</w:t>
      </w:r>
    </w:p>
    <w:p w:rsidR="00A11135" w:rsidRPr="00D30AD2" w:rsidRDefault="00A11135" w:rsidP="003D743C">
      <w:pPr>
        <w:pStyle w:val="Alaprtelmezettstlus"/>
        <w:numPr>
          <w:ilvl w:val="0"/>
          <w:numId w:val="15"/>
          <w:numberingChange w:id="75" w:author="Unknown" w:date="2014-09-02T11:52:00Z" w:original="%1:2:4:)"/>
        </w:numPr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</w:rPr>
        <w:t>na základe návrhov fakultných koordinátorov schvaľuje prednáškový pobyt navrhnutým učiteľom (maximálne do výšky stanovenej kvóty učiteľov na UJS), dĺžku pobytu v dňoch a pridelenie grantu;</w:t>
      </w:r>
    </w:p>
    <w:p w:rsidR="00A11135" w:rsidRPr="00D30AD2" w:rsidRDefault="00A11135" w:rsidP="003D743C">
      <w:pPr>
        <w:pStyle w:val="Alaprtelmezettstlus"/>
        <w:numPr>
          <w:ilvl w:val="0"/>
          <w:numId w:val="15"/>
          <w:numberingChange w:id="76" w:author="Unknown" w:date="2014-09-02T11:52:00Z" w:original="%1:3:4:)"/>
        </w:numPr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</w:rPr>
        <w:t>na základe návrhov univerzitného a fakultných koordinátorov realizuje výberové konanie a schvaľuje mobility nepedagogických zamestnancov (maximálne do výšky stanovenej kvóty pracovníkov na UJS), dĺžku školenia v dňoch a pridelenie grantu;</w:t>
      </w:r>
    </w:p>
    <w:p w:rsidR="00A11135" w:rsidRPr="00D30AD2" w:rsidRDefault="00A11135" w:rsidP="003D743C">
      <w:pPr>
        <w:pStyle w:val="Alaprtelmezettstlus"/>
        <w:numPr>
          <w:ilvl w:val="0"/>
          <w:numId w:val="15"/>
          <w:numberingChange w:id="77" w:author="Unknown" w:date="2014-09-02T11:52:00Z" w:original="%1:4:4:)"/>
        </w:numPr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</w:rPr>
        <w:t xml:space="preserve">stanovuje konečné poradie uchádzačov </w:t>
      </w:r>
      <w:r>
        <w:rPr>
          <w:rFonts w:ascii="Times New Roman" w:hAnsi="Times New Roman" w:cs="Times New Roman"/>
        </w:rPr>
        <w:t>o</w:t>
      </w:r>
      <w:r w:rsidRPr="00D30AD2">
        <w:rPr>
          <w:rFonts w:ascii="Times New Roman" w:hAnsi="Times New Roman" w:cs="Times New Roman"/>
        </w:rPr>
        <w:t xml:space="preserve"> mobilitu Erasmus+;</w:t>
      </w:r>
    </w:p>
    <w:p w:rsidR="00A11135" w:rsidRPr="00D30AD2" w:rsidRDefault="00A11135" w:rsidP="003D743C">
      <w:pPr>
        <w:pStyle w:val="Alaprtelmezettstlus"/>
        <w:numPr>
          <w:ilvl w:val="0"/>
          <w:numId w:val="15"/>
          <w:numberingChange w:id="78" w:author="Unknown" w:date="2014-09-02T11:52:00Z" w:original="%1:5:4:)"/>
        </w:numPr>
        <w:jc w:val="both"/>
        <w:rPr>
          <w:rFonts w:ascii="Times New Roman" w:hAnsi="Times New Roman" w:cs="Times New Roman"/>
          <w:color w:val="000000"/>
        </w:rPr>
      </w:pPr>
      <w:r w:rsidRPr="00D30AD2">
        <w:rPr>
          <w:rFonts w:ascii="Times New Roman" w:hAnsi="Times New Roman" w:cs="Times New Roman"/>
        </w:rPr>
        <w:t xml:space="preserve">na základe návrhu univerzitného koordinátora prerokuje </w:t>
      </w:r>
      <w:r w:rsidRPr="00D30AD2">
        <w:rPr>
          <w:rFonts w:ascii="Times New Roman" w:hAnsi="Times New Roman" w:cs="Times New Roman"/>
          <w:color w:val="000000"/>
        </w:rPr>
        <w:t>Záverečné vyúčtovanie čerpania finančných prostriedkov;</w:t>
      </w:r>
    </w:p>
    <w:p w:rsidR="00A11135" w:rsidRPr="00D30AD2" w:rsidRDefault="00A11135" w:rsidP="003D743C">
      <w:pPr>
        <w:pStyle w:val="Alaprtelmezettstlus"/>
        <w:numPr>
          <w:ilvl w:val="0"/>
          <w:numId w:val="15"/>
          <w:numberingChange w:id="79" w:author="Unknown" w:date="2014-09-02T11:52:00Z" w:original="%1:6:4:)"/>
        </w:numPr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  <w:color w:val="000000"/>
        </w:rPr>
        <w:t>schvaľuje predĺženie Erasmus+ pobytu študentov a podľa finančných možnost</w:t>
      </w:r>
      <w:r>
        <w:rPr>
          <w:rFonts w:ascii="Times New Roman" w:hAnsi="Times New Roman" w:cs="Times New Roman"/>
          <w:color w:val="000000"/>
        </w:rPr>
        <w:t>í</w:t>
      </w:r>
      <w:r w:rsidRPr="00D30AD2">
        <w:rPr>
          <w:rFonts w:ascii="Times New Roman" w:hAnsi="Times New Roman" w:cs="Times New Roman"/>
          <w:color w:val="000000"/>
        </w:rPr>
        <w:t xml:space="preserve"> odsúhlasí finančnú podporu na predĺženie mobility.</w:t>
      </w:r>
    </w:p>
    <w:p w:rsidR="00A11135" w:rsidRPr="00D30AD2" w:rsidRDefault="00A11135" w:rsidP="003A7F53">
      <w:pPr>
        <w:pStyle w:val="Alaprtelmezettstlus"/>
        <w:numPr>
          <w:ilvl w:val="0"/>
          <w:numId w:val="8"/>
          <w:numberingChange w:id="80" w:author="Unknown" w:date="2014-09-02T11:52:00Z" w:original="%1:5:0:.)"/>
        </w:numPr>
        <w:spacing w:before="120" w:after="0"/>
        <w:ind w:left="540"/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</w:rPr>
        <w:t>Komisia sa riadi smernicami, administratívnou a finančnou príručkou pre vysoké školy programu E</w:t>
      </w:r>
      <w:r>
        <w:rPr>
          <w:rFonts w:ascii="Times New Roman" w:hAnsi="Times New Roman" w:cs="Times New Roman"/>
        </w:rPr>
        <w:t>rasmus</w:t>
      </w:r>
      <w:r w:rsidRPr="00D30AD2">
        <w:rPr>
          <w:rFonts w:ascii="Times New Roman" w:hAnsi="Times New Roman" w:cs="Times New Roman"/>
        </w:rPr>
        <w:t>+ a ďalšími dokumentmi programu Erasmus+ uverejnenými na webovej stránke Národnej agentúry programu Erasmus+ pre vzdelávanie a odbornú prípravu (http://www.erasmusplus.sk).</w:t>
      </w:r>
    </w:p>
    <w:p w:rsidR="00A11135" w:rsidRPr="00D30AD2" w:rsidRDefault="00A11135" w:rsidP="003A7F53">
      <w:pPr>
        <w:pStyle w:val="Alaprtelmezettstlus"/>
        <w:numPr>
          <w:ilvl w:val="0"/>
          <w:numId w:val="8"/>
          <w:numberingChange w:id="81" w:author="Unknown" w:date="2014-09-02T11:52:00Z" w:original="%1:6:0:.)"/>
        </w:numPr>
        <w:tabs>
          <w:tab w:val="left" w:pos="540"/>
        </w:tabs>
        <w:spacing w:before="120" w:after="0"/>
        <w:ind w:hanging="180"/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</w:rPr>
        <w:t>Činnosť komisie:</w:t>
      </w:r>
    </w:p>
    <w:p w:rsidR="00A11135" w:rsidRPr="00D30AD2" w:rsidRDefault="00A11135" w:rsidP="003A7F53">
      <w:pPr>
        <w:pStyle w:val="Alaprtelmezettstlus"/>
        <w:numPr>
          <w:ilvl w:val="0"/>
          <w:numId w:val="16"/>
          <w:numberingChange w:id="82" w:author="Unknown" w:date="2014-09-02T11:52:00Z" w:original="%1:1:4:)"/>
        </w:numPr>
        <w:tabs>
          <w:tab w:val="clear" w:pos="1260"/>
          <w:tab w:val="num" w:pos="900"/>
        </w:tabs>
        <w:ind w:left="900"/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</w:rPr>
        <w:t>Zasadnutie komisie zvoláva na pokyn prorektora pre zahraničné vzťahy</w:t>
      </w:r>
      <w:r>
        <w:rPr>
          <w:rFonts w:ascii="Times New Roman" w:hAnsi="Times New Roman" w:cs="Times New Roman"/>
        </w:rPr>
        <w:t xml:space="preserve"> </w:t>
      </w:r>
      <w:r w:rsidRPr="00D30AD2">
        <w:rPr>
          <w:rFonts w:ascii="Times New Roman" w:hAnsi="Times New Roman" w:cs="Times New Roman"/>
        </w:rPr>
        <w:t xml:space="preserve">univerzitný koordinátor písomne alebo elektronickou poštou podľa potreby, minimálne </w:t>
      </w:r>
      <w:r>
        <w:rPr>
          <w:rFonts w:ascii="Times New Roman" w:hAnsi="Times New Roman" w:cs="Times New Roman"/>
        </w:rPr>
        <w:t>dva</w:t>
      </w:r>
      <w:r w:rsidRPr="00D30AD2">
        <w:rPr>
          <w:rFonts w:ascii="Times New Roman" w:hAnsi="Times New Roman" w:cs="Times New Roman"/>
        </w:rPr>
        <w:t>krát ročne. Pozvánka obsahuje termín, miesto a program zasadnutia</w:t>
      </w:r>
      <w:r>
        <w:rPr>
          <w:rFonts w:ascii="Times New Roman" w:hAnsi="Times New Roman" w:cs="Times New Roman"/>
        </w:rPr>
        <w:t>;</w:t>
      </w:r>
    </w:p>
    <w:p w:rsidR="00A11135" w:rsidRPr="00D30AD2" w:rsidRDefault="00A11135" w:rsidP="003A7F53">
      <w:pPr>
        <w:pStyle w:val="Alaprtelmezettstlus"/>
        <w:numPr>
          <w:ilvl w:val="0"/>
          <w:numId w:val="16"/>
          <w:numberingChange w:id="83" w:author="Unknown" w:date="2014-09-02T11:52:00Z" w:original="%1:2:4:)"/>
        </w:numPr>
        <w:tabs>
          <w:tab w:val="left" w:pos="900"/>
        </w:tabs>
        <w:ind w:hanging="720"/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</w:rPr>
        <w:t>Komisia je uznášaniaschopná, ak je prítomná nadpolovičná väčšina členov komisie</w:t>
      </w:r>
      <w:r>
        <w:rPr>
          <w:rFonts w:ascii="Times New Roman" w:hAnsi="Times New Roman" w:cs="Times New Roman"/>
        </w:rPr>
        <w:t>;</w:t>
      </w:r>
    </w:p>
    <w:p w:rsidR="00A11135" w:rsidRPr="00D30AD2" w:rsidRDefault="00A11135" w:rsidP="003A7F53">
      <w:pPr>
        <w:pStyle w:val="Alaprtelmezettstlus"/>
        <w:numPr>
          <w:ilvl w:val="0"/>
          <w:numId w:val="16"/>
          <w:numberingChange w:id="84" w:author="Unknown" w:date="2014-09-02T11:52:00Z" w:original="%1:3:4:)"/>
        </w:numPr>
        <w:tabs>
          <w:tab w:val="clear" w:pos="1260"/>
          <w:tab w:val="left" w:pos="900"/>
        </w:tabs>
        <w:ind w:left="900"/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</w:rPr>
        <w:t>Výsledky schvaľovania Erasmus+ mobilít sa zaznamenajú formou zápisu, ktorý podpíšu všetci prítomní členovia komisie</w:t>
      </w:r>
      <w:r>
        <w:rPr>
          <w:rFonts w:ascii="Times New Roman" w:hAnsi="Times New Roman" w:cs="Times New Roman"/>
        </w:rPr>
        <w:t>;</w:t>
      </w:r>
    </w:p>
    <w:p w:rsidR="00A11135" w:rsidRPr="00D30AD2" w:rsidRDefault="00A11135" w:rsidP="003A7F53">
      <w:pPr>
        <w:pStyle w:val="Alaprtelmezettstlus"/>
        <w:numPr>
          <w:ilvl w:val="0"/>
          <w:numId w:val="16"/>
          <w:numberingChange w:id="85" w:author="Unknown" w:date="2014-09-02T11:52:00Z" w:original="%1:4:4:)"/>
        </w:numPr>
        <w:tabs>
          <w:tab w:val="clear" w:pos="1260"/>
          <w:tab w:val="num" w:pos="900"/>
        </w:tabs>
        <w:ind w:left="900"/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</w:rPr>
        <w:t>Na schválenie konečného poradia účastníkov mobility je potrebný súhlas nadpolovičnej väčšiny prítomných členov komisie</w:t>
      </w:r>
      <w:r>
        <w:rPr>
          <w:rFonts w:ascii="Times New Roman" w:hAnsi="Times New Roman" w:cs="Times New Roman"/>
        </w:rPr>
        <w:t>;</w:t>
      </w:r>
    </w:p>
    <w:p w:rsidR="00A11135" w:rsidRPr="00D30AD2" w:rsidRDefault="00A11135" w:rsidP="003A7F53">
      <w:pPr>
        <w:pStyle w:val="Alaprtelmezettstlus"/>
        <w:numPr>
          <w:ilvl w:val="0"/>
          <w:numId w:val="16"/>
          <w:numberingChange w:id="86" w:author="Unknown" w:date="2014-09-02T11:52:00Z" w:original="%1:5:4:)"/>
        </w:numPr>
        <w:tabs>
          <w:tab w:val="clear" w:pos="1260"/>
          <w:tab w:val="num" w:pos="900"/>
        </w:tabs>
        <w:ind w:left="900"/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</w:rPr>
        <w:t>Členovia komisie môžu rokovať aj elektronickou korešpondenciou a schvaľovať uznesenia aj formou elektronického hlasovania – per rollam.</w:t>
      </w:r>
    </w:p>
    <w:p w:rsidR="00A11135" w:rsidRPr="00D30AD2" w:rsidRDefault="00A11135">
      <w:pPr>
        <w:pStyle w:val="Alaprtelmezettstlus"/>
        <w:jc w:val="both"/>
        <w:rPr>
          <w:rFonts w:ascii="Times New Roman" w:hAnsi="Times New Roman" w:cs="Times New Roman"/>
        </w:rPr>
      </w:pPr>
    </w:p>
    <w:p w:rsidR="00A11135" w:rsidRPr="00D30AD2" w:rsidRDefault="00A11135">
      <w:pPr>
        <w:pStyle w:val="Alaprtelmezettstlus"/>
        <w:tabs>
          <w:tab w:val="left" w:pos="10773"/>
        </w:tabs>
        <w:jc w:val="center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  <w:b/>
          <w:bCs/>
          <w:sz w:val="28"/>
          <w:szCs w:val="28"/>
        </w:rPr>
        <w:t>Čl. 7</w:t>
      </w:r>
    </w:p>
    <w:p w:rsidR="00A11135" w:rsidRPr="00D30AD2" w:rsidRDefault="00A11135" w:rsidP="006719ED">
      <w:pPr>
        <w:pStyle w:val="Alaprtelmezettstlus"/>
        <w:jc w:val="center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  <w:b/>
          <w:bCs/>
          <w:sz w:val="28"/>
          <w:szCs w:val="28"/>
        </w:rPr>
        <w:t xml:space="preserve">Postup pri príprave a realizácii študentskej mobility v rámci programu Erasmus+ za účelom štúdia </w:t>
      </w:r>
    </w:p>
    <w:p w:rsidR="00A11135" w:rsidRPr="00D30AD2" w:rsidRDefault="00A11135" w:rsidP="00DC55A7">
      <w:pPr>
        <w:pStyle w:val="Alaprtelmezettstlus"/>
        <w:numPr>
          <w:ilvl w:val="0"/>
          <w:numId w:val="4"/>
          <w:numberingChange w:id="87" w:author="Unknown" w:date="2014-09-02T11:52:00Z" w:original="%1:1:0:.)"/>
        </w:numPr>
        <w:ind w:left="540"/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  <w:lang w:eastAsia="ar-SA" w:bidi="ar-SA"/>
        </w:rPr>
        <w:t xml:space="preserve">Erasmus+ študijný pobyt je absolvovanie časti štúdia v zahraničí s finančnou podporou </w:t>
      </w:r>
      <w:r>
        <w:rPr>
          <w:rFonts w:ascii="Times New Roman" w:hAnsi="Times New Roman" w:cs="Times New Roman"/>
          <w:lang w:eastAsia="ar-SA" w:bidi="ar-SA"/>
        </w:rPr>
        <w:t xml:space="preserve"> </w:t>
      </w:r>
      <w:r w:rsidRPr="00D30AD2">
        <w:rPr>
          <w:rFonts w:ascii="Times New Roman" w:hAnsi="Times New Roman" w:cs="Times New Roman"/>
          <w:lang w:eastAsia="ar-SA" w:bidi="ar-SA"/>
        </w:rPr>
        <w:t>Európskej únie. Štúdium v zahraničí musí byť plne uznané domácou vysokoškolskou inštitúciou a nahrádza porovnateľné obdobie štúdia na domácej vysokej škole. Na mobilitu Erasmus+ sa môže prihlásiť každý študent riadne zapísaný v niektorom študijnom programe UJS, ktorý ukončil prvý ročník prvého stupňa vysokoškolského štúdia, ktorý je občanom SR, členského štátu EU, alebo ostatných štátov, ktoré participujú v programe. Každý študent môže absolvovať Erasmus+ mobilitu (študijný pobyt alebo stáž) na každom stupni svojho štúdia, pričom dĺžka pobytu na všetkých stupňoch štúdia spolu nemôže presiahnuť 12 mesiacov. Po ukončení študijného pobytu v zahraničí študent odovzdá písomný doklad o absolvovaní dohodnutého štúdia spolu s výpisom dosiahnutých výsledkov štúdia. Erasmus+ mobilitu je možné absolvovať len na tej vysokoškolskej inštitúcii, s ktorou má UJS uzavretú platnú Erasmus+ dohodu. Na zahraničnej univerzite musí študent absolvovať štúdium minimálne 20 ECTS kreditov za semester, za dva semestre spolu minimálne 40 ECTS kreditov.</w:t>
      </w:r>
    </w:p>
    <w:p w:rsidR="00A11135" w:rsidRPr="00D30AD2" w:rsidRDefault="00A11135" w:rsidP="00DC55A7">
      <w:pPr>
        <w:pStyle w:val="Alaprtelmezettstlus"/>
        <w:numPr>
          <w:ilvl w:val="0"/>
          <w:numId w:val="4"/>
          <w:numberingChange w:id="88" w:author="Unknown" w:date="2014-09-02T11:52:00Z" w:original="%1:2:0:.)"/>
        </w:numPr>
        <w:ind w:left="540"/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  <w:lang w:eastAsia="ar-SA" w:bidi="ar-SA"/>
        </w:rPr>
        <w:t>Postup pri príprave študentskej mobility za účelom štúdia v rámci programu Erasmus+:</w:t>
      </w:r>
    </w:p>
    <w:p w:rsidR="00A11135" w:rsidRPr="00D30AD2" w:rsidRDefault="00A11135" w:rsidP="006719ED">
      <w:pPr>
        <w:pStyle w:val="Alaprtelmezettstlus"/>
        <w:numPr>
          <w:ilvl w:val="0"/>
          <w:numId w:val="23"/>
          <w:numberingChange w:id="89" w:author="Unknown" w:date="2014-09-02T11:52:00Z" w:original="%1:1:4:)"/>
        </w:numPr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  <w:lang w:eastAsia="ar-SA" w:bidi="ar-SA"/>
        </w:rPr>
        <w:t xml:space="preserve">Študent ktorý má záujem realizovať Erasmus+ mobilitu na partnerskej univerzite v zahraničí si vyberie zo zoznamu Erasmus+ partnerov (Zoznam partnerských vysokoškolských inštitúcií UJS programu Erasmus+) univerzitu, s ktorou má </w:t>
      </w:r>
      <w:r>
        <w:rPr>
          <w:rFonts w:ascii="Times New Roman" w:hAnsi="Times New Roman" w:cs="Times New Roman"/>
          <w:lang w:eastAsia="ar-SA" w:bidi="ar-SA"/>
        </w:rPr>
        <w:t>UJS</w:t>
      </w:r>
      <w:r w:rsidRPr="00D30AD2">
        <w:rPr>
          <w:rFonts w:ascii="Times New Roman" w:hAnsi="Times New Roman" w:cs="Times New Roman"/>
          <w:lang w:eastAsia="ar-SA" w:bidi="ar-SA"/>
        </w:rPr>
        <w:t xml:space="preserve"> podpísanú platnú Erasmus+ dohodu a ktoré sú zverejnené na webovej stránke UJS</w:t>
      </w:r>
      <w:r>
        <w:rPr>
          <w:rFonts w:ascii="Times New Roman" w:hAnsi="Times New Roman" w:cs="Times New Roman"/>
          <w:lang w:eastAsia="ar-SA" w:bidi="ar-SA"/>
        </w:rPr>
        <w:t>;</w:t>
      </w:r>
    </w:p>
    <w:p w:rsidR="00A11135" w:rsidRPr="00D30AD2" w:rsidRDefault="00A11135" w:rsidP="006719ED">
      <w:pPr>
        <w:pStyle w:val="Alaprtelmezettstlus"/>
        <w:numPr>
          <w:ilvl w:val="0"/>
          <w:numId w:val="23"/>
          <w:numberingChange w:id="90" w:author="Unknown" w:date="2014-09-02T11:52:00Z" w:original="%1:2:4:)"/>
        </w:numPr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  <w:lang w:eastAsia="ar-SA" w:bidi="ar-SA"/>
        </w:rPr>
        <w:t>Študent vyplní Prihlášku na výmenné štúdium (Student exchanges study application form, príloha 1) a spolu s motivačným listom a štruktúrovaným životopisom doručí fakultnému koordinátorovi do termínu stanoveného univerzitným koordinátorom</w:t>
      </w:r>
      <w:r>
        <w:rPr>
          <w:rFonts w:ascii="Times New Roman" w:hAnsi="Times New Roman" w:cs="Times New Roman"/>
          <w:lang w:eastAsia="ar-SA" w:bidi="ar-SA"/>
        </w:rPr>
        <w:t xml:space="preserve">, </w:t>
      </w:r>
      <w:r w:rsidRPr="00D30AD2">
        <w:rPr>
          <w:rFonts w:ascii="Times New Roman" w:hAnsi="Times New Roman" w:cs="Times New Roman"/>
          <w:lang w:eastAsia="ar-SA" w:bidi="ar-SA"/>
        </w:rPr>
        <w:t xml:space="preserve"> zverejnené</w:t>
      </w:r>
      <w:r>
        <w:rPr>
          <w:rFonts w:ascii="Times New Roman" w:hAnsi="Times New Roman" w:cs="Times New Roman"/>
          <w:lang w:eastAsia="ar-SA" w:bidi="ar-SA"/>
        </w:rPr>
        <w:t>ho</w:t>
      </w:r>
      <w:r w:rsidRPr="00D30AD2">
        <w:rPr>
          <w:rFonts w:ascii="Times New Roman" w:hAnsi="Times New Roman" w:cs="Times New Roman"/>
          <w:lang w:eastAsia="ar-SA" w:bidi="ar-SA"/>
        </w:rPr>
        <w:t xml:space="preserve"> na webovej stránke UJS;</w:t>
      </w:r>
    </w:p>
    <w:p w:rsidR="00A11135" w:rsidRPr="00D30AD2" w:rsidRDefault="00A11135" w:rsidP="006719ED">
      <w:pPr>
        <w:pStyle w:val="Alaprtelmezettstlus"/>
        <w:numPr>
          <w:ilvl w:val="0"/>
          <w:numId w:val="23"/>
          <w:numberingChange w:id="91" w:author="Unknown" w:date="2014-09-02T11:52:00Z" w:original="%1:3:4:)"/>
        </w:numPr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  <w:lang w:eastAsia="ar-SA" w:bidi="ar-SA"/>
        </w:rPr>
        <w:t>Fakultný koordinátor po formálnej kontrole postúpi tieto prihlášky univerzitnému koordinátorovi, pričom si ponechá jednu kópiu z každej prihlášky</w:t>
      </w:r>
      <w:r>
        <w:rPr>
          <w:rFonts w:ascii="Times New Roman" w:hAnsi="Times New Roman" w:cs="Times New Roman"/>
          <w:lang w:eastAsia="ar-SA" w:bidi="ar-SA"/>
        </w:rPr>
        <w:t>;</w:t>
      </w:r>
    </w:p>
    <w:p w:rsidR="00A11135" w:rsidRPr="00D30AD2" w:rsidRDefault="00A11135" w:rsidP="006719ED">
      <w:pPr>
        <w:pStyle w:val="Alaprtelmezettstlus"/>
        <w:numPr>
          <w:ilvl w:val="0"/>
          <w:numId w:val="23"/>
          <w:numberingChange w:id="92" w:author="Unknown" w:date="2014-09-02T11:52:00Z" w:original="%1:4:4:)"/>
        </w:numPr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  <w:lang w:eastAsia="ar-SA" w:bidi="ar-SA"/>
        </w:rPr>
        <w:t xml:space="preserve">Fakultný koordinátor v spolupráci s katedrovými koordinátormi realizuje výberové konanie, vyhodnotia doručené prihlášky a navrhnú poradie uchádzačov na jednotlivé študijné programy partnerských univerzít zapojených do programu Erasmus+. Po zostavení poradia uchádzačov </w:t>
      </w:r>
      <w:r>
        <w:rPr>
          <w:rFonts w:ascii="Times New Roman" w:hAnsi="Times New Roman" w:cs="Times New Roman"/>
          <w:lang w:eastAsia="ar-SA" w:bidi="ar-SA"/>
        </w:rPr>
        <w:t>návrh</w:t>
      </w:r>
      <w:r w:rsidRPr="00D30AD2">
        <w:rPr>
          <w:rFonts w:ascii="Times New Roman" w:hAnsi="Times New Roman" w:cs="Times New Roman"/>
          <w:lang w:eastAsia="ar-SA" w:bidi="ar-SA"/>
        </w:rPr>
        <w:t xml:space="preserve"> doručia univerzitnému koordinátorovi do jedného mesiaca od termínu odovzdania prihlášok</w:t>
      </w:r>
      <w:r>
        <w:rPr>
          <w:rFonts w:ascii="Times New Roman" w:hAnsi="Times New Roman" w:cs="Times New Roman"/>
          <w:lang w:eastAsia="ar-SA" w:bidi="ar-SA"/>
        </w:rPr>
        <w:t>;</w:t>
      </w:r>
    </w:p>
    <w:p w:rsidR="00A11135" w:rsidRPr="00D30AD2" w:rsidRDefault="00A11135" w:rsidP="006719ED">
      <w:pPr>
        <w:pStyle w:val="Alaprtelmezettstlus"/>
        <w:numPr>
          <w:ilvl w:val="0"/>
          <w:numId w:val="23"/>
          <w:numberingChange w:id="93" w:author="Unknown" w:date="2014-09-02T11:52:00Z" w:original="%1:5:4:)"/>
        </w:numPr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  <w:lang w:eastAsia="ar-SA" w:bidi="ar-SA"/>
        </w:rPr>
        <w:t>Schválenie Erasmus+ mobility na štúdium študentov prebieha podľa Čl. 6. tejto smernice</w:t>
      </w:r>
      <w:r>
        <w:rPr>
          <w:rFonts w:ascii="Times New Roman" w:hAnsi="Times New Roman" w:cs="Times New Roman"/>
          <w:lang w:eastAsia="ar-SA" w:bidi="ar-SA"/>
        </w:rPr>
        <w:t>;</w:t>
      </w:r>
      <w:r w:rsidRPr="00D30AD2">
        <w:rPr>
          <w:rFonts w:ascii="Times New Roman" w:hAnsi="Times New Roman" w:cs="Times New Roman"/>
          <w:lang w:eastAsia="ar-SA" w:bidi="ar-SA"/>
        </w:rPr>
        <w:t xml:space="preserve"> </w:t>
      </w:r>
    </w:p>
    <w:p w:rsidR="00A11135" w:rsidRPr="00D30AD2" w:rsidRDefault="00A11135" w:rsidP="006719ED">
      <w:pPr>
        <w:pStyle w:val="Alaprtelmezettstlus"/>
        <w:numPr>
          <w:ilvl w:val="0"/>
          <w:numId w:val="23"/>
          <w:numberingChange w:id="94" w:author="Unknown" w:date="2014-09-02T11:52:00Z" w:original="%1:6:4:)"/>
        </w:numPr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  <w:lang w:eastAsia="ar-SA" w:bidi="ar-SA"/>
        </w:rPr>
        <w:t xml:space="preserve">Výsledky výberového konania sa zverejnia na webovej stránke UJS a </w:t>
      </w:r>
      <w:r>
        <w:rPr>
          <w:rFonts w:ascii="Times New Roman" w:hAnsi="Times New Roman" w:cs="Times New Roman"/>
          <w:lang w:eastAsia="ar-SA" w:bidi="ar-SA"/>
        </w:rPr>
        <w:t>prostredníctvom</w:t>
      </w:r>
      <w:r w:rsidRPr="00D30AD2">
        <w:rPr>
          <w:rFonts w:ascii="Times New Roman" w:hAnsi="Times New Roman" w:cs="Times New Roman"/>
          <w:lang w:eastAsia="ar-SA" w:bidi="ar-SA"/>
        </w:rPr>
        <w:t xml:space="preserve"> AIS (Zoznam študentov schválených na Erasmus+ študijný pobyt)</w:t>
      </w:r>
      <w:r>
        <w:rPr>
          <w:rFonts w:ascii="Times New Roman" w:hAnsi="Times New Roman" w:cs="Times New Roman"/>
          <w:lang w:eastAsia="ar-SA" w:bidi="ar-SA"/>
        </w:rPr>
        <w:t>;</w:t>
      </w:r>
    </w:p>
    <w:p w:rsidR="00A11135" w:rsidRPr="00D30AD2" w:rsidRDefault="00A11135" w:rsidP="006719ED">
      <w:pPr>
        <w:pStyle w:val="Alaprtelmezettstlus"/>
        <w:numPr>
          <w:ilvl w:val="0"/>
          <w:numId w:val="23"/>
          <w:numberingChange w:id="95" w:author="Unknown" w:date="2014-09-02T11:52:00Z" w:original="%1:7:4:)"/>
        </w:numPr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</w:rPr>
        <w:t>Študent, ktorému bola schválená mobilita, predloží univerzitnému koordinátorovi najneskôr 2 týždne pred termínom stanoveným prijímajúcou inštitúciou vyplnené povinné formuláre, ktoré sa nachádzajú na webovej stránke prijímajúcej inštitúcie:</w:t>
      </w:r>
    </w:p>
    <w:p w:rsidR="00A11135" w:rsidRPr="00D30AD2" w:rsidRDefault="00A11135" w:rsidP="003A7F53">
      <w:pPr>
        <w:pStyle w:val="Alaprtelmezettstlus"/>
        <w:numPr>
          <w:ilvl w:val="1"/>
          <w:numId w:val="17"/>
          <w:numberingChange w:id="96" w:author="Unknown" w:date="2014-09-02T11:52:00Z" w:original="%2:1:0:."/>
        </w:numPr>
        <w:tabs>
          <w:tab w:val="clear" w:pos="1440"/>
          <w:tab w:val="left" w:pos="1260"/>
        </w:tabs>
        <w:ind w:left="1260"/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</w:rPr>
        <w:t xml:space="preserve">Zmluva o štúdiu (Learning agreement for studies, príloha 2 a, b) - v zmluve budú uvedené všetky predmety, ktoré študent plánuje realizovať na zahraničnej vysokej škole. </w:t>
      </w:r>
      <w:r w:rsidRPr="00D30AD2">
        <w:rPr>
          <w:rFonts w:ascii="Times New Roman" w:hAnsi="Times New Roman" w:cs="Times New Roman"/>
          <w:lang w:eastAsia="ar-SA" w:bidi="ar-SA"/>
        </w:rPr>
        <w:t>Obsah naplánovaného štúdia študent konzultuje s fakultným a katedrovým koordinátorom. Fakultný koordinátor po dohode s katedrovým koordinátorom svojim podpisom vyjadruje súhlas s plánovaným obsahom štúdia uvedeného v Zmluve o štúdiu. Študent podpísaním uvedeného dokumentu súhlasí s navrhnutou zmluvou a zodpovedá za naplnenie obsahu zmluvy a zaväzuje sa dodržiavať zásady Erasmus charty pre vysokoškolské vzdelávanie týkajúce sa mobility za účelom štúdia (Erasmus student charter, príloha 3 a,  b)</w:t>
      </w:r>
      <w:r>
        <w:rPr>
          <w:rFonts w:ascii="Times New Roman" w:hAnsi="Times New Roman" w:cs="Times New Roman"/>
          <w:lang w:eastAsia="ar-SA" w:bidi="ar-SA"/>
        </w:rPr>
        <w:t>;</w:t>
      </w:r>
      <w:r w:rsidRPr="00D30AD2">
        <w:rPr>
          <w:rFonts w:ascii="Times New Roman" w:hAnsi="Times New Roman" w:cs="Times New Roman"/>
          <w:lang w:eastAsia="ar-SA" w:bidi="ar-SA"/>
        </w:rPr>
        <w:t xml:space="preserve"> </w:t>
      </w:r>
    </w:p>
    <w:p w:rsidR="00A11135" w:rsidRPr="00D30AD2" w:rsidRDefault="00A11135" w:rsidP="003A7F53">
      <w:pPr>
        <w:pStyle w:val="Alaprtelmezettstlus"/>
        <w:numPr>
          <w:ilvl w:val="1"/>
          <w:numId w:val="17"/>
          <w:numberingChange w:id="97" w:author="Unknown" w:date="2014-09-02T11:52:00Z" w:original="%2:2:0:."/>
        </w:numPr>
        <w:tabs>
          <w:tab w:val="clear" w:pos="1440"/>
          <w:tab w:val="num" w:pos="1260"/>
          <w:tab w:val="left" w:pos="3780"/>
        </w:tabs>
        <w:ind w:left="1260"/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  <w:lang w:eastAsia="ar-SA" w:bidi="ar-SA"/>
        </w:rPr>
        <w:t>Študent požiada študijné oddelenie svojej fakulty o vydanie dokumentu z A</w:t>
      </w:r>
      <w:r>
        <w:rPr>
          <w:rFonts w:ascii="Times New Roman" w:hAnsi="Times New Roman" w:cs="Times New Roman"/>
          <w:lang w:eastAsia="ar-SA" w:bidi="ar-SA"/>
        </w:rPr>
        <w:t>IS</w:t>
      </w:r>
      <w:r w:rsidRPr="00D30AD2">
        <w:rPr>
          <w:rFonts w:ascii="Times New Roman" w:hAnsi="Times New Roman" w:cs="Times New Roman"/>
          <w:lang w:eastAsia="ar-SA" w:bidi="ar-SA"/>
        </w:rPr>
        <w:t xml:space="preserve"> Výpis výsledkov štúdia</w:t>
      </w:r>
      <w:r>
        <w:rPr>
          <w:rFonts w:ascii="Times New Roman" w:hAnsi="Times New Roman" w:cs="Times New Roman"/>
          <w:lang w:eastAsia="ar-SA" w:bidi="ar-SA"/>
        </w:rPr>
        <w:t xml:space="preserve"> </w:t>
      </w:r>
      <w:r w:rsidRPr="00D30AD2">
        <w:rPr>
          <w:rFonts w:ascii="Times New Roman" w:hAnsi="Times New Roman" w:cs="Times New Roman"/>
          <w:lang w:eastAsia="ar-SA" w:bidi="ar-SA"/>
        </w:rPr>
        <w:t>(Study result extract). Výpis musí</w:t>
      </w:r>
      <w:r w:rsidRPr="00D30AD2">
        <w:rPr>
          <w:rFonts w:ascii="Times New Roman" w:hAnsi="Times New Roman" w:cs="Times New Roman"/>
          <w:b/>
          <w:bCs/>
          <w:lang w:eastAsia="ar-SA" w:bidi="ar-SA"/>
        </w:rPr>
        <w:t> </w:t>
      </w:r>
      <w:r w:rsidRPr="00D30AD2">
        <w:rPr>
          <w:rFonts w:ascii="Times New Roman" w:hAnsi="Times New Roman" w:cs="Times New Roman"/>
          <w:lang w:eastAsia="ar-SA" w:bidi="ar-SA"/>
        </w:rPr>
        <w:t>obsahovať zoznam všetkých absolvovaných predmetov na UJS k dátumu podania prihlášky na Erasmus+ mobilitu</w:t>
      </w:r>
      <w:r>
        <w:rPr>
          <w:rFonts w:ascii="Times New Roman" w:hAnsi="Times New Roman" w:cs="Times New Roman"/>
          <w:lang w:eastAsia="ar-SA" w:bidi="ar-SA"/>
        </w:rPr>
        <w:t>;</w:t>
      </w:r>
      <w:r w:rsidRPr="00D30AD2">
        <w:rPr>
          <w:rFonts w:ascii="Times New Roman" w:hAnsi="Times New Roman" w:cs="Times New Roman"/>
          <w:lang w:eastAsia="ar-SA" w:bidi="ar-SA"/>
        </w:rPr>
        <w:t xml:space="preserve"> </w:t>
      </w:r>
    </w:p>
    <w:p w:rsidR="00A11135" w:rsidRPr="00D30AD2" w:rsidRDefault="00A11135" w:rsidP="0088059C">
      <w:pPr>
        <w:pStyle w:val="Alaprtelmezettstlus"/>
        <w:numPr>
          <w:ilvl w:val="0"/>
          <w:numId w:val="23"/>
          <w:numberingChange w:id="98" w:author="Unknown" w:date="2014-09-02T11:52:00Z" w:original="%1:8:4:)"/>
        </w:numPr>
        <w:tabs>
          <w:tab w:val="left" w:pos="3780"/>
        </w:tabs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  <w:lang w:eastAsia="ar-SA" w:bidi="ar-SA"/>
        </w:rPr>
        <w:t>Univerzitný koordinátor za účelom akceptovania nominovaných študentov na Erasmus+ študijný pobyt vyexpeduje ich materiály na príslušnú zahraničnú univerzitu</w:t>
      </w:r>
      <w:r>
        <w:rPr>
          <w:rFonts w:ascii="Times New Roman" w:hAnsi="Times New Roman" w:cs="Times New Roman"/>
          <w:lang w:eastAsia="ar-SA" w:bidi="ar-SA"/>
        </w:rPr>
        <w:t>;</w:t>
      </w:r>
    </w:p>
    <w:p w:rsidR="00A11135" w:rsidRPr="00D30AD2" w:rsidRDefault="00A11135" w:rsidP="0088059C">
      <w:pPr>
        <w:pStyle w:val="Alaprtelmezettstlus"/>
        <w:numPr>
          <w:ilvl w:val="0"/>
          <w:numId w:val="23"/>
          <w:numberingChange w:id="99" w:author="Unknown" w:date="2014-09-02T11:52:00Z" w:original="%1:9:4:)"/>
        </w:numPr>
        <w:tabs>
          <w:tab w:val="left" w:pos="3780"/>
        </w:tabs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  <w:lang w:eastAsia="ar-SA" w:bidi="ar-SA"/>
        </w:rPr>
        <w:t>V prípade, že partnerská univerzita informuje o akceptovaní študenta, Erasmus koordinátor je povinný túto informáciu elektronicky doručiť študentovi</w:t>
      </w:r>
      <w:r>
        <w:rPr>
          <w:rFonts w:ascii="Times New Roman" w:hAnsi="Times New Roman" w:cs="Times New Roman"/>
          <w:lang w:eastAsia="ar-SA" w:bidi="ar-SA"/>
        </w:rPr>
        <w:t>;</w:t>
      </w:r>
    </w:p>
    <w:p w:rsidR="00A11135" w:rsidRPr="00D30AD2" w:rsidRDefault="00A11135" w:rsidP="0088059C">
      <w:pPr>
        <w:pStyle w:val="Alaprtelmezettstlus"/>
        <w:numPr>
          <w:ilvl w:val="0"/>
          <w:numId w:val="23"/>
          <w:numberingChange w:id="100" w:author="Unknown" w:date="2014-09-02T11:52:00Z" w:original="%1:10:4:)"/>
        </w:numPr>
        <w:tabs>
          <w:tab w:val="left" w:pos="3780"/>
        </w:tabs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  <w:lang w:eastAsia="ar-SA" w:bidi="ar-SA"/>
        </w:rPr>
        <w:t>Ak hlavným vyučovacím jazykom na navštívenej univerzite je angličtina, francúzština, nemčina, taliančina, španielčina alebo holandčina, študent musí absolvovať on-line hodnotenie jazykových schopností pred mobilitou a na konci mobility prostredníctvom on-line nástroja EÚ, alebo aj v inom termíne po dohode s vysielajúcou inštitúciou. Výnimku tvoria jazyky, ktoré uchádzač ovláda na úrovni materinského jazyka</w:t>
      </w:r>
      <w:r>
        <w:rPr>
          <w:rFonts w:ascii="Times New Roman" w:hAnsi="Times New Roman" w:cs="Times New Roman"/>
          <w:lang w:eastAsia="ar-SA" w:bidi="ar-SA"/>
        </w:rPr>
        <w:t>;</w:t>
      </w:r>
    </w:p>
    <w:p w:rsidR="00A11135" w:rsidRPr="00D30AD2" w:rsidRDefault="00A11135" w:rsidP="0088059C">
      <w:pPr>
        <w:pStyle w:val="Alaprtelmezettstlus"/>
        <w:numPr>
          <w:ilvl w:val="0"/>
          <w:numId w:val="23"/>
          <w:numberingChange w:id="101" w:author="Unknown" w:date="2014-09-02T11:52:00Z" w:original="%1:11:4:)"/>
        </w:numPr>
        <w:tabs>
          <w:tab w:val="left" w:pos="3780"/>
        </w:tabs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  <w:lang w:eastAsia="ar-SA" w:bidi="ar-SA"/>
        </w:rPr>
        <w:t>Každý študent schválený na Erasmus+ mobilitu musí byť zapísaný do ročníka, v ktorom vycestuje na mobilitu, inak stráca nárok na Erasmus+ mobilitu</w:t>
      </w:r>
      <w:r>
        <w:rPr>
          <w:rFonts w:ascii="Times New Roman" w:hAnsi="Times New Roman" w:cs="Times New Roman"/>
          <w:lang w:eastAsia="ar-SA" w:bidi="ar-SA"/>
        </w:rPr>
        <w:t>;</w:t>
      </w:r>
      <w:r w:rsidRPr="00D30AD2">
        <w:rPr>
          <w:rFonts w:ascii="Times New Roman" w:hAnsi="Times New Roman" w:cs="Times New Roman"/>
          <w:lang w:eastAsia="ar-SA" w:bidi="ar-SA"/>
        </w:rPr>
        <w:t xml:space="preserve"> </w:t>
      </w:r>
    </w:p>
    <w:p w:rsidR="00A11135" w:rsidRPr="00D30AD2" w:rsidRDefault="00A11135" w:rsidP="0088059C">
      <w:pPr>
        <w:pStyle w:val="Alaprtelmezettstlus"/>
        <w:numPr>
          <w:ilvl w:val="0"/>
          <w:numId w:val="23"/>
          <w:numberingChange w:id="102" w:author="Unknown" w:date="2014-09-02T11:52:00Z" w:original="%1:12:4:)"/>
        </w:numPr>
        <w:tabs>
          <w:tab w:val="left" w:pos="3780"/>
        </w:tabs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  <w:lang w:eastAsia="ar-SA" w:bidi="ar-SA"/>
        </w:rPr>
        <w:t>Študent pred vycestovaním musí odovzdať univerzitnému koordinátorovi kópiu platného občianskeho preukazu, európskeho zdravotného preukazu poistenca, kópiu disponibilnej kartičky k účtu s uvedením čísla účtu v banke (majiteľom účtu musí byť študent)</w:t>
      </w:r>
      <w:r>
        <w:rPr>
          <w:rFonts w:ascii="Times New Roman" w:hAnsi="Times New Roman" w:cs="Times New Roman"/>
          <w:lang w:eastAsia="ar-SA" w:bidi="ar-SA"/>
        </w:rPr>
        <w:t>;</w:t>
      </w:r>
    </w:p>
    <w:p w:rsidR="00A11135" w:rsidRPr="005C7C81" w:rsidRDefault="00A11135" w:rsidP="0088059C">
      <w:pPr>
        <w:pStyle w:val="Alaprtelmezettstlus"/>
        <w:numPr>
          <w:ilvl w:val="0"/>
          <w:numId w:val="23"/>
          <w:numberingChange w:id="103" w:author="Unknown" w:date="2014-09-02T11:52:00Z" w:original="%1:13:4:)"/>
        </w:numPr>
        <w:tabs>
          <w:tab w:val="left" w:pos="3780"/>
        </w:tabs>
        <w:jc w:val="both"/>
        <w:rPr>
          <w:rFonts w:ascii="Times New Roman" w:hAnsi="Times New Roman" w:cs="Times New Roman"/>
        </w:rPr>
      </w:pPr>
      <w:r w:rsidRPr="005C7C81">
        <w:rPr>
          <w:rFonts w:ascii="Times New Roman" w:hAnsi="Times New Roman" w:cs="Times New Roman"/>
        </w:rPr>
        <w:t>Zmluvu o poskytnutí finančnej podpory na štúdium v rámci programu Erasmus+ (ďalej zmluva, príloha 4) študent podpisuje s UJS najneskôr jeden mesiac pred vycestovaním na partnerskú inštitúciu (ak je akceptovaný prijímajúcou inštitúciou, a už odovzdal všetky potrebné dokumenty uvedené v bode g). Zmluvy sa zverejňujú v Centrálnom registri zmlúv do 30 dní od dátumu podpísania oboch strán</w:t>
      </w:r>
      <w:r>
        <w:rPr>
          <w:rFonts w:ascii="Times New Roman" w:hAnsi="Times New Roman" w:cs="Times New Roman"/>
        </w:rPr>
        <w:t>;</w:t>
      </w:r>
    </w:p>
    <w:p w:rsidR="00A11135" w:rsidRPr="005C7C81" w:rsidRDefault="00A11135" w:rsidP="0088059C">
      <w:pPr>
        <w:pStyle w:val="Alaprtelmezettstlus"/>
        <w:numPr>
          <w:ilvl w:val="0"/>
          <w:numId w:val="23"/>
          <w:numberingChange w:id="104" w:author="Unknown" w:date="2014-09-02T11:52:00Z" w:original="%1:14:4:)"/>
        </w:numPr>
        <w:tabs>
          <w:tab w:val="left" w:pos="3780"/>
        </w:tabs>
        <w:jc w:val="both"/>
        <w:rPr>
          <w:rFonts w:ascii="Times New Roman" w:hAnsi="Times New Roman" w:cs="Times New Roman"/>
        </w:rPr>
      </w:pPr>
      <w:r w:rsidRPr="005C7C81">
        <w:rPr>
          <w:rFonts w:ascii="Times New Roman" w:hAnsi="Times New Roman" w:cs="Times New Roman"/>
        </w:rPr>
        <w:t>Výška finančnej podpory na mobilitu je vymedzená Národnou agentúrou programu Erasmus+ pre vzdelávanie a odbornú prípravu v Bratislave. Špecifické sadzby v rámci rôznych rozpočtových kategórii sú uvedené v Zmluve o poskytnutí grantu na: Projekt v rámci programu Erasmus+, KA1 v Prílohe III. - Finančné a zmluvné pravidlá v časti III. Sadzby platné pre jednotkové náklady v bode 2. Individuálna podpora: Mobilita študentov na štúdium (sadzby sú zverejnené aj na internetovej stránke www.erasmusplus.sk) a platia pre všetkých študentov, ktorí vycestujú na študijný pobyt</w:t>
      </w:r>
      <w:r>
        <w:rPr>
          <w:rFonts w:ascii="Times New Roman" w:hAnsi="Times New Roman" w:cs="Times New Roman"/>
        </w:rPr>
        <w:t>;</w:t>
      </w:r>
    </w:p>
    <w:p w:rsidR="00A11135" w:rsidRPr="00D30AD2" w:rsidRDefault="00A11135" w:rsidP="0088059C">
      <w:pPr>
        <w:pStyle w:val="Alaprtelmezettstlus"/>
        <w:numPr>
          <w:ilvl w:val="0"/>
          <w:numId w:val="23"/>
          <w:numberingChange w:id="105" w:author="Unknown" w:date="2014-09-02T11:52:00Z" w:original="%1:15:4:)"/>
        </w:numPr>
        <w:tabs>
          <w:tab w:val="left" w:pos="3780"/>
        </w:tabs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</w:rPr>
        <w:t xml:space="preserve">Grant sa prevádza na účet študenta v 2 splátkach - 80 % celkového grantu po podpise finančnej zmluvy študentom a univerzitným Erasmus koordinátorom UJS a po kontrole predložených formulárov, a 20 % celkového grantu po ukončení pobytu a predložení všetkých požadovaných dokumentov z pobytu univerzitnému koordinátorovi UJS. </w:t>
      </w:r>
    </w:p>
    <w:p w:rsidR="00A11135" w:rsidRPr="00D30AD2" w:rsidRDefault="00A11135" w:rsidP="00DC55A7">
      <w:pPr>
        <w:pStyle w:val="Alaprtelmezettstlus"/>
        <w:numPr>
          <w:ilvl w:val="0"/>
          <w:numId w:val="4"/>
          <w:numberingChange w:id="106" w:author="Unknown" w:date="2014-09-02T11:52:00Z" w:original="%1:3:0:.)"/>
        </w:numPr>
        <w:ind w:left="540"/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  <w:lang w:eastAsia="ar-SA" w:bidi="ar-SA"/>
        </w:rPr>
        <w:t>Študent, ktorý bude v akademickom roku svojho Erasmus+ študijného pobytu poberateľom sociálneho štipendia, ak nárokuje na dodatočný Erasmus+ grant, musí predložiť rozhodnutie o priznaní sociálneho štipendia.</w:t>
      </w:r>
    </w:p>
    <w:p w:rsidR="00A11135" w:rsidRPr="00D30AD2" w:rsidRDefault="00A11135" w:rsidP="003A7F53">
      <w:pPr>
        <w:pStyle w:val="Alaprtelmezettstlus"/>
        <w:numPr>
          <w:ilvl w:val="0"/>
          <w:numId w:val="4"/>
          <w:numberingChange w:id="107" w:author="Unknown" w:date="2014-09-02T11:52:00Z" w:original="%1:4:0:.)"/>
        </w:numPr>
        <w:ind w:left="540"/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  <w:lang w:eastAsia="ar-SA" w:bidi="ar-SA"/>
        </w:rPr>
        <w:t>Študent, ktorý má oficiálny status osoby so zdravotným postihnutím (ZŤP) a bola mu schválená Erasmus+ mobilita v zahraničí, môže sa uchádzať o pridelenie dodatočného Erasmus+ grantu (nad rámec fixných grantov).</w:t>
      </w:r>
    </w:p>
    <w:p w:rsidR="00A11135" w:rsidRPr="00D30AD2" w:rsidRDefault="00A11135" w:rsidP="003A7F53">
      <w:pPr>
        <w:pStyle w:val="Alaprtelmezettstlus"/>
        <w:numPr>
          <w:ilvl w:val="0"/>
          <w:numId w:val="4"/>
          <w:numberingChange w:id="108" w:author="Unknown" w:date="2014-09-02T11:52:00Z" w:original="%1:5:0:.)"/>
        </w:numPr>
        <w:ind w:left="540"/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  <w:lang w:eastAsia="ar-SA" w:bidi="ar-SA"/>
        </w:rPr>
        <w:t>Postup pri realizácii študentskej mobility za účelom štúdia v rámci programu Erasmus+:</w:t>
      </w:r>
    </w:p>
    <w:p w:rsidR="00A11135" w:rsidRPr="00D30AD2" w:rsidRDefault="00A11135" w:rsidP="003A7F53">
      <w:pPr>
        <w:pStyle w:val="Alaprtelmezettstlus"/>
        <w:numPr>
          <w:ilvl w:val="0"/>
          <w:numId w:val="18"/>
          <w:numberingChange w:id="109" w:author="Unknown" w:date="2014-09-02T11:52:00Z" w:original="%1:1:4:)"/>
        </w:numPr>
        <w:tabs>
          <w:tab w:val="clear" w:pos="1440"/>
          <w:tab w:val="num" w:pos="900"/>
          <w:tab w:val="left" w:pos="1080"/>
        </w:tabs>
        <w:ind w:left="1080"/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  <w:lang w:eastAsia="ar-SA" w:bidi="ar-SA"/>
        </w:rPr>
        <w:t>Zahraničná univerzita môže žiadať on-line registráciu študenta. Študent musí postupovať podľa požiadaviek zahraničnej univerzity, inak na Erasmus+ študijný pobyt nebude akceptovaný</w:t>
      </w:r>
      <w:r>
        <w:rPr>
          <w:rFonts w:ascii="Times New Roman" w:hAnsi="Times New Roman" w:cs="Times New Roman"/>
          <w:lang w:eastAsia="ar-SA" w:bidi="ar-SA"/>
        </w:rPr>
        <w:t>;</w:t>
      </w:r>
    </w:p>
    <w:p w:rsidR="00A11135" w:rsidRPr="00D30AD2" w:rsidRDefault="00A11135" w:rsidP="003A7F53">
      <w:pPr>
        <w:pStyle w:val="Alaprtelmezettstlus"/>
        <w:numPr>
          <w:ilvl w:val="0"/>
          <w:numId w:val="18"/>
          <w:numberingChange w:id="110" w:author="Unknown" w:date="2014-09-02T11:52:00Z" w:original="%1:2:4:)"/>
        </w:numPr>
        <w:tabs>
          <w:tab w:val="clear" w:pos="1440"/>
          <w:tab w:val="num" w:pos="1080"/>
          <w:tab w:val="left" w:pos="3780"/>
        </w:tabs>
        <w:ind w:left="1080"/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  <w:lang w:eastAsia="ar-SA" w:bidi="ar-SA"/>
        </w:rPr>
        <w:t>Študent akceptovaný zahraničnou univerzitou na mobilitu vybavuje náležitosti súvisiace s vycestovaním a študijným pobytom (ubytovanie, stravu, dopravu, poistenie na cestu a dobu pobytu) v zahraničí samostatne alebo v spolupráci s prijímajúcou inštitúciou</w:t>
      </w:r>
      <w:r>
        <w:rPr>
          <w:rFonts w:ascii="Times New Roman" w:hAnsi="Times New Roman" w:cs="Times New Roman"/>
          <w:lang w:eastAsia="ar-SA" w:bidi="ar-SA"/>
        </w:rPr>
        <w:t>;</w:t>
      </w:r>
      <w:r w:rsidRPr="00D30AD2">
        <w:rPr>
          <w:rFonts w:ascii="Times New Roman" w:hAnsi="Times New Roman" w:cs="Times New Roman"/>
          <w:lang w:eastAsia="ar-SA" w:bidi="ar-SA"/>
        </w:rPr>
        <w:t xml:space="preserve"> </w:t>
      </w:r>
    </w:p>
    <w:p w:rsidR="00A11135" w:rsidRPr="00D30AD2" w:rsidRDefault="00A11135" w:rsidP="003A7F53">
      <w:pPr>
        <w:pStyle w:val="Alaprtelmezettstlus"/>
        <w:numPr>
          <w:ilvl w:val="0"/>
          <w:numId w:val="18"/>
          <w:numberingChange w:id="111" w:author="Unknown" w:date="2014-09-02T11:52:00Z" w:original="%1:3:4:)"/>
        </w:numPr>
        <w:tabs>
          <w:tab w:val="clear" w:pos="1440"/>
          <w:tab w:val="num" w:pos="1080"/>
          <w:tab w:val="left" w:pos="3780"/>
        </w:tabs>
        <w:ind w:left="1080"/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  <w:lang w:eastAsia="ar-SA" w:bidi="ar-SA"/>
        </w:rPr>
        <w:t xml:space="preserve">Ak študent po príchode na zahraničnú univerzitu zistí, že obsah štúdia, ktorý si naplánoval v prvej časti Navrhnutý program mobility Zmluvy o štúdiu sa odlišuje od aktuálneho poskytovaného štúdia, vypracuje návrh zmien v obsahu štúdia </w:t>
      </w:r>
      <w:r w:rsidRPr="00D30AD2">
        <w:rPr>
          <w:rFonts w:ascii="Times New Roman" w:hAnsi="Times New Roman" w:cs="Times New Roman"/>
        </w:rPr>
        <w:t>v časti Zmeny pôvodnej zmluvy o štúdiu (</w:t>
      </w:r>
      <w:r w:rsidRPr="00D30AD2">
        <w:rPr>
          <w:rFonts w:ascii="Times New Roman" w:hAnsi="Times New Roman" w:cs="Times New Roman"/>
          <w:lang w:eastAsia="ar-SA" w:bidi="ar-SA"/>
        </w:rPr>
        <w:t>Changes to the original learning agreement) podľa tabuľky C. Takto vyplnené tlačivo pošle študent na svoju domácu fakultu na schválenie fakultnému koordinátorovi. Akékoľvek zmeny v Zmluve o obsahu štúdiu musia byť písomne zachytené v zmluve a ukončené do jedného mesiaca po príchode študenta na zahraničnú univerzitu</w:t>
      </w:r>
      <w:r>
        <w:rPr>
          <w:rFonts w:ascii="Times New Roman" w:hAnsi="Times New Roman" w:cs="Times New Roman"/>
          <w:lang w:eastAsia="ar-SA" w:bidi="ar-SA"/>
        </w:rPr>
        <w:t>;</w:t>
      </w:r>
      <w:r w:rsidRPr="00D30AD2">
        <w:rPr>
          <w:rFonts w:ascii="Times New Roman" w:hAnsi="Times New Roman" w:cs="Times New Roman"/>
          <w:lang w:eastAsia="ar-SA" w:bidi="ar-SA"/>
        </w:rPr>
        <w:t xml:space="preserve">  </w:t>
      </w:r>
    </w:p>
    <w:p w:rsidR="00A11135" w:rsidRPr="00D30AD2" w:rsidRDefault="00A11135" w:rsidP="003A7F53">
      <w:pPr>
        <w:pStyle w:val="Alaprtelmezettstlus"/>
        <w:numPr>
          <w:ilvl w:val="0"/>
          <w:numId w:val="18"/>
          <w:numberingChange w:id="112" w:author="Unknown" w:date="2014-09-02T11:52:00Z" w:original="%1:4:4:)"/>
        </w:numPr>
        <w:tabs>
          <w:tab w:val="clear" w:pos="1440"/>
          <w:tab w:val="left" w:pos="900"/>
        </w:tabs>
        <w:ind w:left="1080"/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  <w:lang w:eastAsia="ar-SA" w:bidi="ar-SA"/>
        </w:rPr>
        <w:t>Počas mobility v zahraničí študent musí absolvovať minimálne 20 ECTS kreditov za každý semester mobility. V prípade nesplnenia požiadavky získania minimálneho počtu ECTS v zahraničí bude UJS od študenta žiadať vrátenie časti grantu. Chýbajúce predmety, ktoré nevie študent absolvovať na prijímajúcej inštitúcii, musí doplniť po návrate z pobytu v zmysle študijného poriadku UJS</w:t>
      </w:r>
      <w:r>
        <w:rPr>
          <w:rFonts w:ascii="Times New Roman" w:hAnsi="Times New Roman" w:cs="Times New Roman"/>
          <w:lang w:eastAsia="ar-SA" w:bidi="ar-SA"/>
        </w:rPr>
        <w:t>;</w:t>
      </w:r>
    </w:p>
    <w:p w:rsidR="00A11135" w:rsidRPr="00D30AD2" w:rsidRDefault="00A11135" w:rsidP="003A7F53">
      <w:pPr>
        <w:pStyle w:val="Alaprtelmezettstlus"/>
        <w:numPr>
          <w:ilvl w:val="0"/>
          <w:numId w:val="18"/>
          <w:numberingChange w:id="113" w:author="Unknown" w:date="2014-09-02T11:52:00Z" w:original="%1:5:4:)"/>
        </w:numPr>
        <w:tabs>
          <w:tab w:val="clear" w:pos="1440"/>
          <w:tab w:val="num" w:pos="1080"/>
          <w:tab w:val="left" w:pos="3780"/>
        </w:tabs>
        <w:ind w:left="10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eastAsia="ar-SA" w:bidi="ar-SA"/>
        </w:rPr>
        <w:t>O p</w:t>
      </w:r>
      <w:r w:rsidRPr="00D30AD2">
        <w:rPr>
          <w:rFonts w:ascii="Times New Roman" w:hAnsi="Times New Roman" w:cs="Times New Roman"/>
          <w:lang w:eastAsia="ar-SA" w:bidi="ar-SA"/>
        </w:rPr>
        <w:t xml:space="preserve">redĺženie študijného pobytu študent môže </w:t>
      </w:r>
      <w:r>
        <w:rPr>
          <w:rFonts w:ascii="Times New Roman" w:hAnsi="Times New Roman" w:cs="Times New Roman"/>
          <w:lang w:eastAsia="ar-SA" w:bidi="ar-SA"/>
        </w:rPr>
        <w:t>po</w:t>
      </w:r>
      <w:r w:rsidRPr="00D30AD2">
        <w:rPr>
          <w:rFonts w:ascii="Times New Roman" w:hAnsi="Times New Roman" w:cs="Times New Roman"/>
          <w:lang w:eastAsia="ar-SA" w:bidi="ar-SA"/>
        </w:rPr>
        <w:t xml:space="preserve">žiadať najneskôr 1 mesiac pred ukončením pôvodnej mobility odoslaním vyplnenej a podpísanej Žiadosti o </w:t>
      </w:r>
      <w:r w:rsidRPr="005C7C81">
        <w:rPr>
          <w:rFonts w:ascii="Times New Roman" w:hAnsi="Times New Roman" w:cs="Times New Roman"/>
          <w:lang w:eastAsia="ar-SA" w:bidi="ar-SA"/>
        </w:rPr>
        <w:t>predĺženie Erasmus+ pobytu (Erasmus+ prolongation application form Erasmus+ Programme, príloha 5 a) spolu so Žiadosťou o doplatku ku grantu Erasmus+ (príloha 5 b) univerzitnému</w:t>
      </w:r>
      <w:r w:rsidRPr="00D30AD2">
        <w:rPr>
          <w:rFonts w:ascii="Times New Roman" w:hAnsi="Times New Roman" w:cs="Times New Roman"/>
          <w:lang w:eastAsia="ar-SA" w:bidi="ar-SA"/>
        </w:rPr>
        <w:t xml:space="preserve"> koordinátorovi.  Po odsúhlasení predĺženia mobility a rozhodnutia finančnej podpory Komisiou Erasmus+ na UJS pošle univerzitný koordinátor na podpis študentovi Dodatok k zmluve.  Proces prípravy a schválenia novej Zmluvy o štúdiu prebieha podľa bodu 2) písm. g) 2 tohto článku. </w:t>
      </w:r>
    </w:p>
    <w:p w:rsidR="00A11135" w:rsidRPr="00D30AD2" w:rsidRDefault="00A11135" w:rsidP="00D83DF6">
      <w:pPr>
        <w:pStyle w:val="Alaprtelmezettstlus"/>
        <w:numPr>
          <w:ilvl w:val="0"/>
          <w:numId w:val="4"/>
          <w:numberingChange w:id="114" w:author="Unknown" w:date="2014-09-02T11:52:00Z" w:original="%1:6:0:.)"/>
        </w:numPr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  <w:lang w:eastAsia="ar-SA" w:bidi="ar-SA"/>
        </w:rPr>
        <w:t>Po realizácii mobility študent musí odovzdať univerzitnému koordinátorovi nasledovné dokumenty:</w:t>
      </w:r>
    </w:p>
    <w:p w:rsidR="00A11135" w:rsidRPr="00D30AD2" w:rsidRDefault="00A11135" w:rsidP="00D83DF6">
      <w:pPr>
        <w:pStyle w:val="Alaprtelmezettstlus"/>
        <w:numPr>
          <w:ilvl w:val="1"/>
          <w:numId w:val="4"/>
          <w:numberingChange w:id="115" w:author="Unknown" w:date="2014-09-02T11:52:00Z" w:original="%2:1:4:)"/>
        </w:numPr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  <w:lang w:eastAsia="ar-SA" w:bidi="ar-SA"/>
        </w:rPr>
        <w:t>Originál tlačiva Potvrdenie o dĺžke pobytu</w:t>
      </w:r>
      <w:r w:rsidRPr="00D30AD2">
        <w:rPr>
          <w:rFonts w:ascii="Times New Roman" w:hAnsi="Times New Roman" w:cs="Times New Roman"/>
          <w:b/>
          <w:bCs/>
          <w:lang w:eastAsia="ar-SA" w:bidi="ar-SA"/>
        </w:rPr>
        <w:t xml:space="preserve"> (</w:t>
      </w:r>
      <w:r w:rsidRPr="00D30AD2">
        <w:rPr>
          <w:rFonts w:ascii="Times New Roman" w:hAnsi="Times New Roman" w:cs="Times New Roman"/>
          <w:lang w:eastAsia="ar-SA" w:bidi="ar-SA"/>
        </w:rPr>
        <w:t>Confirmation of Erasmus study), teda certifikát vydaný prijímajúcou inštitúciou, ktorý potvrdzuje absolvovanie a dĺžku Erasmus+ študijného pobytu. Dĺžka pobytu potvrdená prijímajúcou inštitúciou sa musí zhodovať s dĺžkou pobytu uvedenou v zmluve o poskytnutí finančnej podpory. Nedodržanie zmluvne uvedeného obdobia má za následok vrátenie pomernej časti grantu</w:t>
      </w:r>
      <w:r>
        <w:rPr>
          <w:rFonts w:ascii="Times New Roman" w:hAnsi="Times New Roman" w:cs="Times New Roman"/>
          <w:lang w:eastAsia="ar-SA" w:bidi="ar-SA"/>
        </w:rPr>
        <w:t>;</w:t>
      </w:r>
    </w:p>
    <w:p w:rsidR="00A11135" w:rsidRPr="00D30AD2" w:rsidRDefault="00A11135" w:rsidP="00D83DF6">
      <w:pPr>
        <w:pStyle w:val="Alaprtelmezettstlus"/>
        <w:numPr>
          <w:ilvl w:val="1"/>
          <w:numId w:val="4"/>
          <w:numberingChange w:id="116" w:author="Unknown" w:date="2014-09-02T11:52:00Z" w:original="%2:2:4:)"/>
        </w:numPr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</w:rPr>
        <w:t xml:space="preserve">Originál tlačiva </w:t>
      </w:r>
      <w:r w:rsidRPr="00D30AD2">
        <w:rPr>
          <w:rFonts w:ascii="Times New Roman" w:hAnsi="Times New Roman" w:cs="Times New Roman"/>
          <w:lang w:eastAsia="ar-SA" w:bidi="ar-SA"/>
        </w:rPr>
        <w:t>Zmluva o štúdiu</w:t>
      </w:r>
      <w:r>
        <w:rPr>
          <w:rFonts w:ascii="Times New Roman" w:hAnsi="Times New Roman" w:cs="Times New Roman"/>
          <w:lang w:eastAsia="ar-SA" w:bidi="ar-SA"/>
        </w:rPr>
        <w:t xml:space="preserve"> </w:t>
      </w:r>
      <w:r w:rsidRPr="00D30AD2">
        <w:rPr>
          <w:rFonts w:ascii="Times New Roman" w:hAnsi="Times New Roman" w:cs="Times New Roman"/>
          <w:lang w:eastAsia="ar-SA" w:bidi="ar-SA"/>
        </w:rPr>
        <w:t>(Learning agreement for studies),  ktor</w:t>
      </w:r>
      <w:r>
        <w:rPr>
          <w:rFonts w:ascii="Times New Roman" w:hAnsi="Times New Roman" w:cs="Times New Roman"/>
          <w:lang w:eastAsia="ar-SA" w:bidi="ar-SA"/>
        </w:rPr>
        <w:t>é</w:t>
      </w:r>
      <w:r w:rsidRPr="00D30AD2">
        <w:rPr>
          <w:rFonts w:ascii="Times New Roman" w:hAnsi="Times New Roman" w:cs="Times New Roman"/>
          <w:lang w:eastAsia="ar-SA" w:bidi="ar-SA"/>
        </w:rPr>
        <w:t xml:space="preserve"> obsahuje 3 časti: Navrhnutý program mobility, Zmeny pôvodnej zmluvy o štúdiu a Výsledky uznávania štúdia. V zmluve sa nachádza zoznam predmetov, ktoré boli vyplnené pred mobilitou a sú uvedené v prvej časti Zmluvy o štúdiu Navrhnutý program mobility, v druhej časti sa uvádzajú schválené zmeny pôvodnej zmluvy a v tretej časti sú zahrnuté Výsledky uznávania štúdia (Recognition outcomes), ktoré študent reálne absolvoval na prijímajúcej inštitúcii s uvedením počtu kreditov a s hodnotením, ktoré v zahraničí získal</w:t>
      </w:r>
      <w:r>
        <w:rPr>
          <w:rFonts w:ascii="Times New Roman" w:hAnsi="Times New Roman" w:cs="Times New Roman"/>
          <w:lang w:eastAsia="ar-SA" w:bidi="ar-SA"/>
        </w:rPr>
        <w:t>;</w:t>
      </w:r>
      <w:r w:rsidRPr="00D30AD2">
        <w:rPr>
          <w:rFonts w:ascii="Times New Roman" w:hAnsi="Times New Roman" w:cs="Times New Roman"/>
          <w:lang w:eastAsia="ar-SA" w:bidi="ar-SA"/>
        </w:rPr>
        <w:t xml:space="preserve"> </w:t>
      </w:r>
    </w:p>
    <w:p w:rsidR="00A11135" w:rsidRPr="00D30AD2" w:rsidRDefault="00A11135" w:rsidP="00BF7EB9">
      <w:pPr>
        <w:pStyle w:val="Alaprtelmezettstlus"/>
        <w:numPr>
          <w:ilvl w:val="1"/>
          <w:numId w:val="4"/>
          <w:numberingChange w:id="117" w:author="Unknown" w:date="2014-09-02T11:52:00Z" w:original="%2:3:4:)"/>
        </w:numPr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  <w:lang w:eastAsia="ar-SA" w:bidi="ar-SA"/>
        </w:rPr>
        <w:t xml:space="preserve">Študent vyplní a podá Správu z Erasmus+ mobility on-line cez EU Survey po mobilite, a to najneskôr do 30 kalendárnych dní po prijatí výzvy na jej vyplnenie (o čom sa presvedčí v systéme Mobility Tool univerzitný koordinátor). </w:t>
      </w:r>
    </w:p>
    <w:p w:rsidR="00A11135" w:rsidRPr="00D30AD2" w:rsidRDefault="00A11135">
      <w:pPr>
        <w:pStyle w:val="Alaprtelmezettstlus"/>
        <w:numPr>
          <w:ilvl w:val="0"/>
          <w:numId w:val="4"/>
          <w:numberingChange w:id="118" w:author="Unknown" w:date="2014-09-02T11:52:00Z" w:original="%1:7:0:.)"/>
        </w:numPr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  <w:lang w:eastAsia="ar-SA" w:bidi="ar-SA"/>
        </w:rPr>
        <w:t>V prípade nesplnenia všetkých náležitostí uvedených v bode 6.) do 30 dní po ukončení zahraničného pobytu môže</w:t>
      </w:r>
      <w:r>
        <w:rPr>
          <w:rFonts w:ascii="Times New Roman" w:hAnsi="Times New Roman" w:cs="Times New Roman"/>
          <w:lang w:eastAsia="ar-SA" w:bidi="ar-SA"/>
        </w:rPr>
        <w:t xml:space="preserve"> </w:t>
      </w:r>
      <w:r w:rsidRPr="00D30AD2">
        <w:rPr>
          <w:rFonts w:ascii="Times New Roman" w:hAnsi="Times New Roman" w:cs="Times New Roman"/>
          <w:lang w:eastAsia="ar-SA" w:bidi="ar-SA"/>
        </w:rPr>
        <w:t xml:space="preserve">UJS požiadať o vrátenie časti alebo celého poskytnutého grantu. </w:t>
      </w:r>
    </w:p>
    <w:p w:rsidR="00A11135" w:rsidRPr="00D30AD2" w:rsidRDefault="00A11135">
      <w:pPr>
        <w:pStyle w:val="Alaprtelmezettstlus"/>
        <w:tabs>
          <w:tab w:val="left" w:pos="10773"/>
        </w:tabs>
        <w:jc w:val="center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  <w:lang w:eastAsia="ar-SA" w:bidi="ar-SA"/>
        </w:rPr>
        <w:br/>
      </w:r>
      <w:r w:rsidRPr="00D30AD2">
        <w:rPr>
          <w:rFonts w:ascii="Times New Roman" w:hAnsi="Times New Roman" w:cs="Times New Roman"/>
          <w:b/>
          <w:bCs/>
          <w:sz w:val="28"/>
          <w:szCs w:val="28"/>
        </w:rPr>
        <w:t>Čl. 8</w:t>
      </w:r>
    </w:p>
    <w:p w:rsidR="00A11135" w:rsidRPr="00D30AD2" w:rsidRDefault="00A11135">
      <w:pPr>
        <w:pStyle w:val="Alaprtelmezettstlus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30AD2">
        <w:rPr>
          <w:rFonts w:ascii="Times New Roman" w:hAnsi="Times New Roman" w:cs="Times New Roman"/>
          <w:b/>
          <w:bCs/>
          <w:sz w:val="28"/>
          <w:szCs w:val="28"/>
        </w:rPr>
        <w:t xml:space="preserve">Postup pri príprave a realizácii študentskej mobility v rámci programu Erasmus+ za účelom stáže </w:t>
      </w:r>
    </w:p>
    <w:p w:rsidR="00A11135" w:rsidRPr="00D30AD2" w:rsidRDefault="00A11135" w:rsidP="00163AF8">
      <w:pPr>
        <w:pStyle w:val="Alaprtelmezettstlus"/>
        <w:numPr>
          <w:ilvl w:val="0"/>
          <w:numId w:val="10"/>
          <w:numberingChange w:id="119" w:author="Unknown" w:date="2014-09-02T11:52:00Z" w:original="%1:1:0:.)"/>
        </w:numPr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  <w:lang w:eastAsia="ar-SA" w:bidi="ar-SA"/>
        </w:rPr>
        <w:t>Stáž je obdobie, ktoré študent strávi v podniku, alebo v organizácii v inej krajine zapojenej do programu Erasmus+ s finančnou podporou z Európskej únie. Cieľom stáže je pomôcť jednotlivcom prispôsobiť sa požiadavkám trhu práce Európskeho spoločenstva, získať odborné a praktické zručnosti a lepšie pochopiť hospodárske a sociálne podmienky hostiteľskej krajiny v kontexte získavania pracovných skúseností. Na mobilitu stáž Erasmus+ sa môže prihlásiť každý študent riadne zapísaný v niektorom študijnom programe UJS. Erasmus+ stáž môže absolvovať aj študent prvého ročníka prvého stupňa vysokoškolského štúdia, ktorý je zapísaný do ročníka, v ktorom vycestuje na mobilitu. Študent s trvalým pobytom mimo SR, študujúci na slovenskej vysokej škole sa nemôže zúčastniť mobility v krajine, v ktorej má trvalý pobyt. Počas štúdia každý študent má možnosť zúčastniť sa Erasmus+ mobility (štúdium alebo stáž) v každom stupni štúdia maximálne po dobu 12 mesiacov. Absolventi (bývalí študenti UJS) môžu byť schválení na Erasmus+ stáž za podmienky, že nominácia a schválenie pobytu sa realizuje ešte počas posledného ročníka štúdia na UJS. Termín absolvovania stáže je do 1 roka od ukončenia štúdia na UJS.</w:t>
      </w:r>
    </w:p>
    <w:p w:rsidR="00A11135" w:rsidRPr="00D30AD2" w:rsidRDefault="00A11135">
      <w:pPr>
        <w:pStyle w:val="Alaprtelmezettstlus"/>
        <w:numPr>
          <w:ilvl w:val="0"/>
          <w:numId w:val="10"/>
          <w:numberingChange w:id="120" w:author="Unknown" w:date="2014-09-02T11:52:00Z" w:original="%1:2:0:.)"/>
        </w:numPr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  <w:lang w:eastAsia="ar-SA" w:bidi="ar-SA"/>
        </w:rPr>
        <w:t>Pracovná stáž sa dá realizovať v akejkoľvek inštitúcii v jednej z členských krajín EÚ, z krajín EZVO (Európske združenie voľného obchodu), EHP (Európsky hospodársky priestor) a z 2 kandidátskych krajín zapojenej do hospodárskej činnosti vo verejnom alebo súkromnom sektore (podniky, školiace centrá, výskumné centrá a ostatné organizácia vrátane vysokoškolských inštitúcií), bez ohľadu na ich veľkosť, právnu formu, hospodárske odvetvie, v ktorom vykonávajú svoju činnosť, vrátane sociálnej sféry hospodárstva (patria sem aj fyzické osoby). Stáž nie je možné realizovať v inštitúciách EÚ, organizáciách manažujúcich EÚ programy.</w:t>
      </w:r>
    </w:p>
    <w:p w:rsidR="00A11135" w:rsidRPr="00D30AD2" w:rsidRDefault="00A11135">
      <w:pPr>
        <w:pStyle w:val="Alaprtelmezettstlus"/>
        <w:numPr>
          <w:ilvl w:val="0"/>
          <w:numId w:val="10"/>
          <w:numberingChange w:id="121" w:author="Unknown" w:date="2014-09-02T11:52:00Z" w:original="%1:3:0:.)"/>
        </w:numPr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  <w:lang w:eastAsia="ar-SA" w:bidi="ar-SA"/>
        </w:rPr>
        <w:t>Na účasť na stáži sa nevyžaduje podpísaná Erasmus+ dohoda s prijímajúcou inštitúciou, avšak ak je to vysokoškolská inštitúcia</w:t>
      </w:r>
      <w:r>
        <w:rPr>
          <w:rFonts w:ascii="Times New Roman" w:hAnsi="Times New Roman" w:cs="Times New Roman"/>
          <w:lang w:eastAsia="ar-SA" w:bidi="ar-SA"/>
        </w:rPr>
        <w:t>,</w:t>
      </w:r>
      <w:r w:rsidRPr="00D30AD2">
        <w:rPr>
          <w:rFonts w:ascii="Times New Roman" w:hAnsi="Times New Roman" w:cs="Times New Roman"/>
          <w:lang w:eastAsia="ar-SA" w:bidi="ar-SA"/>
        </w:rPr>
        <w:t xml:space="preserve"> musí mať pridelenú tzv. ECHE - Erasmus Charter for Higher Education. Študent si prijímajúcu inštitúciu na stáž môže nájsť sám, alebo v spolupráci s fakultou. Obsahová náplň stáže musí byť relevantná k zameraniu študijného programu študenta na UJS.</w:t>
      </w:r>
    </w:p>
    <w:p w:rsidR="00A11135" w:rsidRPr="00D30AD2" w:rsidRDefault="00A11135" w:rsidP="009B6C8F">
      <w:pPr>
        <w:pStyle w:val="Alaprtelmezettstlus"/>
        <w:numPr>
          <w:ilvl w:val="0"/>
          <w:numId w:val="10"/>
          <w:numberingChange w:id="122" w:author="Unknown" w:date="2014-09-02T11:52:00Z" w:original="%1:4:0:.)"/>
        </w:numPr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  <w:lang w:eastAsia="ar-SA" w:bidi="ar-SA"/>
        </w:rPr>
        <w:t xml:space="preserve"> Postup pri príprave študentskej mobility za účelom stáže v rámci programu Erasmus+:</w:t>
      </w:r>
    </w:p>
    <w:p w:rsidR="00A11135" w:rsidRPr="00D30AD2" w:rsidRDefault="00A11135" w:rsidP="003A7F53">
      <w:pPr>
        <w:pStyle w:val="Alaprtelmezettstlus"/>
        <w:numPr>
          <w:ilvl w:val="0"/>
          <w:numId w:val="9"/>
          <w:numberingChange w:id="123" w:author="Unknown" w:date="2014-09-02T11:52:00Z" w:original="%1:1:4:)"/>
        </w:numPr>
        <w:tabs>
          <w:tab w:val="clear" w:pos="2340"/>
          <w:tab w:val="left" w:pos="1080"/>
          <w:tab w:val="num" w:pos="3780"/>
        </w:tabs>
        <w:ind w:left="1080"/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  <w:lang w:eastAsia="ar-SA" w:bidi="ar-SA"/>
        </w:rPr>
        <w:t>Študent odovzdá na fakultu fakultnému koordinátorovi Prihlášku na stáž v rámci programu Erasmus</w:t>
      </w:r>
      <w:r w:rsidRPr="005C7C81">
        <w:rPr>
          <w:rFonts w:ascii="Times New Roman" w:hAnsi="Times New Roman" w:cs="Times New Roman"/>
          <w:lang w:eastAsia="ar-SA" w:bidi="ar-SA"/>
        </w:rPr>
        <w:t>+ (príloha 6)</w:t>
      </w:r>
      <w:r w:rsidRPr="00D30AD2">
        <w:rPr>
          <w:rFonts w:ascii="Times New Roman" w:hAnsi="Times New Roman" w:cs="Times New Roman"/>
          <w:lang w:eastAsia="ar-SA" w:bidi="ar-SA"/>
        </w:rPr>
        <w:t xml:space="preserve"> a kompletne vyplnené, opečiatkované a podpísané originály nižšie uvedených materiálov, pričom materiály uvedené v bode a) až d) realizuje študent samostatne. Prihlášky s materiálmi možno podávať priebežne, až do obsadenia všetkých voľných miest</w:t>
      </w:r>
      <w:r>
        <w:rPr>
          <w:rFonts w:ascii="Times New Roman" w:hAnsi="Times New Roman" w:cs="Times New Roman"/>
          <w:lang w:eastAsia="ar-SA" w:bidi="ar-SA"/>
        </w:rPr>
        <w:t>;</w:t>
      </w:r>
    </w:p>
    <w:p w:rsidR="00A11135" w:rsidRPr="00D30AD2" w:rsidRDefault="00A11135" w:rsidP="003A7F53">
      <w:pPr>
        <w:pStyle w:val="Alaprtelmezettstlus"/>
        <w:numPr>
          <w:ilvl w:val="0"/>
          <w:numId w:val="9"/>
          <w:numberingChange w:id="124" w:author="Unknown" w:date="2014-09-02T11:52:00Z" w:original="%1:2:4:)"/>
        </w:numPr>
        <w:tabs>
          <w:tab w:val="clear" w:pos="2340"/>
          <w:tab w:val="num" w:pos="720"/>
          <w:tab w:val="left" w:pos="1080"/>
        </w:tabs>
        <w:ind w:left="1080"/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  <w:lang w:eastAsia="ar-SA" w:bidi="ar-SA"/>
        </w:rPr>
        <w:t>Študent požiada študijné oddelenie svojej fakulty o vydanie</w:t>
      </w:r>
      <w:r w:rsidRPr="00D30AD2">
        <w:rPr>
          <w:rFonts w:ascii="Times New Roman" w:hAnsi="Times New Roman" w:cs="Times New Roman"/>
          <w:b/>
          <w:bCs/>
          <w:lang w:eastAsia="ar-SA" w:bidi="ar-SA"/>
        </w:rPr>
        <w:t xml:space="preserve"> </w:t>
      </w:r>
      <w:r w:rsidRPr="00D30AD2">
        <w:rPr>
          <w:rFonts w:ascii="Times New Roman" w:hAnsi="Times New Roman" w:cs="Times New Roman"/>
          <w:lang w:eastAsia="ar-SA" w:bidi="ar-SA"/>
        </w:rPr>
        <w:t>Výpisu z výsledkov štúdia (Study result extract) za predchádzajúce ukončené semestre absolvovaného štúdia z A</w:t>
      </w:r>
      <w:r>
        <w:rPr>
          <w:rFonts w:ascii="Times New Roman" w:hAnsi="Times New Roman" w:cs="Times New Roman"/>
          <w:lang w:eastAsia="ar-SA" w:bidi="ar-SA"/>
        </w:rPr>
        <w:t>IS</w:t>
      </w:r>
      <w:r w:rsidRPr="00D30AD2">
        <w:rPr>
          <w:rFonts w:ascii="Times New Roman" w:hAnsi="Times New Roman" w:cs="Times New Roman"/>
          <w:lang w:eastAsia="ar-SA" w:bidi="ar-SA"/>
        </w:rPr>
        <w:t xml:space="preserve"> UJS</w:t>
      </w:r>
      <w:r>
        <w:rPr>
          <w:rFonts w:ascii="Times New Roman" w:hAnsi="Times New Roman" w:cs="Times New Roman"/>
          <w:lang w:eastAsia="ar-SA" w:bidi="ar-SA"/>
        </w:rPr>
        <w:t>;</w:t>
      </w:r>
    </w:p>
    <w:p w:rsidR="00A11135" w:rsidRPr="00D30AD2" w:rsidRDefault="00A11135" w:rsidP="003A7F53">
      <w:pPr>
        <w:pStyle w:val="Alaprtelmezettstlus"/>
        <w:numPr>
          <w:ilvl w:val="0"/>
          <w:numId w:val="9"/>
          <w:numberingChange w:id="125" w:author="Unknown" w:date="2014-09-02T11:52:00Z" w:original="%1:3:4:)"/>
        </w:numPr>
        <w:tabs>
          <w:tab w:val="clear" w:pos="2340"/>
          <w:tab w:val="num" w:pos="1080"/>
          <w:tab w:val="left" w:pos="3833"/>
        </w:tabs>
        <w:ind w:hanging="1620"/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  <w:lang w:eastAsia="ar-SA" w:bidi="ar-SA"/>
        </w:rPr>
        <w:t>Motivačný list v jazyku, v ktorom študent bude stáž absolvovať</w:t>
      </w:r>
      <w:r>
        <w:rPr>
          <w:rFonts w:ascii="Times New Roman" w:hAnsi="Times New Roman" w:cs="Times New Roman"/>
          <w:lang w:eastAsia="ar-SA" w:bidi="ar-SA"/>
        </w:rPr>
        <w:t>;</w:t>
      </w:r>
    </w:p>
    <w:p w:rsidR="00A11135" w:rsidRPr="00D30AD2" w:rsidRDefault="00A11135" w:rsidP="003A7F53">
      <w:pPr>
        <w:pStyle w:val="Alaprtelmezettstlus"/>
        <w:numPr>
          <w:ilvl w:val="0"/>
          <w:numId w:val="9"/>
          <w:numberingChange w:id="126" w:author="Unknown" w:date="2014-09-02T11:52:00Z" w:original="%1:4:4:)"/>
        </w:numPr>
        <w:tabs>
          <w:tab w:val="clear" w:pos="2340"/>
          <w:tab w:val="num" w:pos="1080"/>
          <w:tab w:val="left" w:pos="3893"/>
        </w:tabs>
        <w:ind w:left="1080"/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  <w:lang w:eastAsia="ar-SA" w:bidi="ar-SA"/>
        </w:rPr>
        <w:t xml:space="preserve">Doklad o úrovni znalosti cudzieho jazyka (certifikát, štátnica, maturitné vysvedčenie) </w:t>
      </w:r>
      <w:r>
        <w:rPr>
          <w:rFonts w:ascii="Times New Roman" w:hAnsi="Times New Roman" w:cs="Times New Roman"/>
          <w:lang w:eastAsia="ar-SA" w:bidi="ar-SA"/>
        </w:rPr>
        <w:t xml:space="preserve">s výnimkou stáže v </w:t>
      </w:r>
      <w:r w:rsidRPr="00D30AD2">
        <w:rPr>
          <w:rFonts w:ascii="Times New Roman" w:hAnsi="Times New Roman" w:cs="Times New Roman"/>
          <w:lang w:eastAsia="ar-SA" w:bidi="ar-SA"/>
        </w:rPr>
        <w:t>M</w:t>
      </w:r>
      <w:r>
        <w:rPr>
          <w:rFonts w:ascii="Times New Roman" w:hAnsi="Times New Roman" w:cs="Times New Roman"/>
          <w:lang w:eastAsia="ar-SA" w:bidi="ar-SA"/>
        </w:rPr>
        <w:t>aďarsku</w:t>
      </w:r>
      <w:r w:rsidRPr="00D30AD2">
        <w:rPr>
          <w:rFonts w:ascii="Times New Roman" w:hAnsi="Times New Roman" w:cs="Times New Roman"/>
          <w:lang w:eastAsia="ar-SA" w:bidi="ar-SA"/>
        </w:rPr>
        <w:t xml:space="preserve"> a </w:t>
      </w:r>
      <w:r>
        <w:rPr>
          <w:rFonts w:ascii="Times New Roman" w:hAnsi="Times New Roman" w:cs="Times New Roman"/>
          <w:lang w:eastAsia="ar-SA" w:bidi="ar-SA"/>
        </w:rPr>
        <w:t>Českej republike;</w:t>
      </w:r>
    </w:p>
    <w:p w:rsidR="00A11135" w:rsidRPr="00D30AD2" w:rsidRDefault="00A11135" w:rsidP="003A7F53">
      <w:pPr>
        <w:pStyle w:val="Alaprtelmezettstlus"/>
        <w:numPr>
          <w:ilvl w:val="0"/>
          <w:numId w:val="9"/>
          <w:numberingChange w:id="127" w:author="Unknown" w:date="2014-09-02T11:52:00Z" w:original="%1:5:4:)"/>
        </w:numPr>
        <w:tabs>
          <w:tab w:val="clear" w:pos="2340"/>
          <w:tab w:val="num" w:pos="1080"/>
          <w:tab w:val="left" w:pos="3893"/>
        </w:tabs>
        <w:ind w:left="1080"/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  <w:lang w:eastAsia="ar-SA" w:bidi="ar-SA"/>
        </w:rPr>
        <w:t>Fakultný koordinátor po formálnej kontrole postúpi tieto prihlášky univerzitnému koordinátorovi, pričom si ponechá jednu kópiu z každej prihlášky</w:t>
      </w:r>
      <w:r>
        <w:rPr>
          <w:rFonts w:ascii="Times New Roman" w:hAnsi="Times New Roman" w:cs="Times New Roman"/>
          <w:lang w:eastAsia="ar-SA" w:bidi="ar-SA"/>
        </w:rPr>
        <w:t>;</w:t>
      </w:r>
    </w:p>
    <w:p w:rsidR="00A11135" w:rsidRPr="00D30AD2" w:rsidRDefault="00A11135" w:rsidP="003A7F53">
      <w:pPr>
        <w:pStyle w:val="Alaprtelmezettstlus"/>
        <w:numPr>
          <w:ilvl w:val="0"/>
          <w:numId w:val="9"/>
          <w:numberingChange w:id="128" w:author="Unknown" w:date="2014-09-02T11:52:00Z" w:original="%1:6:4:)"/>
        </w:numPr>
        <w:tabs>
          <w:tab w:val="clear" w:pos="2340"/>
          <w:tab w:val="num" w:pos="1080"/>
          <w:tab w:val="left" w:pos="3893"/>
        </w:tabs>
        <w:ind w:left="1080"/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  <w:lang w:eastAsia="ar-SA" w:bidi="ar-SA"/>
        </w:rPr>
        <w:t xml:space="preserve">Fakultný koordinátor v spolupráci s katedrovými koordinátormi realizuje výberové konanie, vyhodnotia doručené prihlášky a navrhnú poradie uchádzačov na stáž do programu Erasmus+. Po zostavení poradia uchádzačov </w:t>
      </w:r>
      <w:r>
        <w:rPr>
          <w:rFonts w:ascii="Times New Roman" w:hAnsi="Times New Roman" w:cs="Times New Roman"/>
          <w:lang w:eastAsia="ar-SA" w:bidi="ar-SA"/>
        </w:rPr>
        <w:t>návrh</w:t>
      </w:r>
      <w:r w:rsidRPr="00D30AD2">
        <w:rPr>
          <w:rFonts w:ascii="Times New Roman" w:hAnsi="Times New Roman" w:cs="Times New Roman"/>
          <w:lang w:eastAsia="ar-SA" w:bidi="ar-SA"/>
        </w:rPr>
        <w:t xml:space="preserve"> doručia univerzitnému koordinátorovi do jedného mesiaca od termínu odovzdania prihlášok</w:t>
      </w:r>
      <w:r>
        <w:rPr>
          <w:rFonts w:ascii="Times New Roman" w:hAnsi="Times New Roman" w:cs="Times New Roman"/>
          <w:lang w:eastAsia="ar-SA" w:bidi="ar-SA"/>
        </w:rPr>
        <w:t>;</w:t>
      </w:r>
      <w:r w:rsidRPr="00D30AD2">
        <w:rPr>
          <w:rFonts w:ascii="Times New Roman" w:hAnsi="Times New Roman" w:cs="Times New Roman"/>
          <w:lang w:eastAsia="ar-SA" w:bidi="ar-SA"/>
        </w:rPr>
        <w:t xml:space="preserve"> </w:t>
      </w:r>
    </w:p>
    <w:p w:rsidR="00A11135" w:rsidRPr="00D30AD2" w:rsidRDefault="00A11135" w:rsidP="003A7F53">
      <w:pPr>
        <w:pStyle w:val="Alaprtelmezettstlus"/>
        <w:numPr>
          <w:ilvl w:val="0"/>
          <w:numId w:val="9"/>
          <w:numberingChange w:id="129" w:author="Unknown" w:date="2014-09-02T11:52:00Z" w:original="%1:7:4:)"/>
        </w:numPr>
        <w:tabs>
          <w:tab w:val="clear" w:pos="2340"/>
          <w:tab w:val="num" w:pos="1080"/>
          <w:tab w:val="left" w:pos="3893"/>
        </w:tabs>
        <w:ind w:left="1080"/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  <w:lang w:eastAsia="ar-SA" w:bidi="ar-SA"/>
        </w:rPr>
        <w:t>Schválenie Erasmus+ mobility za účelom stáže prebieha podľa Čl. 6. tejto smernice</w:t>
      </w:r>
      <w:r>
        <w:rPr>
          <w:rFonts w:ascii="Times New Roman" w:hAnsi="Times New Roman" w:cs="Times New Roman"/>
          <w:lang w:eastAsia="ar-SA" w:bidi="ar-SA"/>
        </w:rPr>
        <w:t>;</w:t>
      </w:r>
    </w:p>
    <w:p w:rsidR="00A11135" w:rsidRPr="00D30AD2" w:rsidRDefault="00A11135" w:rsidP="003A7F53">
      <w:pPr>
        <w:pStyle w:val="Alaprtelmezettstlus"/>
        <w:numPr>
          <w:ilvl w:val="0"/>
          <w:numId w:val="9"/>
          <w:numberingChange w:id="130" w:author="Unknown" w:date="2014-09-02T11:52:00Z" w:original="%1:8:4:)"/>
        </w:numPr>
        <w:tabs>
          <w:tab w:val="clear" w:pos="2340"/>
          <w:tab w:val="num" w:pos="1080"/>
          <w:tab w:val="left" w:pos="3893"/>
        </w:tabs>
        <w:ind w:left="1080"/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  <w:lang w:eastAsia="ar-SA" w:bidi="ar-SA"/>
        </w:rPr>
        <w:t>Výsledky výberového konania sa zverejnia na webovej stránke UJS (Zoznam študentov schválených na Erasmus+ stáž)</w:t>
      </w:r>
      <w:r>
        <w:rPr>
          <w:rFonts w:ascii="Times New Roman" w:hAnsi="Times New Roman" w:cs="Times New Roman"/>
          <w:lang w:eastAsia="ar-SA" w:bidi="ar-SA"/>
        </w:rPr>
        <w:t>;</w:t>
      </w:r>
    </w:p>
    <w:p w:rsidR="00A11135" w:rsidRPr="00D30AD2" w:rsidRDefault="00A11135" w:rsidP="003A7F53">
      <w:pPr>
        <w:pStyle w:val="Alaprtelmezettstlus"/>
        <w:numPr>
          <w:ilvl w:val="0"/>
          <w:numId w:val="9"/>
          <w:numberingChange w:id="131" w:author="Unknown" w:date="2014-09-02T11:52:00Z" w:original="%1:9:4:)"/>
        </w:numPr>
        <w:tabs>
          <w:tab w:val="clear" w:pos="2340"/>
          <w:tab w:val="num" w:pos="1080"/>
          <w:tab w:val="left" w:pos="3893"/>
        </w:tabs>
        <w:ind w:left="1080"/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</w:rPr>
        <w:t>Študent hneď po schválení mobility na stáž vyplní povinný formulár pre Erasmus stážistov Zmluvu o stáži</w:t>
      </w:r>
      <w:r w:rsidRPr="00D30AD2">
        <w:rPr>
          <w:rFonts w:ascii="Times New Roman" w:hAnsi="Times New Roman" w:cs="Times New Roman"/>
          <w:b/>
          <w:bCs/>
        </w:rPr>
        <w:t xml:space="preserve"> </w:t>
      </w:r>
      <w:r w:rsidRPr="00D30AD2">
        <w:rPr>
          <w:rFonts w:ascii="Times New Roman" w:hAnsi="Times New Roman" w:cs="Times New Roman"/>
        </w:rPr>
        <w:t>(Learning agreement for traineeships</w:t>
      </w:r>
      <w:r w:rsidRPr="005C7C81">
        <w:rPr>
          <w:rFonts w:ascii="Times New Roman" w:hAnsi="Times New Roman" w:cs="Times New Roman"/>
        </w:rPr>
        <w:t>, príloha 7 a, b).</w:t>
      </w:r>
      <w:r w:rsidRPr="00D30AD2">
        <w:rPr>
          <w:rFonts w:ascii="Times New Roman" w:hAnsi="Times New Roman" w:cs="Times New Roman"/>
        </w:rPr>
        <w:t xml:space="preserve"> V zmluve budú uvedené aktivity, ktoré študent plánuje realizovať v zahraničnom podniku alebo vysokoškolskej inštitúcii. Zmluvu študent pripraví v spolupráci s katedrovým a fakultným koordinátorom danej fakulty v 3 origináloch. Vyplnený formulár musí fakultný koordinátor schváliť a svojim podpisom potvrdiť. </w:t>
      </w:r>
      <w:r w:rsidRPr="00D30AD2">
        <w:rPr>
          <w:rFonts w:ascii="Times New Roman" w:hAnsi="Times New Roman" w:cs="Times New Roman"/>
          <w:lang w:eastAsia="ar-SA" w:bidi="ar-SA"/>
        </w:rPr>
        <w:t>Študent vyplnené, podpísané a opečiatkované tlačivo predloží univerzitnému koordinátorovi UJS najneskôr 1 mesiac pred plánovaným nástupom na stáž. Koordinátor pošle 3 originály Zmluvy o stáži na prijímajúcu inštitúciu v zahraničí na schválenie mobility</w:t>
      </w:r>
      <w:r>
        <w:rPr>
          <w:rFonts w:ascii="Times New Roman" w:hAnsi="Times New Roman" w:cs="Times New Roman"/>
          <w:lang w:eastAsia="ar-SA" w:bidi="ar-SA"/>
        </w:rPr>
        <w:t>;</w:t>
      </w:r>
    </w:p>
    <w:p w:rsidR="00A11135" w:rsidRPr="00D30AD2" w:rsidRDefault="00A11135" w:rsidP="003A7F53">
      <w:pPr>
        <w:pStyle w:val="Alaprtelmezettstlus"/>
        <w:numPr>
          <w:ilvl w:val="0"/>
          <w:numId w:val="9"/>
          <w:numberingChange w:id="132" w:author="Unknown" w:date="2014-09-02T11:52:00Z" w:original="%1:10:4:)"/>
        </w:numPr>
        <w:tabs>
          <w:tab w:val="clear" w:pos="2340"/>
          <w:tab w:val="num" w:pos="1080"/>
          <w:tab w:val="left" w:pos="3893"/>
        </w:tabs>
        <w:ind w:left="1080"/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  <w:lang w:eastAsia="ar-SA" w:bidi="ar-SA"/>
        </w:rPr>
        <w:t>Študent v spolupráci s univerzitným koordinátorom po schválení stáže zabezpečí, aby prijímajúci podnik alebo vysokoškolská inštitúcia poslala univerzitnému koordinátorovi poštou potvrdené originály Zmluvy o stáži (</w:t>
      </w:r>
      <w:r w:rsidRPr="00D30AD2">
        <w:rPr>
          <w:rFonts w:ascii="Times New Roman" w:hAnsi="Times New Roman" w:cs="Times New Roman"/>
        </w:rPr>
        <w:t xml:space="preserve">Learning agreement for traineeships) </w:t>
      </w:r>
      <w:r w:rsidRPr="00D30AD2">
        <w:rPr>
          <w:rFonts w:ascii="Times New Roman" w:hAnsi="Times New Roman" w:cs="Times New Roman"/>
          <w:lang w:eastAsia="ar-SA" w:bidi="ar-SA"/>
        </w:rPr>
        <w:t xml:space="preserve">spolu s Akceptačným listom </w:t>
      </w:r>
      <w:r w:rsidRPr="00D30AD2">
        <w:rPr>
          <w:rFonts w:ascii="Times New Roman" w:hAnsi="Times New Roman" w:cs="Times New Roman"/>
        </w:rPr>
        <w:t>(Letter of acceptance)</w:t>
      </w:r>
      <w:r w:rsidRPr="00D30AD2">
        <w:rPr>
          <w:rFonts w:ascii="Times New Roman" w:hAnsi="Times New Roman" w:cs="Times New Roman"/>
          <w:lang w:eastAsia="ar-SA" w:bidi="ar-SA"/>
        </w:rPr>
        <w:t>. Akceptačný list musí byť vyhotovený na hlavičkovom papieri prijímajúceho podniku, musí byť opečiatkovaný a podpísaný konzultantom (osobou zodpovednou za dohľad nad študentom)</w:t>
      </w:r>
      <w:r>
        <w:rPr>
          <w:rFonts w:ascii="Times New Roman" w:hAnsi="Times New Roman" w:cs="Times New Roman"/>
          <w:lang w:eastAsia="ar-SA" w:bidi="ar-SA"/>
        </w:rPr>
        <w:t>;</w:t>
      </w:r>
    </w:p>
    <w:p w:rsidR="00A11135" w:rsidRPr="00D30AD2" w:rsidRDefault="00A11135" w:rsidP="003A7F53">
      <w:pPr>
        <w:pStyle w:val="Alaprtelmezettstlus"/>
        <w:numPr>
          <w:ilvl w:val="0"/>
          <w:numId w:val="9"/>
          <w:numberingChange w:id="133" w:author="Unknown" w:date="2014-09-02T11:52:00Z" w:original="%1:11:4:)"/>
        </w:numPr>
        <w:tabs>
          <w:tab w:val="clear" w:pos="2340"/>
          <w:tab w:val="num" w:pos="1080"/>
          <w:tab w:val="left" w:pos="3893"/>
        </w:tabs>
        <w:ind w:left="1080"/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</w:rPr>
        <w:t>Hodnoteni</w:t>
      </w:r>
      <w:r>
        <w:rPr>
          <w:rFonts w:ascii="Times New Roman" w:hAnsi="Times New Roman" w:cs="Times New Roman"/>
        </w:rPr>
        <w:t>e</w:t>
      </w:r>
      <w:r w:rsidRPr="00D30AD2">
        <w:rPr>
          <w:rFonts w:ascii="Times New Roman" w:hAnsi="Times New Roman" w:cs="Times New Roman"/>
        </w:rPr>
        <w:t xml:space="preserve"> jazykových schopností študentov prebieha podľa Čl. 7 ods. 2, písm. l. tejto smernice</w:t>
      </w:r>
      <w:r>
        <w:rPr>
          <w:rFonts w:ascii="Times New Roman" w:hAnsi="Times New Roman" w:cs="Times New Roman"/>
        </w:rPr>
        <w:t>;</w:t>
      </w:r>
    </w:p>
    <w:p w:rsidR="00A11135" w:rsidRPr="00D30AD2" w:rsidRDefault="00A11135" w:rsidP="003A7F53">
      <w:pPr>
        <w:pStyle w:val="Alaprtelmezettstlus"/>
        <w:numPr>
          <w:ilvl w:val="0"/>
          <w:numId w:val="9"/>
          <w:numberingChange w:id="134" w:author="Unknown" w:date="2014-09-02T11:52:00Z" w:original="%1:12:4:)"/>
        </w:numPr>
        <w:tabs>
          <w:tab w:val="clear" w:pos="2340"/>
          <w:tab w:val="num" w:pos="1080"/>
          <w:tab w:val="left" w:pos="3893"/>
        </w:tabs>
        <w:ind w:left="1080"/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  <w:lang w:eastAsia="ar-SA" w:bidi="ar-SA"/>
        </w:rPr>
        <w:t>Študent pred vycestovaním na študentskú mobilitu za účelom stáže musí odovzdať univerzitnému koordinátorovi kópiu platného občianskeho preukazu, kópiu európskeho poistného preukazu (EPZP), kópiu dokladu o uzavretí poistenia liečebných nákladov v zahraničí (cestovné komerčné poistenie) na celú dĺžku pobytu, kópiu dokladu o uzavretí poistenia zodpovednosti za škodu za celú dĺžku pobytu, kópiu dokladu o uzavretí úrazového poistenia (pokrývajúce aspoň pracovné úrazy) na celú dĺžku pobytu, kópiu disponibilnej kartičky k účtu s uvedením čísla účtu v banke (majiteľom účtu musí byť študent), potvrdenie zo študijného oddelenia fakulty o zápise do ďalšieho ročníka</w:t>
      </w:r>
      <w:r>
        <w:rPr>
          <w:rFonts w:ascii="Times New Roman" w:hAnsi="Times New Roman" w:cs="Times New Roman"/>
          <w:lang w:eastAsia="ar-SA" w:bidi="ar-SA"/>
        </w:rPr>
        <w:t>;</w:t>
      </w:r>
    </w:p>
    <w:p w:rsidR="00A11135" w:rsidRPr="005C7C81" w:rsidRDefault="00A11135" w:rsidP="003A7F53">
      <w:pPr>
        <w:pStyle w:val="Alaprtelmezettstlus"/>
        <w:numPr>
          <w:ilvl w:val="0"/>
          <w:numId w:val="9"/>
          <w:numberingChange w:id="135" w:author="Unknown" w:date="2014-09-02T11:52:00Z" w:original="%1:13:4:)"/>
        </w:numPr>
        <w:tabs>
          <w:tab w:val="clear" w:pos="2340"/>
          <w:tab w:val="num" w:pos="1080"/>
          <w:tab w:val="left" w:pos="3893"/>
        </w:tabs>
        <w:ind w:left="1080"/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</w:rPr>
        <w:t xml:space="preserve">Zmluvu o poskytnutí finančnej podpory na stáž v rámci programu Erasmus+ (ďalej </w:t>
      </w:r>
      <w:r w:rsidRPr="005C7C81">
        <w:rPr>
          <w:rFonts w:ascii="Times New Roman" w:hAnsi="Times New Roman" w:cs="Times New Roman"/>
        </w:rPr>
        <w:t>zmluva, príloha 8) podpisuje študent s UJS najneskôr jeden mesiac pred vycestovaním, ak je akceptovaný prijímajúcou inštitúciou a ak už odovzdal všetky potrebné dokumenty uvedené v bode č. 4 a), b), c), d), i) tohto článku. Zmluvy sa zverejňujú v Centrálnom registri zmlúv do 30 dní od dátumu podpísania oboch strán</w:t>
      </w:r>
      <w:r>
        <w:rPr>
          <w:rFonts w:ascii="Times New Roman" w:hAnsi="Times New Roman" w:cs="Times New Roman"/>
        </w:rPr>
        <w:t>;</w:t>
      </w:r>
      <w:r w:rsidRPr="005C7C81">
        <w:rPr>
          <w:rFonts w:ascii="Times New Roman" w:hAnsi="Times New Roman" w:cs="Times New Roman"/>
        </w:rPr>
        <w:t xml:space="preserve"> </w:t>
      </w:r>
    </w:p>
    <w:p w:rsidR="00A11135" w:rsidRPr="00D30AD2" w:rsidRDefault="00A11135" w:rsidP="003A7F53">
      <w:pPr>
        <w:pStyle w:val="Alaprtelmezettstlus"/>
        <w:numPr>
          <w:ilvl w:val="0"/>
          <w:numId w:val="9"/>
          <w:numberingChange w:id="136" w:author="Unknown" w:date="2014-09-02T11:52:00Z" w:original="%1:14:4:)"/>
        </w:numPr>
        <w:tabs>
          <w:tab w:val="clear" w:pos="2340"/>
          <w:tab w:val="num" w:pos="1080"/>
          <w:tab w:val="left" w:pos="3893"/>
        </w:tabs>
        <w:ind w:left="1080"/>
        <w:jc w:val="both"/>
        <w:rPr>
          <w:rFonts w:ascii="Times New Roman" w:hAnsi="Times New Roman" w:cs="Times New Roman"/>
        </w:rPr>
      </w:pPr>
      <w:r w:rsidRPr="005C7C81">
        <w:rPr>
          <w:rFonts w:ascii="Times New Roman" w:hAnsi="Times New Roman" w:cs="Times New Roman"/>
        </w:rPr>
        <w:t>Výška finančnej podpory na mobilitu je vymedzená Národnou agentúrou programu Erasmus+ pre vzdelávanie a odbornú prípravu v Bratislave. Špecifické sadzby sú pevne určené v Zmluve o poskytnutí grantu na: Projekt v rámci programu Erasmus+, KA1 v Prílohe III. - Finančné a zmluvné pravidlá v časti III. Sadzby platné pre jednotkové náklady v bode 2. Individuálna podpora: Mobilita študentov na stáž (sadzby sú zverejnené aj na internetovej stránke www.erasmusplus.sk) a platia pre všetkých študentov, ktorí</w:t>
      </w:r>
      <w:r w:rsidRPr="00D30AD2">
        <w:rPr>
          <w:rFonts w:ascii="Times New Roman" w:hAnsi="Times New Roman" w:cs="Times New Roman"/>
        </w:rPr>
        <w:t xml:space="preserve"> vycestujú na stáž</w:t>
      </w:r>
      <w:r>
        <w:rPr>
          <w:rFonts w:ascii="Times New Roman" w:hAnsi="Times New Roman" w:cs="Times New Roman"/>
        </w:rPr>
        <w:t>;</w:t>
      </w:r>
    </w:p>
    <w:p w:rsidR="00A11135" w:rsidRPr="00D30AD2" w:rsidRDefault="00A11135" w:rsidP="003A7F53">
      <w:pPr>
        <w:pStyle w:val="Alaprtelmezettstlus"/>
        <w:numPr>
          <w:ilvl w:val="0"/>
          <w:numId w:val="9"/>
          <w:numberingChange w:id="137" w:author="Unknown" w:date="2014-09-02T11:52:00Z" w:original="%1:15:4:)"/>
        </w:numPr>
        <w:tabs>
          <w:tab w:val="clear" w:pos="2340"/>
          <w:tab w:val="num" w:pos="1080"/>
          <w:tab w:val="left" w:pos="3893"/>
        </w:tabs>
        <w:ind w:left="1080"/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</w:rPr>
        <w:t xml:space="preserve">Grant sa prevádza na účet študenta v 2 splátkach - 80 % celkového grantu po podpise finančnej zmluvy študentom a univerzitným Erasmus koordinátorom UJS a po kontrole predložených formulárov, a 20 % celkového grantu po ukončení pobytu a predložení všetkých požadovaných dokumentov z pobytu univerzitnému koordinátorovi UJS. </w:t>
      </w:r>
    </w:p>
    <w:p w:rsidR="00A11135" w:rsidRPr="00D30AD2" w:rsidRDefault="00A11135" w:rsidP="00897254">
      <w:pPr>
        <w:pStyle w:val="Alaprtelmezettstlus"/>
        <w:numPr>
          <w:ilvl w:val="0"/>
          <w:numId w:val="10"/>
          <w:numberingChange w:id="138" w:author="Unknown" w:date="2014-09-02T11:52:00Z" w:original="%1:5:0:.)"/>
        </w:numPr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  <w:lang w:eastAsia="ar-SA" w:bidi="ar-SA"/>
        </w:rPr>
        <w:t>Študent, ktorý v danom akademickom roku poberá sociálne štipendium na UJS a je mu schválená stáž Erasmus+, nemá nárok na dodatočný príspevok.</w:t>
      </w:r>
    </w:p>
    <w:p w:rsidR="00A11135" w:rsidRPr="00D30AD2" w:rsidRDefault="00A11135" w:rsidP="00AA584C">
      <w:pPr>
        <w:pStyle w:val="Alaprtelmezettstlus"/>
        <w:numPr>
          <w:ilvl w:val="0"/>
          <w:numId w:val="10"/>
          <w:numberingChange w:id="139" w:author="Unknown" w:date="2014-09-02T11:52:00Z" w:original="%1:6:0:.)"/>
        </w:numPr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  <w:lang w:eastAsia="ar-SA" w:bidi="ar-SA"/>
        </w:rPr>
        <w:t>Študent, ktorý má oficiálny status osoby so zdravotným postihnutím (ZŤP) a bola mu schválená Erasmus+ mobilita v zahraničí, môže sa uchádzať o pridelenie dodatočného Erasmus grantu (nad rámec fixných grantov).</w:t>
      </w:r>
    </w:p>
    <w:p w:rsidR="00A11135" w:rsidRPr="00D30AD2" w:rsidRDefault="00A11135" w:rsidP="00F9765C">
      <w:pPr>
        <w:pStyle w:val="Alaprtelmezettstlus"/>
        <w:numPr>
          <w:ilvl w:val="0"/>
          <w:numId w:val="10"/>
          <w:numberingChange w:id="140" w:author="Unknown" w:date="2014-09-02T11:52:00Z" w:original="%1:7:0:.)"/>
        </w:numPr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  <w:lang w:eastAsia="ar-SA" w:bidi="ar-SA"/>
        </w:rPr>
        <w:t xml:space="preserve">Študent po akceptovaní zahraničnou inštitúciou na stáž si môže začať vybavovať náležitosti súvisiace s vycestovaním a pobytom v zahraničí. Študent si samostatne zabezpečí ubytovanie, stravu, dopravu a poistenie na cestu a počas pobytu. </w:t>
      </w:r>
    </w:p>
    <w:p w:rsidR="00A11135" w:rsidRPr="005C7C81" w:rsidRDefault="00A11135" w:rsidP="00992BDB">
      <w:pPr>
        <w:pStyle w:val="Alaprtelmezettstlus"/>
        <w:numPr>
          <w:ilvl w:val="0"/>
          <w:numId w:val="10"/>
          <w:numberingChange w:id="141" w:author="Unknown" w:date="2014-09-02T11:52:00Z" w:original="%1:8:0:.)"/>
        </w:numPr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  <w:lang w:eastAsia="ar-SA" w:bidi="ar-SA"/>
        </w:rPr>
        <w:t>Ak študent potrebuje vykonať zmeny v pôvodnom Zmluve o stáži (</w:t>
      </w:r>
      <w:r w:rsidRPr="00D30AD2">
        <w:rPr>
          <w:rFonts w:ascii="Times New Roman" w:hAnsi="Times New Roman" w:cs="Times New Roman"/>
        </w:rPr>
        <w:t xml:space="preserve">Learning agreement for traineeships) </w:t>
      </w:r>
      <w:r w:rsidRPr="00D30AD2">
        <w:rPr>
          <w:rFonts w:ascii="Times New Roman" w:hAnsi="Times New Roman" w:cs="Times New Roman"/>
          <w:lang w:eastAsia="ar-SA" w:bidi="ar-SA"/>
        </w:rPr>
        <w:t xml:space="preserve">najneskôr do 2 týždňov po začatí pobytu na prijímajúcej inštitúcii je povinný požiadať fakultného koordinátora UJS a prijímajúcu inštitúciu v zahraničí o akceptáciu zmien v časti Mimoriadne hlavné zmeny pôvodnej zmluvy o stáži (Expectional major changes to the original learning agreement). Všetky zmeny oproti pôvodnému plánu stáže treba odsúhlasiť s fakultným koordinátorom UJS a </w:t>
      </w:r>
      <w:r>
        <w:rPr>
          <w:rFonts w:ascii="Times New Roman" w:hAnsi="Times New Roman" w:cs="Times New Roman"/>
          <w:lang w:eastAsia="ar-SA" w:bidi="ar-SA"/>
        </w:rPr>
        <w:t>rovnak</w:t>
      </w:r>
      <w:r w:rsidRPr="00D30AD2">
        <w:rPr>
          <w:rFonts w:ascii="Times New Roman" w:hAnsi="Times New Roman" w:cs="Times New Roman"/>
          <w:lang w:eastAsia="ar-SA" w:bidi="ar-SA"/>
        </w:rPr>
        <w:t xml:space="preserve">o aj prijímajúcou inštitúciou. V zmluve musí byť zaznamenaný detailný program stáže, vrátane úloh, poznatkov a kompetencií </w:t>
      </w:r>
      <w:r w:rsidRPr="005C7C81">
        <w:rPr>
          <w:rFonts w:ascii="Times New Roman" w:hAnsi="Times New Roman" w:cs="Times New Roman"/>
          <w:lang w:eastAsia="ar-SA" w:bidi="ar-SA"/>
        </w:rPr>
        <w:t>získaných počas stáže.</w:t>
      </w:r>
    </w:p>
    <w:p w:rsidR="00A11135" w:rsidRPr="00D30AD2" w:rsidRDefault="00A11135" w:rsidP="00F9765C">
      <w:pPr>
        <w:pStyle w:val="Alaprtelmezettstlus"/>
        <w:numPr>
          <w:ilvl w:val="0"/>
          <w:numId w:val="10"/>
          <w:numberingChange w:id="142" w:author="Unknown" w:date="2014-09-02T11:52:00Z" w:original="%1:9:0:.)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eastAsia="ar-SA" w:bidi="ar-SA"/>
        </w:rPr>
        <w:t>O p</w:t>
      </w:r>
      <w:r w:rsidRPr="005C7C81">
        <w:rPr>
          <w:rFonts w:ascii="Times New Roman" w:hAnsi="Times New Roman" w:cs="Times New Roman"/>
          <w:lang w:eastAsia="ar-SA" w:bidi="ar-SA"/>
        </w:rPr>
        <w:t>redĺženie stáže študent môže žiadať najneskôr 1 mesiac pred ukončením pôvodnej mobility odoslaním vyplnenej a podpísanej Žiadosti o predĺženie Erasmus+ pobytu (Erasmus prolongation application form Erasmus+ Programme, príloha 5 a) spolu so Žiadosťou o doplatku ku grantu Erasmus+ (príloha 5 b) univerzitnému</w:t>
      </w:r>
      <w:r w:rsidRPr="00D30AD2">
        <w:rPr>
          <w:rFonts w:ascii="Times New Roman" w:hAnsi="Times New Roman" w:cs="Times New Roman"/>
          <w:lang w:eastAsia="ar-SA" w:bidi="ar-SA"/>
        </w:rPr>
        <w:t xml:space="preserve"> koordinátorovi. Po odsúhlasení predĺženia mobility a rozhodnutia finančnej podpory Komisiou Erasmus+ na UJS pošle univerzitný koordinátor na podpis študentovi Dodatok k zmluve.  Proces prípravy a schválenia novej Zmluvy o stáži prebieha podľa bodu 4.) písm. i) tohto článku. </w:t>
      </w:r>
    </w:p>
    <w:p w:rsidR="00A11135" w:rsidRPr="00D30AD2" w:rsidRDefault="00A11135" w:rsidP="003A7F53">
      <w:pPr>
        <w:pStyle w:val="Alaprtelmezettstlus"/>
        <w:numPr>
          <w:ilvl w:val="0"/>
          <w:numId w:val="10"/>
          <w:numberingChange w:id="143" w:author="Unknown" w:date="2014-09-02T11:52:00Z" w:original="%1:10:0:.)"/>
        </w:numPr>
        <w:tabs>
          <w:tab w:val="left" w:pos="900"/>
        </w:tabs>
        <w:ind w:left="900" w:hanging="540"/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  <w:lang w:eastAsia="ar-SA" w:bidi="ar-SA"/>
        </w:rPr>
        <w:t>Po návrate zo stáže študent musí odovzdať univerzitnému koordinátorovi nasledovné dokumenty potvrdzujúce realizáciu Erasmus+ stáže:</w:t>
      </w:r>
    </w:p>
    <w:p w:rsidR="00A11135" w:rsidRPr="00D30AD2" w:rsidRDefault="00A11135" w:rsidP="00087A9B">
      <w:pPr>
        <w:pStyle w:val="Alaprtelmezettstlus"/>
        <w:numPr>
          <w:ilvl w:val="0"/>
          <w:numId w:val="19"/>
          <w:numberingChange w:id="144" w:author="Unknown" w:date="2014-09-02T11:52:00Z" w:original="%1:1:4:)"/>
        </w:numPr>
        <w:tabs>
          <w:tab w:val="left" w:pos="900"/>
        </w:tabs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  <w:lang w:eastAsia="ar-SA" w:bidi="ar-SA"/>
        </w:rPr>
        <w:t>Originál tlačiva Zmluva o stáži (Learning agreement for traineeships</w:t>
      </w:r>
      <w:r w:rsidRPr="00D30AD2">
        <w:rPr>
          <w:rFonts w:ascii="Times New Roman" w:hAnsi="Times New Roman" w:cs="Times New Roman"/>
          <w:b/>
          <w:bCs/>
          <w:lang w:eastAsia="ar-SA" w:bidi="ar-SA"/>
        </w:rPr>
        <w:t>)</w:t>
      </w:r>
      <w:r w:rsidRPr="00D30AD2">
        <w:rPr>
          <w:rFonts w:ascii="Times New Roman" w:hAnsi="Times New Roman" w:cs="Times New Roman"/>
          <w:lang w:eastAsia="ar-SA" w:bidi="ar-SA"/>
        </w:rPr>
        <w:t>, ktor</w:t>
      </w:r>
      <w:r>
        <w:rPr>
          <w:rFonts w:ascii="Times New Roman" w:hAnsi="Times New Roman" w:cs="Times New Roman"/>
          <w:lang w:eastAsia="ar-SA" w:bidi="ar-SA"/>
        </w:rPr>
        <w:t>é</w:t>
      </w:r>
      <w:r w:rsidRPr="00D30AD2">
        <w:rPr>
          <w:rFonts w:ascii="Times New Roman" w:hAnsi="Times New Roman" w:cs="Times New Roman"/>
          <w:lang w:eastAsia="ar-SA" w:bidi="ar-SA"/>
        </w:rPr>
        <w:t xml:space="preserve"> obsahuje 3 časti: Navrhnutý program mobility, Mimoriadne hlavné zmeny pôvodnej zmluvy o stáži  a Certifikát o absolvovaní stáže (Traineeship certificate). V prvej časti zmluvy sa nachádza popis práce, ktorú študent naplánoval pred mobilitou, v druhej časti sa uvádzajú schválené zmeny pôvodnej zmluvy. Tretia časť zmluvy je vyplnená po mobilite a obsahuje dĺžku pobytu,  detailný program stáže, vrátane úloh, ktoré vykonal študent na prijímajúcej inštitúcii a okrem toho aj popis nadobudnutých zručností a znalosti, ktoré študent získal v zahraničí</w:t>
      </w:r>
      <w:r>
        <w:rPr>
          <w:rFonts w:ascii="Times New Roman" w:hAnsi="Times New Roman" w:cs="Times New Roman"/>
          <w:lang w:eastAsia="ar-SA" w:bidi="ar-SA"/>
        </w:rPr>
        <w:t>,</w:t>
      </w:r>
      <w:r w:rsidRPr="00D30AD2">
        <w:rPr>
          <w:rFonts w:ascii="Times New Roman" w:hAnsi="Times New Roman" w:cs="Times New Roman"/>
          <w:lang w:eastAsia="ar-SA" w:bidi="ar-SA"/>
        </w:rPr>
        <w:t xml:space="preserve">   </w:t>
      </w:r>
    </w:p>
    <w:p w:rsidR="00A11135" w:rsidRPr="00D30AD2" w:rsidRDefault="00A11135" w:rsidP="00720A3C">
      <w:pPr>
        <w:pStyle w:val="Alaprtelmezettstlus"/>
        <w:numPr>
          <w:ilvl w:val="0"/>
          <w:numId w:val="19"/>
          <w:numberingChange w:id="145" w:author="Unknown" w:date="2014-09-02T11:52:00Z" w:original="%1:2:4:)"/>
        </w:numPr>
        <w:tabs>
          <w:tab w:val="left" w:pos="720"/>
          <w:tab w:val="left" w:pos="4140"/>
        </w:tabs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  <w:lang w:eastAsia="ar-SA" w:bidi="ar-SA"/>
        </w:rPr>
        <w:t>Študent vyplní a podá Správu z Erasmus+ mobility on-line cez EU Survey po mobilite, a to najneskôr do 30 kalendárnych dní po prijatí výzvy na jej vyplnenie (o čom sa presvedčí v systéme Mobility Tool univerzitný koordinátor)</w:t>
      </w:r>
      <w:r>
        <w:rPr>
          <w:rFonts w:ascii="Times New Roman" w:hAnsi="Times New Roman" w:cs="Times New Roman"/>
          <w:lang w:eastAsia="ar-SA" w:bidi="ar-SA"/>
        </w:rPr>
        <w:t>;</w:t>
      </w:r>
    </w:p>
    <w:p w:rsidR="00A11135" w:rsidRPr="00D30AD2" w:rsidRDefault="00A11135" w:rsidP="00F772C0">
      <w:pPr>
        <w:pStyle w:val="Alaprtelmezettstlus"/>
        <w:tabs>
          <w:tab w:val="left" w:pos="900"/>
        </w:tabs>
        <w:ind w:left="900" w:hanging="540"/>
        <w:jc w:val="both"/>
        <w:rPr>
          <w:rFonts w:ascii="Times New Roman" w:hAnsi="Times New Roman" w:cs="Times New Roman"/>
          <w:lang w:eastAsia="ar-SA" w:bidi="ar-SA"/>
        </w:rPr>
      </w:pPr>
      <w:r w:rsidRPr="00D30AD2">
        <w:rPr>
          <w:rFonts w:ascii="Times New Roman" w:hAnsi="Times New Roman" w:cs="Times New Roman"/>
          <w:lang w:eastAsia="ar-SA" w:bidi="ar-SA"/>
        </w:rPr>
        <w:t xml:space="preserve">11.) </w:t>
      </w:r>
      <w:r w:rsidRPr="00D30AD2">
        <w:rPr>
          <w:rFonts w:ascii="Times New Roman" w:hAnsi="Times New Roman" w:cs="Times New Roman"/>
          <w:lang w:eastAsia="ar-SA" w:bidi="ar-SA"/>
        </w:rPr>
        <w:tab/>
        <w:t>V prípade nesplnenia bodu 10.) vo všetkých častiach môže UJS</w:t>
      </w:r>
      <w:r>
        <w:rPr>
          <w:rFonts w:ascii="Times New Roman" w:hAnsi="Times New Roman" w:cs="Times New Roman"/>
          <w:lang w:eastAsia="ar-SA" w:bidi="ar-SA"/>
        </w:rPr>
        <w:t xml:space="preserve"> </w:t>
      </w:r>
      <w:r w:rsidRPr="00D30AD2">
        <w:rPr>
          <w:rFonts w:ascii="Times New Roman" w:hAnsi="Times New Roman" w:cs="Times New Roman"/>
          <w:lang w:eastAsia="ar-SA" w:bidi="ar-SA"/>
        </w:rPr>
        <w:t>do 30 dní po ukončení Erasmus mobility</w:t>
      </w:r>
      <w:r>
        <w:rPr>
          <w:rFonts w:ascii="Times New Roman" w:hAnsi="Times New Roman" w:cs="Times New Roman"/>
          <w:lang w:eastAsia="ar-SA" w:bidi="ar-SA"/>
        </w:rPr>
        <w:t xml:space="preserve"> </w:t>
      </w:r>
      <w:r w:rsidRPr="00D30AD2">
        <w:rPr>
          <w:rFonts w:ascii="Times New Roman" w:hAnsi="Times New Roman" w:cs="Times New Roman"/>
          <w:lang w:eastAsia="ar-SA" w:bidi="ar-SA"/>
        </w:rPr>
        <w:t>požiadať  účastníka mobility o vrátenie časti alebo celého poskytnutého Erasmus grantu.</w:t>
      </w:r>
    </w:p>
    <w:p w:rsidR="00A11135" w:rsidRPr="00D30AD2" w:rsidRDefault="00A11135">
      <w:pPr>
        <w:pStyle w:val="Alaprtelmezettstlus"/>
        <w:ind w:left="540" w:hanging="540"/>
        <w:jc w:val="both"/>
        <w:rPr>
          <w:rFonts w:ascii="Times New Roman" w:hAnsi="Times New Roman" w:cs="Times New Roman"/>
        </w:rPr>
      </w:pPr>
    </w:p>
    <w:p w:rsidR="00A11135" w:rsidRPr="00D30AD2" w:rsidRDefault="00A11135">
      <w:pPr>
        <w:pStyle w:val="Alaprtelmezettstlus"/>
        <w:tabs>
          <w:tab w:val="left" w:pos="10773"/>
        </w:tabs>
        <w:jc w:val="center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  <w:b/>
          <w:bCs/>
          <w:sz w:val="28"/>
          <w:szCs w:val="28"/>
        </w:rPr>
        <w:t>Čl. 9</w:t>
      </w:r>
    </w:p>
    <w:p w:rsidR="00A11135" w:rsidRPr="00D30AD2" w:rsidRDefault="00A11135" w:rsidP="0088059C">
      <w:pPr>
        <w:pStyle w:val="Alaprtelmezettstlus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30AD2">
        <w:rPr>
          <w:rFonts w:ascii="Times New Roman" w:hAnsi="Times New Roman" w:cs="Times New Roman"/>
          <w:b/>
          <w:bCs/>
          <w:sz w:val="28"/>
          <w:szCs w:val="28"/>
        </w:rPr>
        <w:t>Postup pri príprave a realizácii mobility učiteľov v rámci programu Erasmus+</w:t>
      </w:r>
    </w:p>
    <w:p w:rsidR="00A11135" w:rsidRPr="00D30AD2" w:rsidRDefault="00A11135" w:rsidP="00B0289C">
      <w:pPr>
        <w:pStyle w:val="Alaprtelmezettstlus"/>
        <w:numPr>
          <w:ilvl w:val="0"/>
          <w:numId w:val="24"/>
          <w:numberingChange w:id="146" w:author="Unknown" w:date="2014-09-02T11:52:00Z" w:original="%1:1:0:.)"/>
        </w:numPr>
        <w:jc w:val="both"/>
        <w:rPr>
          <w:rFonts w:ascii="Times New Roman" w:hAnsi="Times New Roman" w:cs="Times New Roman"/>
          <w:lang w:eastAsia="ar-SA" w:bidi="ar-SA"/>
        </w:rPr>
      </w:pPr>
      <w:r w:rsidRPr="00D30AD2">
        <w:rPr>
          <w:rFonts w:ascii="Times New Roman" w:hAnsi="Times New Roman" w:cs="Times New Roman"/>
        </w:rPr>
        <w:t>N</w:t>
      </w:r>
      <w:r w:rsidRPr="00D30AD2">
        <w:rPr>
          <w:rFonts w:ascii="Times New Roman" w:hAnsi="Times New Roman" w:cs="Times New Roman"/>
          <w:lang w:eastAsia="ar-SA" w:bidi="ar-SA"/>
        </w:rPr>
        <w:t>a mobilitu vo forme prednáškového pobytu Erasmus+ sa môže prihlásiť vysokoškolský učiteľ (ďalej len „učiteľ”) zamestnaný na stanovený týždenný pracovný čas na UJS. Erasmus+ mobilitu je možné absolvovať len na tej vysokoškolskej inštitúcii, s ktorou má UJS uzavretú platnú Erasmus+ zmluvu a je uvedená v Zozname partnerských vysokoškolských inštitúcií UJS programu Erasmus+ na webovej stránke UJS.</w:t>
      </w:r>
    </w:p>
    <w:p w:rsidR="00A11135" w:rsidRPr="00D30AD2" w:rsidRDefault="00A11135" w:rsidP="00AC0DF0">
      <w:pPr>
        <w:pStyle w:val="Alaprtelmezettstlus"/>
        <w:numPr>
          <w:ilvl w:val="0"/>
          <w:numId w:val="24"/>
          <w:numberingChange w:id="147" w:author="Unknown" w:date="2014-09-02T11:52:00Z" w:original="%1:2:0:.)"/>
        </w:numPr>
        <w:jc w:val="both"/>
        <w:rPr>
          <w:rFonts w:ascii="Times New Roman" w:hAnsi="Times New Roman" w:cs="Times New Roman"/>
          <w:lang w:eastAsia="ar-SA" w:bidi="ar-SA"/>
        </w:rPr>
      </w:pPr>
      <w:r w:rsidRPr="00D30AD2">
        <w:rPr>
          <w:rFonts w:ascii="Times New Roman" w:hAnsi="Times New Roman" w:cs="Times New Roman"/>
          <w:lang w:eastAsia="ar-SA" w:bidi="ar-SA"/>
        </w:rPr>
        <w:t xml:space="preserve">Postup pri príprave zahraničnej mobility za účelom prednáškového pobytu v rámci programu Erasmus+: </w:t>
      </w:r>
    </w:p>
    <w:p w:rsidR="00A11135" w:rsidRPr="00D30AD2" w:rsidRDefault="00A11135" w:rsidP="003A7F53">
      <w:pPr>
        <w:pStyle w:val="Alaprtelmezettstlus"/>
        <w:numPr>
          <w:ilvl w:val="0"/>
          <w:numId w:val="13"/>
          <w:numberingChange w:id="148" w:author="Unknown" w:date="2014-09-02T11:52:00Z" w:original="%1:1:4:)"/>
        </w:numPr>
        <w:tabs>
          <w:tab w:val="clear" w:pos="720"/>
          <w:tab w:val="num" w:pos="1080"/>
        </w:tabs>
        <w:ind w:left="1080"/>
        <w:jc w:val="both"/>
        <w:rPr>
          <w:rFonts w:ascii="Times New Roman" w:hAnsi="Times New Roman" w:cs="Times New Roman"/>
        </w:rPr>
      </w:pPr>
      <w:r w:rsidRPr="005C7C81">
        <w:rPr>
          <w:rFonts w:ascii="Times New Roman" w:hAnsi="Times New Roman" w:cs="Times New Roman"/>
          <w:lang w:eastAsia="ar-SA" w:bidi="ar-SA"/>
        </w:rPr>
        <w:t>Učiteľ odovzdá fakultnému koordinátorovi Erasmus+ prihlášku na prednáškový pobyt (príloha 9) do termínu</w:t>
      </w:r>
      <w:r w:rsidRPr="00D30AD2">
        <w:rPr>
          <w:rFonts w:ascii="Times New Roman" w:hAnsi="Times New Roman" w:cs="Times New Roman"/>
          <w:lang w:eastAsia="ar-SA" w:bidi="ar-SA"/>
        </w:rPr>
        <w:t xml:space="preserve"> stanoveného univerzitným koordinátorom</w:t>
      </w:r>
      <w:r>
        <w:rPr>
          <w:rFonts w:ascii="Times New Roman" w:hAnsi="Times New Roman" w:cs="Times New Roman"/>
          <w:lang w:eastAsia="ar-SA" w:bidi="ar-SA"/>
        </w:rPr>
        <w:t>,</w:t>
      </w:r>
      <w:r w:rsidRPr="00D30AD2">
        <w:rPr>
          <w:rFonts w:ascii="Times New Roman" w:hAnsi="Times New Roman" w:cs="Times New Roman"/>
          <w:lang w:eastAsia="ar-SA" w:bidi="ar-SA"/>
        </w:rPr>
        <w:t xml:space="preserve"> zverejnené</w:t>
      </w:r>
      <w:r>
        <w:rPr>
          <w:rFonts w:ascii="Times New Roman" w:hAnsi="Times New Roman" w:cs="Times New Roman"/>
          <w:lang w:eastAsia="ar-SA" w:bidi="ar-SA"/>
        </w:rPr>
        <w:t>ho</w:t>
      </w:r>
      <w:r w:rsidRPr="00D30AD2">
        <w:rPr>
          <w:rFonts w:ascii="Times New Roman" w:hAnsi="Times New Roman" w:cs="Times New Roman"/>
          <w:lang w:eastAsia="ar-SA" w:bidi="ar-SA"/>
        </w:rPr>
        <w:t xml:space="preserve"> na webovej stránke UJS. V prihláške môže uviesť maximálne 2 zahraničné univerzity</w:t>
      </w:r>
      <w:r>
        <w:rPr>
          <w:rFonts w:ascii="Times New Roman" w:hAnsi="Times New Roman" w:cs="Times New Roman"/>
          <w:lang w:eastAsia="ar-SA" w:bidi="ar-SA"/>
        </w:rPr>
        <w:t>;</w:t>
      </w:r>
    </w:p>
    <w:p w:rsidR="00A11135" w:rsidRPr="00D30AD2" w:rsidRDefault="00A11135" w:rsidP="003A7F53">
      <w:pPr>
        <w:pStyle w:val="Alaprtelmezettstlus"/>
        <w:numPr>
          <w:ilvl w:val="0"/>
          <w:numId w:val="13"/>
          <w:numberingChange w:id="149" w:author="Unknown" w:date="2014-09-02T11:52:00Z" w:original="%1:2:4:)"/>
        </w:numPr>
        <w:tabs>
          <w:tab w:val="clear" w:pos="720"/>
          <w:tab w:val="num" w:pos="1080"/>
        </w:tabs>
        <w:ind w:left="1080"/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  <w:lang w:eastAsia="ar-SA" w:bidi="ar-SA"/>
        </w:rPr>
        <w:t>Fakultný koordinátor po formálnej kontrole postúpi tieto prihlášky univerzitnému koordinátorovi, pričom si ponechá jednu kópiu z každej prihlášky.</w:t>
      </w:r>
    </w:p>
    <w:p w:rsidR="00A11135" w:rsidRPr="00D30AD2" w:rsidRDefault="00A11135" w:rsidP="00AC0DF0">
      <w:pPr>
        <w:pStyle w:val="Alaprtelmezettstlus"/>
        <w:numPr>
          <w:ilvl w:val="0"/>
          <w:numId w:val="24"/>
          <w:numberingChange w:id="150" w:author="Unknown" w:date="2014-09-02T11:52:00Z" w:original="%1:3:0:.)"/>
        </w:numPr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  <w:lang w:eastAsia="ar-SA" w:bidi="ar-SA"/>
        </w:rPr>
        <w:t xml:space="preserve">Fakultný koordinátor v spolupráci s katedrovými koordinátormi realizuje výberové konanie, vyhodnotia doručené prihlášky a navrhnú poradie uchádzačov na prednáškový pobyt do programu Erasmus+. Po zostavení poradia uchádzačov </w:t>
      </w:r>
      <w:r>
        <w:rPr>
          <w:rFonts w:ascii="Times New Roman" w:hAnsi="Times New Roman" w:cs="Times New Roman"/>
          <w:lang w:eastAsia="ar-SA" w:bidi="ar-SA"/>
        </w:rPr>
        <w:t>návrh</w:t>
      </w:r>
      <w:r w:rsidRPr="00D30AD2">
        <w:rPr>
          <w:rFonts w:ascii="Times New Roman" w:hAnsi="Times New Roman" w:cs="Times New Roman"/>
          <w:lang w:eastAsia="ar-SA" w:bidi="ar-SA"/>
        </w:rPr>
        <w:t xml:space="preserve"> doručia univerzitnému koordinátorovi do jedného mesiaca od termínu odovzdania prihlášok. </w:t>
      </w:r>
    </w:p>
    <w:p w:rsidR="00A11135" w:rsidRPr="00D30AD2" w:rsidRDefault="00A11135" w:rsidP="004A28B5">
      <w:pPr>
        <w:pStyle w:val="Alaprtelmezettstlus"/>
        <w:numPr>
          <w:ilvl w:val="0"/>
          <w:numId w:val="24"/>
          <w:numberingChange w:id="151" w:author="Unknown" w:date="2014-09-02T11:52:00Z" w:original="%1:4:0:.)"/>
        </w:numPr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  <w:lang w:eastAsia="ar-SA" w:bidi="ar-SA"/>
        </w:rPr>
        <w:t xml:space="preserve">Schválenie prednáškového pobytu učiteľov prebieha podľa Čl. 6. ods. 4 bod b) tejto smernice. </w:t>
      </w:r>
    </w:p>
    <w:p w:rsidR="00A11135" w:rsidRPr="00D30AD2" w:rsidRDefault="00A11135" w:rsidP="004A28B5">
      <w:pPr>
        <w:pStyle w:val="Alaprtelmezettstlus"/>
        <w:numPr>
          <w:ilvl w:val="0"/>
          <w:numId w:val="24"/>
          <w:numberingChange w:id="152" w:author="Unknown" w:date="2014-09-02T11:52:00Z" w:original="%1:5:0:.)"/>
        </w:numPr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  <w:lang w:eastAsia="ar-SA" w:bidi="ar-SA"/>
        </w:rPr>
        <w:t>Výber učiteľov prebieha transparentne a výsledky výberového konania sa zverejnia na webovej stránke UJS (Zoznam učiteľov schválených na Erasmus+ prednáškový pobyt).</w:t>
      </w:r>
    </w:p>
    <w:p w:rsidR="00A11135" w:rsidRPr="00D30AD2" w:rsidRDefault="00A11135" w:rsidP="004A28B5">
      <w:pPr>
        <w:pStyle w:val="Alaprtelmezettstlus"/>
        <w:numPr>
          <w:ilvl w:val="0"/>
          <w:numId w:val="24"/>
          <w:numberingChange w:id="153" w:author="Unknown" w:date="2014-09-02T11:52:00Z" w:original="%1:6:0:.)"/>
        </w:numPr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  <w:color w:val="auto"/>
          <w:lang w:eastAsia="ar-SA" w:bidi="ar-SA"/>
        </w:rPr>
        <w:t xml:space="preserve">V prípade schválenia prihlášky učiteľ zostaví Program mobility - výučba (Staff mobility for teaching - Mobility </w:t>
      </w:r>
      <w:r w:rsidRPr="005C7C81">
        <w:rPr>
          <w:rFonts w:ascii="Times New Roman" w:hAnsi="Times New Roman" w:cs="Times New Roman"/>
          <w:color w:val="auto"/>
          <w:lang w:eastAsia="ar-SA" w:bidi="ar-SA"/>
        </w:rPr>
        <w:t>agreement, príloha 10 a, b) a</w:t>
      </w:r>
      <w:r w:rsidRPr="00D30AD2">
        <w:rPr>
          <w:rFonts w:ascii="Times New Roman" w:hAnsi="Times New Roman" w:cs="Times New Roman"/>
          <w:color w:val="auto"/>
          <w:lang w:eastAsia="ar-SA" w:bidi="ar-SA"/>
        </w:rPr>
        <w:t xml:space="preserve"> prekonzultuje jeho obsah (termín a náplň výučby) s prijímajúcou inštitúciou.  Po odsúhlasení a podpísaní programu </w:t>
      </w:r>
      <w:r>
        <w:rPr>
          <w:rFonts w:ascii="Times New Roman" w:hAnsi="Times New Roman" w:cs="Times New Roman"/>
          <w:color w:val="auto"/>
          <w:lang w:eastAsia="ar-SA" w:bidi="ar-SA"/>
        </w:rPr>
        <w:t xml:space="preserve">všetkými </w:t>
      </w:r>
      <w:r w:rsidRPr="00D30AD2">
        <w:rPr>
          <w:rFonts w:ascii="Times New Roman" w:hAnsi="Times New Roman" w:cs="Times New Roman"/>
          <w:color w:val="auto"/>
          <w:lang w:eastAsia="ar-SA" w:bidi="ar-SA"/>
        </w:rPr>
        <w:t>str</w:t>
      </w:r>
      <w:r>
        <w:rPr>
          <w:rFonts w:ascii="Times New Roman" w:hAnsi="Times New Roman" w:cs="Times New Roman"/>
          <w:color w:val="auto"/>
          <w:lang w:eastAsia="ar-SA" w:bidi="ar-SA"/>
        </w:rPr>
        <w:t>anami</w:t>
      </w:r>
      <w:r w:rsidRPr="00D30AD2">
        <w:rPr>
          <w:rFonts w:ascii="Times New Roman" w:hAnsi="Times New Roman" w:cs="Times New Roman"/>
          <w:color w:val="auto"/>
          <w:lang w:eastAsia="ar-SA" w:bidi="ar-SA"/>
        </w:rPr>
        <w:t xml:space="preserve"> (zamestnanec, UJS a prijímajúca inštitúcia), učiteľ odovzdá program fakultnému koordinátorovi. </w:t>
      </w:r>
    </w:p>
    <w:p w:rsidR="00A11135" w:rsidRPr="00D30AD2" w:rsidRDefault="00A11135" w:rsidP="004A28B5">
      <w:pPr>
        <w:pStyle w:val="Alaprtelmezettstlus"/>
        <w:numPr>
          <w:ilvl w:val="0"/>
          <w:numId w:val="24"/>
          <w:numberingChange w:id="154" w:author="Unknown" w:date="2014-09-02T11:52:00Z" w:original="%1:7:0:.)"/>
        </w:numPr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  <w:lang w:eastAsia="ar-SA" w:bidi="ar-SA"/>
        </w:rPr>
        <w:t>Po schválení mobility učiteľ začne pripravovať praktické náležitosti pobytu.                  S prijímajúcou inštitúciou ešte raz konzultuje termín pobytu a obsah programu výučby</w:t>
      </w:r>
      <w:r>
        <w:rPr>
          <w:rFonts w:ascii="Times New Roman" w:hAnsi="Times New Roman" w:cs="Times New Roman"/>
          <w:lang w:eastAsia="ar-SA" w:bidi="ar-SA"/>
        </w:rPr>
        <w:t xml:space="preserve"> </w:t>
      </w:r>
      <w:r w:rsidRPr="00D30AD2">
        <w:rPr>
          <w:rFonts w:ascii="Times New Roman" w:hAnsi="Times New Roman" w:cs="Times New Roman"/>
          <w:lang w:eastAsia="ar-SA" w:bidi="ar-SA"/>
        </w:rPr>
        <w:t xml:space="preserve">a </w:t>
      </w:r>
      <w:r>
        <w:rPr>
          <w:rFonts w:ascii="Times New Roman" w:hAnsi="Times New Roman" w:cs="Times New Roman"/>
          <w:lang w:eastAsia="ar-SA" w:bidi="ar-SA"/>
        </w:rPr>
        <w:t>v prípade</w:t>
      </w:r>
      <w:r w:rsidRPr="00D30AD2">
        <w:rPr>
          <w:rFonts w:ascii="Times New Roman" w:hAnsi="Times New Roman" w:cs="Times New Roman"/>
          <w:lang w:eastAsia="ar-SA" w:bidi="ar-SA"/>
        </w:rPr>
        <w:t xml:space="preserve"> potreb</w:t>
      </w:r>
      <w:r>
        <w:rPr>
          <w:rFonts w:ascii="Times New Roman" w:hAnsi="Times New Roman" w:cs="Times New Roman"/>
          <w:lang w:eastAsia="ar-SA" w:bidi="ar-SA"/>
        </w:rPr>
        <w:t>y</w:t>
      </w:r>
      <w:r w:rsidRPr="00D30AD2">
        <w:rPr>
          <w:rFonts w:ascii="Times New Roman" w:hAnsi="Times New Roman" w:cs="Times New Roman"/>
          <w:lang w:eastAsia="ar-SA" w:bidi="ar-SA"/>
        </w:rPr>
        <w:t xml:space="preserve"> aktualizuje Program mobility. Učiteľ pri mobilite trvajúcej menej ako 8 dní je povinný počas prednáškového pobytu odučiť minimálne 8 hodín, resp. minimálne 16 vyučovacích hodín (pri mobilite 8 a viac dní).</w:t>
      </w:r>
    </w:p>
    <w:p w:rsidR="00A11135" w:rsidRPr="005C7C81" w:rsidRDefault="00A11135" w:rsidP="004A28B5">
      <w:pPr>
        <w:pStyle w:val="Alaprtelmezettstlus"/>
        <w:numPr>
          <w:ilvl w:val="0"/>
          <w:numId w:val="24"/>
          <w:numberingChange w:id="155" w:author="Unknown" w:date="2014-09-02T11:52:00Z" w:original="%1:8:0:.)"/>
        </w:numPr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  <w:lang w:eastAsia="ar-SA" w:bidi="ar-SA"/>
        </w:rPr>
        <w:t xml:space="preserve">Učiteľ pred vycestovaním do zahraničia predloží na svojej fakulte kompletné doklady na schválenie pracovnej cesty vedúcemu zamestnancovi. Postup pri schvaľovaní pracovnej cesty, zabezpečenie cestovných náhrad, ako aj ich vyúčtovanie a vyplatenie pri mobilite učiteľa v rámci programu Erasmus+ na UJS sa riadi platnou smernicou rektora UJS o cestovných náhradách a Zákonom č. </w:t>
      </w:r>
      <w:r w:rsidRPr="005C7C81">
        <w:rPr>
          <w:rFonts w:ascii="Times New Roman" w:hAnsi="Times New Roman" w:cs="Times New Roman"/>
          <w:lang w:eastAsia="ar-SA" w:bidi="ar-SA"/>
        </w:rPr>
        <w:t>283/2002 o cestovných náhradách v znení neskorších predpisov.</w:t>
      </w:r>
    </w:p>
    <w:p w:rsidR="00A11135" w:rsidRPr="005C7C81" w:rsidRDefault="00A11135" w:rsidP="004A28B5">
      <w:pPr>
        <w:pStyle w:val="Alaprtelmezettstlus"/>
        <w:numPr>
          <w:ilvl w:val="0"/>
          <w:numId w:val="24"/>
          <w:numberingChange w:id="156" w:author="Unknown" w:date="2014-09-02T11:52:00Z" w:original="%1:9:0:.)"/>
        </w:numPr>
        <w:jc w:val="both"/>
        <w:rPr>
          <w:rFonts w:ascii="Times New Roman" w:hAnsi="Times New Roman" w:cs="Times New Roman"/>
        </w:rPr>
      </w:pPr>
      <w:r w:rsidRPr="005C7C81">
        <w:rPr>
          <w:rFonts w:ascii="Times New Roman" w:hAnsi="Times New Roman" w:cs="Times New Roman"/>
        </w:rPr>
        <w:t xml:space="preserve">Zmluvu o poskytnutí finančnej podpory na mobilitu zamestnancov na výučbu a školenia - prednáškový pobyt v rámci programu Erasmus+ (ďalej len „zmluva”, príloha 11) učiteľ podpisuje najneskôr jeden mesiac pred vycestovaním z UJS, ak je akceptovaný prijímajúcou inštitúciou a ak už odovzdal všetky potrebné dokumenty uvedené v bode č. 2). Zmluvy sa zverejňujú v Centrálnom registri zmlúv do 30 dní od dátumu podpísania oboch strán. </w:t>
      </w:r>
    </w:p>
    <w:p w:rsidR="00A11135" w:rsidRPr="005C7C81" w:rsidRDefault="00A11135" w:rsidP="003A7F53">
      <w:pPr>
        <w:pStyle w:val="Alaprtelmezettstlus"/>
        <w:numPr>
          <w:ilvl w:val="0"/>
          <w:numId w:val="24"/>
          <w:numberingChange w:id="157" w:author="Unknown" w:date="2014-09-02T11:52:00Z" w:original="%1:10:0:.)"/>
        </w:numPr>
        <w:ind w:hanging="540"/>
        <w:jc w:val="both"/>
        <w:rPr>
          <w:rFonts w:ascii="Times New Roman" w:hAnsi="Times New Roman" w:cs="Times New Roman"/>
        </w:rPr>
      </w:pPr>
      <w:r w:rsidRPr="005C7C81">
        <w:rPr>
          <w:rFonts w:ascii="Times New Roman" w:hAnsi="Times New Roman" w:cs="Times New Roman"/>
        </w:rPr>
        <w:t xml:space="preserve">V zmluve uvedená výška grantu učiteľa je určená na základe sadzobníka grantov na mobilitu zamestnancov Národnej agentúry programu Erasmus+ pre vzdelávanie a odbornú prípravu v Bratislave (zverejnená na www.erasmusplus.sk) a je zakotvená v Zmluve o poskytnutí grantu na: Projekt v rámci programu Erasmus+, KA1 v Prílohe III. - Finančné a zmluvné pravidlá v časti III. Sadzby platné pre jednotkové náklady v bode 1. Cesta a 2. Individuálna podpora - Mobilita zamestnancov. Sadzobník platí rovnako pre všetkých účastníkov, ktorí vycestujú na prednáškový pobyt. </w:t>
      </w:r>
    </w:p>
    <w:p w:rsidR="00A11135" w:rsidRPr="00D30AD2" w:rsidRDefault="00A11135" w:rsidP="005A3B86">
      <w:pPr>
        <w:pStyle w:val="Alaprtelmezettstlus"/>
        <w:ind w:left="180" w:firstLine="540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</w:rPr>
        <w:t xml:space="preserve">Výška finančnej podpory uvedená v zmluve pozostáva z dvoch častí: </w:t>
      </w:r>
    </w:p>
    <w:p w:rsidR="00A11135" w:rsidRPr="00D30AD2" w:rsidRDefault="00A11135" w:rsidP="00683D23">
      <w:pPr>
        <w:pStyle w:val="Alaprtelmezettstlus"/>
        <w:numPr>
          <w:ilvl w:val="0"/>
          <w:numId w:val="14"/>
          <w:numberingChange w:id="158" w:author="Unknown" w:date="2014-09-02T11:52:00Z" w:original="%1:1:4:)"/>
        </w:numPr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</w:rPr>
        <w:t>cestovné náklady sú stanovené ako jednotkové náklady pre všetky krajiny programu Erasmus+ a vypočítavajú sa na základe cestovnej vzdialenosti z miesta nástupu na mobilitu na miesto činnosti účastníka. Cestovné vzdialenosti sa vypočítajú pomocou kalkulačky na výpočet vzdialenosti podporovanej Európskou komisiou na webovej stránke EK (http://ec.europa.eu/programmes/erasmus-plus/tools/distance_en.htm)</w:t>
      </w:r>
      <w:r>
        <w:rPr>
          <w:rFonts w:ascii="Times New Roman" w:hAnsi="Times New Roman" w:cs="Times New Roman"/>
        </w:rPr>
        <w:t>;</w:t>
      </w:r>
      <w:r w:rsidRPr="00D30AD2">
        <w:rPr>
          <w:rFonts w:ascii="Times New Roman" w:hAnsi="Times New Roman" w:cs="Times New Roman"/>
        </w:rPr>
        <w:t xml:space="preserve"> </w:t>
      </w:r>
    </w:p>
    <w:p w:rsidR="00A11135" w:rsidRPr="00D30AD2" w:rsidRDefault="00A11135" w:rsidP="005A3B86">
      <w:pPr>
        <w:pStyle w:val="Alaprtelmezettstlus"/>
        <w:numPr>
          <w:ilvl w:val="0"/>
          <w:numId w:val="14"/>
          <w:numberingChange w:id="159" w:author="Unknown" w:date="2014-09-02T11:52:00Z" w:original="%1:2:4:)"/>
        </w:numPr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</w:rPr>
        <w:t>individuálna podpora - náklady priamo spojené s diétami účastníkov počas mobility okrem dní realizácie cesty. Sú to jednotkové sumy na deň určené pre konkrétne skupiny hostiteľských krajín, a vypočítavajú sa na základe dĺžky pobytu  (http://www.erasmusplus.sk)</w:t>
      </w:r>
      <w:r>
        <w:rPr>
          <w:rFonts w:ascii="Times New Roman" w:hAnsi="Times New Roman" w:cs="Times New Roman"/>
        </w:rPr>
        <w:t>;</w:t>
      </w:r>
      <w:r w:rsidRPr="00D30AD2">
        <w:rPr>
          <w:rFonts w:ascii="Times New Roman" w:hAnsi="Times New Roman" w:cs="Times New Roman"/>
        </w:rPr>
        <w:t xml:space="preserve"> </w:t>
      </w:r>
    </w:p>
    <w:p w:rsidR="00A11135" w:rsidRPr="00D30AD2" w:rsidRDefault="00A11135" w:rsidP="007E6007">
      <w:pPr>
        <w:pStyle w:val="Alaprtelmezettstlus"/>
        <w:numPr>
          <w:ilvl w:val="0"/>
          <w:numId w:val="14"/>
          <w:numberingChange w:id="160" w:author="Unknown" w:date="2014-09-02T11:52:00Z" w:original="%1:3:4:)"/>
        </w:numPr>
        <w:jc w:val="both"/>
        <w:rPr>
          <w:rFonts w:ascii="Times New Roman" w:hAnsi="Times New Roman" w:cs="Times New Roman"/>
          <w:lang w:eastAsia="ar-SA" w:bidi="ar-SA"/>
        </w:rPr>
      </w:pPr>
      <w:r w:rsidRPr="00D30AD2">
        <w:rPr>
          <w:rFonts w:ascii="Times New Roman" w:hAnsi="Times New Roman" w:cs="Times New Roman"/>
        </w:rPr>
        <w:t>V oboch kategóriách nákladov (pobytových a cestovných) platí, že Erasmus+ grant je maximálnym a zároveň aj fixným finančným príspevkom na pobyt, ktorý patrí každému učiteľovi bez ohľadu na výšku jeho reálnych nákladov na pobyt. V prípade, že reálne náklady zamestnanca (pobytové alebo cestovné) sú nižšie ako fixný Erasmus+ grant uvedený v bode a) a b), grant mu patrí celý. V prípade, že reálne náklady pedagóga (pobytové alebo cestovné) sú vyššie ako fixný Erasmus+ grant uvedený v bode a) a b), zvyšné nárokovateľné cestovné náhrady sa hradia z rozpočtu UJS. Pri použití súkromného vozidla na pracovnú cestu je možné preplatiť z Erasmus+ prostriedkov cestovné náklady takisto len do výšky grantu za počet km (podľa bodu 2), cestovné náklady nad rámec tohto fixného grantu (do výšky cestovného lístka za celkovú trasu) sa hrad</w:t>
      </w:r>
      <w:r>
        <w:rPr>
          <w:rFonts w:ascii="Times New Roman" w:hAnsi="Times New Roman" w:cs="Times New Roman"/>
        </w:rPr>
        <w:t>ia</w:t>
      </w:r>
      <w:r w:rsidRPr="00D30AD2">
        <w:rPr>
          <w:rFonts w:ascii="Times New Roman" w:hAnsi="Times New Roman" w:cs="Times New Roman"/>
        </w:rPr>
        <w:t xml:space="preserve"> z rozpočtu UJS. Zabezpečenie cestovných náhrad, ako aj ich vyúčtovanie a vyplatenie pri mobilite pedagóga v rámci programu Erasmus+ na UJS sa riadi platnou smernicou UJS o cestovných náhradách a Zákonom č. 283/2002 o cestovných náhradách v znení neskorších predpisov.</w:t>
      </w:r>
    </w:p>
    <w:p w:rsidR="00A11135" w:rsidRPr="00D30AD2" w:rsidRDefault="00A11135" w:rsidP="003A7F53">
      <w:pPr>
        <w:pStyle w:val="Alaprtelmezettstlus"/>
        <w:numPr>
          <w:ilvl w:val="0"/>
          <w:numId w:val="24"/>
          <w:numberingChange w:id="161" w:author="Unknown" w:date="2014-09-02T11:52:00Z" w:original="%1:11:0:.)"/>
        </w:numPr>
        <w:tabs>
          <w:tab w:val="left" w:pos="900"/>
        </w:tabs>
        <w:ind w:hanging="540"/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</w:rPr>
        <w:t>Získaný grant sa prevádza na účet učiteľa v 2 splátkach - 80 % celkového grantu po podpise finančnej zmluvy učiteľom a univerzitným Erasmus koordinátorom UJS a po kontrole predložených formulárov, a 20 % celkového grantu po ukončení pobytu a predložení všetkých požadovaných dokumentov z prednáškového pobytu univerzitnému koordinátorovi UJS.</w:t>
      </w:r>
    </w:p>
    <w:p w:rsidR="00A11135" w:rsidRPr="00D30AD2" w:rsidRDefault="00A11135" w:rsidP="003A7F53">
      <w:pPr>
        <w:pStyle w:val="Alaprtelmezettstlus"/>
        <w:numPr>
          <w:ilvl w:val="0"/>
          <w:numId w:val="24"/>
          <w:numberingChange w:id="162" w:author="Unknown" w:date="2014-09-02T11:52:00Z" w:original="%1:12:0:.)"/>
        </w:numPr>
        <w:tabs>
          <w:tab w:val="left" w:pos="900"/>
        </w:tabs>
        <w:ind w:hanging="540"/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  <w:lang w:eastAsia="ar-SA" w:bidi="ar-SA"/>
        </w:rPr>
        <w:t>Učiteľ, ktorý má oficiálny status osoby so zdravotným postihnutím (ZŤP) a bola mu schválená Erasmus+ mobilita v zahraničí, môže sa uchádzať o pridelenie dodatočného Erasmus+ grantu (nad rámec fixných grantov). Využitie takto prideleného grantu musí dokladovať univerzitnému koordinátorovi UJS (originálmi dokladov: napr. potvrdenky o zakúpení špeciálnych potrieb, liekov pre osobu ZŤP a pod.)</w:t>
      </w:r>
    </w:p>
    <w:p w:rsidR="00A11135" w:rsidRPr="00D30AD2" w:rsidRDefault="00A11135" w:rsidP="003A7F53">
      <w:pPr>
        <w:pStyle w:val="Alaprtelmezettstlus"/>
        <w:numPr>
          <w:ilvl w:val="0"/>
          <w:numId w:val="24"/>
          <w:numberingChange w:id="163" w:author="Unknown" w:date="2014-09-02T11:52:00Z" w:original="%1:13:0:.)"/>
        </w:numPr>
        <w:tabs>
          <w:tab w:val="left" w:pos="900"/>
        </w:tabs>
        <w:ind w:hanging="540"/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  <w:lang w:eastAsia="ar-SA" w:bidi="ar-SA"/>
        </w:rPr>
        <w:t>Po návrate z prednáškového pobytu učiteľ musí predložiť univerzitnému koordinátorovi nasledovné dokumenty potvrdzujúce realizáciu Erasmus+ mobility:</w:t>
      </w:r>
    </w:p>
    <w:p w:rsidR="00A11135" w:rsidRPr="00D30AD2" w:rsidRDefault="00A11135" w:rsidP="003A7F53">
      <w:pPr>
        <w:pStyle w:val="Alaprtelmezettstlus"/>
        <w:numPr>
          <w:ilvl w:val="0"/>
          <w:numId w:val="26"/>
          <w:numberingChange w:id="164" w:author="Unknown" w:date="2014-09-02T11:52:00Z" w:original="%1:1:4:)"/>
        </w:numPr>
        <w:tabs>
          <w:tab w:val="clear" w:pos="720"/>
          <w:tab w:val="num" w:pos="1080"/>
        </w:tabs>
        <w:ind w:left="1260"/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  <w:lang w:eastAsia="ar-SA" w:bidi="ar-SA"/>
        </w:rPr>
        <w:t>Potvrdenie o dĺžke Erasmus+ mobility - výučba (</w:t>
      </w:r>
      <w:r w:rsidRPr="00D30AD2">
        <w:rPr>
          <w:rFonts w:ascii="Times New Roman" w:hAnsi="Times New Roman" w:cs="Times New Roman"/>
          <w:color w:val="auto"/>
          <w:lang w:eastAsia="ar-SA" w:bidi="ar-SA"/>
        </w:rPr>
        <w:t>Confirmation of Erasmus teaching mobility</w:t>
      </w:r>
      <w:r w:rsidRPr="00D30AD2">
        <w:rPr>
          <w:rFonts w:ascii="Times New Roman" w:hAnsi="Times New Roman" w:cs="Times New Roman"/>
          <w:lang w:eastAsia="ar-SA" w:bidi="ar-SA"/>
        </w:rPr>
        <w:t>;</w:t>
      </w:r>
    </w:p>
    <w:p w:rsidR="00A11135" w:rsidRPr="00D30AD2" w:rsidRDefault="00A11135" w:rsidP="003A7F53">
      <w:pPr>
        <w:pStyle w:val="Alaprtelmezettstlus"/>
        <w:numPr>
          <w:ilvl w:val="0"/>
          <w:numId w:val="26"/>
          <w:numberingChange w:id="165" w:author="Unknown" w:date="2014-09-02T11:52:00Z" w:original="%1:2:4:)"/>
        </w:numPr>
        <w:tabs>
          <w:tab w:val="clear" w:pos="720"/>
          <w:tab w:val="num" w:pos="1260"/>
        </w:tabs>
        <w:ind w:left="1260"/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  <w:lang w:eastAsia="ar-SA" w:bidi="ar-SA"/>
        </w:rPr>
        <w:t xml:space="preserve">Originál dokumentu Program mobility - výučba </w:t>
      </w:r>
      <w:r w:rsidRPr="00D30AD2">
        <w:rPr>
          <w:rFonts w:ascii="Times New Roman" w:hAnsi="Times New Roman" w:cs="Times New Roman"/>
          <w:b/>
          <w:bCs/>
          <w:lang w:eastAsia="ar-SA" w:bidi="ar-SA"/>
        </w:rPr>
        <w:t xml:space="preserve"> (</w:t>
      </w:r>
      <w:r w:rsidRPr="00D30AD2">
        <w:rPr>
          <w:rFonts w:ascii="Times New Roman" w:hAnsi="Times New Roman" w:cs="Times New Roman"/>
          <w:lang w:eastAsia="ar-SA" w:bidi="ar-SA"/>
        </w:rPr>
        <w:t>Mobility agreement - teaching)</w:t>
      </w:r>
      <w:r>
        <w:rPr>
          <w:rFonts w:ascii="Times New Roman" w:hAnsi="Times New Roman" w:cs="Times New Roman"/>
          <w:lang w:eastAsia="ar-SA" w:bidi="ar-SA"/>
        </w:rPr>
        <w:t>;</w:t>
      </w:r>
    </w:p>
    <w:p w:rsidR="00A11135" w:rsidRPr="00D30AD2" w:rsidRDefault="00A11135" w:rsidP="003A7F53">
      <w:pPr>
        <w:pStyle w:val="Alaprtelmezettstlus"/>
        <w:numPr>
          <w:ilvl w:val="0"/>
          <w:numId w:val="26"/>
          <w:numberingChange w:id="166" w:author="Unknown" w:date="2014-09-02T11:52:00Z" w:original="%1:3:4:)"/>
        </w:numPr>
        <w:tabs>
          <w:tab w:val="clear" w:pos="720"/>
          <w:tab w:val="left" w:pos="1260"/>
        </w:tabs>
        <w:ind w:left="1260"/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  <w:lang w:eastAsia="ar-SA" w:bidi="ar-SA"/>
        </w:rPr>
        <w:t>Učiteľ vyplní a podá Správu z Erasmus+ mobility on-line cez systém EU Survey po mobilite a to najneskôr do 30 kalendárnych dní po prijatí výzvy na jej vyplnenie (o vyplnení a podaní správy sa univerzitný koordinátor presvedčí v systéme Mobility Tool)</w:t>
      </w:r>
      <w:r>
        <w:rPr>
          <w:rFonts w:ascii="Times New Roman" w:hAnsi="Times New Roman" w:cs="Times New Roman"/>
          <w:lang w:eastAsia="ar-SA" w:bidi="ar-SA"/>
        </w:rPr>
        <w:t>;</w:t>
      </w:r>
      <w:r w:rsidRPr="00D30AD2">
        <w:rPr>
          <w:rFonts w:ascii="Times New Roman" w:hAnsi="Times New Roman" w:cs="Times New Roman"/>
          <w:lang w:eastAsia="ar-SA" w:bidi="ar-SA"/>
        </w:rPr>
        <w:t xml:space="preserve"> </w:t>
      </w:r>
    </w:p>
    <w:p w:rsidR="00A11135" w:rsidRPr="00D30AD2" w:rsidRDefault="00A11135" w:rsidP="003A7F53">
      <w:pPr>
        <w:pStyle w:val="Alaprtelmezettstlus"/>
        <w:numPr>
          <w:ilvl w:val="0"/>
          <w:numId w:val="26"/>
          <w:numberingChange w:id="167" w:author="Unknown" w:date="2014-09-02T11:52:00Z" w:original="%1:4:4:)"/>
        </w:numPr>
        <w:tabs>
          <w:tab w:val="clear" w:pos="720"/>
          <w:tab w:val="num" w:pos="1080"/>
          <w:tab w:val="left" w:pos="1260"/>
        </w:tabs>
        <w:ind w:left="1260"/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</w:rPr>
        <w:t>P</w:t>
      </w:r>
      <w:r w:rsidRPr="00D30AD2">
        <w:rPr>
          <w:rFonts w:ascii="Times New Roman" w:hAnsi="Times New Roman" w:cs="Times New Roman"/>
          <w:lang w:eastAsia="ar-SA" w:bidi="ar-SA"/>
        </w:rPr>
        <w:t>rílohy k vyúčtovaniu pracovnej cesty - tlačivá UJS, ktoré sú povinné pri akejkoľvek pracovnej ceste zamestnanca UJS.</w:t>
      </w:r>
    </w:p>
    <w:p w:rsidR="00A11135" w:rsidRPr="00D30AD2" w:rsidRDefault="00A11135" w:rsidP="003A7F53">
      <w:pPr>
        <w:pStyle w:val="Alaprtelmezettstlus"/>
        <w:numPr>
          <w:ilvl w:val="1"/>
          <w:numId w:val="26"/>
          <w:numberingChange w:id="168" w:author="Unknown" w:date="2014-09-02T11:52:00Z" w:original="14.)"/>
        </w:numPr>
        <w:tabs>
          <w:tab w:val="clear" w:pos="720"/>
          <w:tab w:val="num" w:pos="900"/>
          <w:tab w:val="left" w:pos="1260"/>
        </w:tabs>
        <w:ind w:left="900" w:hanging="540"/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  <w:lang w:eastAsia="ar-SA" w:bidi="ar-SA"/>
        </w:rPr>
        <w:t>V prípade nesplnenia bodu 13</w:t>
      </w:r>
      <w:r>
        <w:rPr>
          <w:rFonts w:ascii="Times New Roman" w:hAnsi="Times New Roman" w:cs="Times New Roman"/>
          <w:lang w:eastAsia="ar-SA" w:bidi="ar-SA"/>
        </w:rPr>
        <w:t>.</w:t>
      </w:r>
      <w:r w:rsidRPr="00D30AD2">
        <w:rPr>
          <w:rFonts w:ascii="Times New Roman" w:hAnsi="Times New Roman" w:cs="Times New Roman"/>
          <w:lang w:eastAsia="ar-SA" w:bidi="ar-SA"/>
        </w:rPr>
        <w:t>) vo všetkých častiach</w:t>
      </w:r>
      <w:r>
        <w:rPr>
          <w:rFonts w:ascii="Times New Roman" w:hAnsi="Times New Roman" w:cs="Times New Roman"/>
          <w:lang w:eastAsia="ar-SA" w:bidi="ar-SA"/>
        </w:rPr>
        <w:t xml:space="preserve"> </w:t>
      </w:r>
      <w:r w:rsidRPr="00D30AD2">
        <w:rPr>
          <w:rFonts w:ascii="Times New Roman" w:hAnsi="Times New Roman" w:cs="Times New Roman"/>
          <w:lang w:eastAsia="ar-SA" w:bidi="ar-SA"/>
        </w:rPr>
        <w:t>môže</w:t>
      </w:r>
      <w:r>
        <w:rPr>
          <w:rFonts w:ascii="Times New Roman" w:hAnsi="Times New Roman" w:cs="Times New Roman"/>
          <w:lang w:eastAsia="ar-SA" w:bidi="ar-SA"/>
        </w:rPr>
        <w:t xml:space="preserve"> </w:t>
      </w:r>
      <w:r w:rsidRPr="00D30AD2">
        <w:rPr>
          <w:rFonts w:ascii="Times New Roman" w:hAnsi="Times New Roman" w:cs="Times New Roman"/>
          <w:lang w:eastAsia="ar-SA" w:bidi="ar-SA"/>
        </w:rPr>
        <w:t xml:space="preserve">UJS do 30 dní po ukončení zahraničného pobytu, požiadať o vrátenie časti alebo celého poskytnutého grantu. </w:t>
      </w:r>
    </w:p>
    <w:p w:rsidR="00A11135" w:rsidRPr="00D30AD2" w:rsidRDefault="00A11135">
      <w:pPr>
        <w:pStyle w:val="Alaprtelmezettstlus"/>
        <w:tabs>
          <w:tab w:val="left" w:pos="10773"/>
        </w:tabs>
        <w:jc w:val="center"/>
        <w:rPr>
          <w:rFonts w:ascii="Times New Roman" w:hAnsi="Times New Roman" w:cs="Times New Roman"/>
        </w:rPr>
      </w:pPr>
    </w:p>
    <w:p w:rsidR="00A11135" w:rsidRPr="00D30AD2" w:rsidRDefault="00A11135" w:rsidP="00B0289C">
      <w:pPr>
        <w:pStyle w:val="Alaprtelmezettstlus"/>
        <w:tabs>
          <w:tab w:val="left" w:pos="360"/>
          <w:tab w:val="left" w:pos="900"/>
          <w:tab w:val="left" w:pos="10773"/>
        </w:tabs>
        <w:jc w:val="center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  <w:b/>
          <w:bCs/>
          <w:sz w:val="28"/>
          <w:szCs w:val="28"/>
        </w:rPr>
        <w:t>Čl. 10</w:t>
      </w:r>
    </w:p>
    <w:p w:rsidR="00A11135" w:rsidRPr="00D30AD2" w:rsidRDefault="00A11135" w:rsidP="004E535C">
      <w:pPr>
        <w:pStyle w:val="Alaprtelmezettstlus"/>
        <w:jc w:val="center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  <w:b/>
          <w:bCs/>
          <w:sz w:val="28"/>
          <w:szCs w:val="28"/>
        </w:rPr>
        <w:t xml:space="preserve">Postup pri príprave a realizácii mobility nepedagogických zamestnancov  v rámci programu Erasmus+ </w:t>
      </w:r>
    </w:p>
    <w:p w:rsidR="00A11135" w:rsidRPr="00D30AD2" w:rsidRDefault="00A11135" w:rsidP="00B0289C">
      <w:pPr>
        <w:pStyle w:val="Alaprtelmezettstlus"/>
        <w:numPr>
          <w:ilvl w:val="0"/>
          <w:numId w:val="27"/>
          <w:numberingChange w:id="169" w:author="Unknown" w:date="2014-09-02T11:52:00Z" w:original="%1:1:0:)"/>
        </w:numPr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  <w:lang w:eastAsia="ar-SA" w:bidi="ar-SA"/>
        </w:rPr>
        <w:t xml:space="preserve">Na mobilitu školenie Erasmus+ sa môže prihlásiť každý nepedagogický zamestnanec (ďalej len "zamestnanec") zamestnaný na ustanovený týždenný pracovný čas na UJS. Cieľom školenia je výmena skúseností, účasť na workshopoch, seminároch, sebavzdelávanie v oblasti práce vykonanej na UJS. Školenie pracovníka sa dá realizovať v akejkoľvek inštitúcii zapojenej do hospodárskej činnosti vo verejnom, alebo súkromnom sektore, bez ohľadu na jej veľkosť, právnu formu, oblasti v ktorej vykonáva svoju činnosť, vrátane sociálneho hospodárstva. Na účasť na školení sa nevyžaduje podpísaná Erasmus+ dohoda s prijímajúcou inštitúciou, avšak ak je to vysokoškolská inštitúcia, musí mať pridelenú ECHE - Erasmus Charter for Higher Education. </w:t>
      </w:r>
    </w:p>
    <w:p w:rsidR="00A11135" w:rsidRPr="005C7C81" w:rsidRDefault="00A11135" w:rsidP="00B0289C">
      <w:pPr>
        <w:pStyle w:val="Alaprtelmezettstlus"/>
        <w:numPr>
          <w:ilvl w:val="0"/>
          <w:numId w:val="27"/>
          <w:numberingChange w:id="170" w:author="Unknown" w:date="2014-09-02T11:52:00Z" w:original="%1:2:0:)"/>
        </w:numPr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</w:rPr>
        <w:t>P</w:t>
      </w:r>
      <w:r w:rsidRPr="00D30AD2">
        <w:rPr>
          <w:rFonts w:ascii="Times New Roman" w:hAnsi="Times New Roman" w:cs="Times New Roman"/>
          <w:lang w:eastAsia="ar-SA" w:bidi="ar-SA"/>
        </w:rPr>
        <w:t xml:space="preserve">ostup pri príprave zahraničnej mobility za účelom školenia v rámci programu </w:t>
      </w:r>
      <w:r w:rsidRPr="005C7C81">
        <w:rPr>
          <w:rFonts w:ascii="Times New Roman" w:hAnsi="Times New Roman" w:cs="Times New Roman"/>
          <w:lang w:eastAsia="ar-SA" w:bidi="ar-SA"/>
        </w:rPr>
        <w:t>Erasmus+:</w:t>
      </w:r>
    </w:p>
    <w:p w:rsidR="00A11135" w:rsidRPr="005C7C81" w:rsidRDefault="00A11135" w:rsidP="003A7F53">
      <w:pPr>
        <w:pStyle w:val="Alaprtelmezettstlus"/>
        <w:numPr>
          <w:ilvl w:val="1"/>
          <w:numId w:val="27"/>
          <w:numberingChange w:id="171" w:author="Unknown" w:date="2014-09-02T11:52:00Z" w:original="%2:1:4:)"/>
        </w:numPr>
        <w:tabs>
          <w:tab w:val="clear" w:pos="1440"/>
          <w:tab w:val="num" w:pos="1080"/>
        </w:tabs>
        <w:ind w:left="1080"/>
        <w:jc w:val="both"/>
        <w:rPr>
          <w:rFonts w:ascii="Times New Roman" w:hAnsi="Times New Roman" w:cs="Times New Roman"/>
        </w:rPr>
      </w:pPr>
      <w:r w:rsidRPr="005C7C81">
        <w:rPr>
          <w:rFonts w:ascii="Times New Roman" w:hAnsi="Times New Roman" w:cs="Times New Roman"/>
          <w:lang w:eastAsia="ar-SA" w:bidi="ar-SA"/>
        </w:rPr>
        <w:t>Zamestnanec odovzdá fakultnému koordinátorovi Erasmus+ prihlášku na školenie (príloha 9) do termínu stanoveného univerzitným koordinátorom</w:t>
      </w:r>
      <w:r>
        <w:rPr>
          <w:rFonts w:ascii="Times New Roman" w:hAnsi="Times New Roman" w:cs="Times New Roman"/>
          <w:lang w:eastAsia="ar-SA" w:bidi="ar-SA"/>
        </w:rPr>
        <w:t>,</w:t>
      </w:r>
      <w:r w:rsidRPr="005C7C81">
        <w:rPr>
          <w:rFonts w:ascii="Times New Roman" w:hAnsi="Times New Roman" w:cs="Times New Roman"/>
          <w:lang w:eastAsia="ar-SA" w:bidi="ar-SA"/>
        </w:rPr>
        <w:t xml:space="preserve"> zverejnené</w:t>
      </w:r>
      <w:r>
        <w:rPr>
          <w:rFonts w:ascii="Times New Roman" w:hAnsi="Times New Roman" w:cs="Times New Roman"/>
          <w:lang w:eastAsia="ar-SA" w:bidi="ar-SA"/>
        </w:rPr>
        <w:t>ho</w:t>
      </w:r>
      <w:r w:rsidRPr="005C7C81">
        <w:rPr>
          <w:rFonts w:ascii="Times New Roman" w:hAnsi="Times New Roman" w:cs="Times New Roman"/>
          <w:lang w:eastAsia="ar-SA" w:bidi="ar-SA"/>
        </w:rPr>
        <w:t xml:space="preserve"> na webovej stránke UJS. </w:t>
      </w:r>
      <w:r>
        <w:rPr>
          <w:rFonts w:ascii="Times New Roman" w:hAnsi="Times New Roman" w:cs="Times New Roman"/>
          <w:lang w:eastAsia="ar-SA" w:bidi="ar-SA"/>
        </w:rPr>
        <w:t xml:space="preserve">U zamestnancov, ktorí nie sú zaradení na fakultách, </w:t>
      </w:r>
      <w:r w:rsidRPr="005C7C81">
        <w:rPr>
          <w:rFonts w:ascii="Times New Roman" w:hAnsi="Times New Roman" w:cs="Times New Roman"/>
          <w:lang w:eastAsia="ar-SA" w:bidi="ar-SA"/>
        </w:rPr>
        <w:t>vykonáva túto činnosť univerzitný koordinátor</w:t>
      </w:r>
      <w:r>
        <w:rPr>
          <w:rFonts w:ascii="Times New Roman" w:hAnsi="Times New Roman" w:cs="Times New Roman"/>
          <w:lang w:eastAsia="ar-SA" w:bidi="ar-SA"/>
        </w:rPr>
        <w:t>;</w:t>
      </w:r>
    </w:p>
    <w:p w:rsidR="00A11135" w:rsidRPr="005C7C81" w:rsidRDefault="00A11135" w:rsidP="003A7F53">
      <w:pPr>
        <w:pStyle w:val="Alaprtelmezettstlus"/>
        <w:numPr>
          <w:ilvl w:val="1"/>
          <w:numId w:val="27"/>
          <w:numberingChange w:id="172" w:author="Unknown" w:date="2014-09-02T11:52:00Z" w:original="%2:2:4:)"/>
        </w:numPr>
        <w:tabs>
          <w:tab w:val="clear" w:pos="1440"/>
          <w:tab w:val="num" w:pos="1080"/>
        </w:tabs>
        <w:ind w:left="1080"/>
        <w:jc w:val="both"/>
        <w:rPr>
          <w:rFonts w:ascii="Times New Roman" w:hAnsi="Times New Roman" w:cs="Times New Roman"/>
        </w:rPr>
      </w:pPr>
      <w:r w:rsidRPr="005C7C81">
        <w:rPr>
          <w:rFonts w:ascii="Times New Roman" w:hAnsi="Times New Roman" w:cs="Times New Roman"/>
          <w:lang w:eastAsia="ar-SA" w:bidi="ar-SA"/>
        </w:rPr>
        <w:t>Fakultný koordinátor po formálnej kontrole postúpi tieto prihlášky univerzitnému koordinátorovi, pričom si ponechá jednu kópiu z každej prihlášky.</w:t>
      </w:r>
    </w:p>
    <w:p w:rsidR="00A11135" w:rsidRPr="00D30AD2" w:rsidRDefault="00A11135" w:rsidP="00B0289C">
      <w:pPr>
        <w:pStyle w:val="Alaprtelmezettstlus"/>
        <w:numPr>
          <w:ilvl w:val="0"/>
          <w:numId w:val="27"/>
          <w:numberingChange w:id="173" w:author="Unknown" w:date="2014-09-02T11:52:00Z" w:original="%1:3:0:)"/>
        </w:numPr>
        <w:jc w:val="both"/>
        <w:rPr>
          <w:rFonts w:ascii="Times New Roman" w:hAnsi="Times New Roman" w:cs="Times New Roman"/>
        </w:rPr>
      </w:pPr>
      <w:r w:rsidRPr="005C7C81">
        <w:rPr>
          <w:rFonts w:ascii="Times New Roman" w:hAnsi="Times New Roman" w:cs="Times New Roman"/>
          <w:lang w:eastAsia="ar-SA" w:bidi="ar-SA"/>
        </w:rPr>
        <w:t>V prípade schválenia mobility zamestnanec vyplní Program mobility - školenia (Staff mobility for training - Mobility agreement, príloha 12 a, b) a prekonzultuje</w:t>
      </w:r>
      <w:r w:rsidRPr="00D30AD2">
        <w:rPr>
          <w:rFonts w:ascii="Times New Roman" w:hAnsi="Times New Roman" w:cs="Times New Roman"/>
          <w:lang w:eastAsia="ar-SA" w:bidi="ar-SA"/>
        </w:rPr>
        <w:t xml:space="preserve"> jeho obsah (termín a náplň školenia) s prijímajúcou inštitúciou. Po odsúhlasení a podpísaní programu všetký</w:t>
      </w:r>
      <w:r>
        <w:rPr>
          <w:rFonts w:ascii="Times New Roman" w:hAnsi="Times New Roman" w:cs="Times New Roman"/>
          <w:lang w:eastAsia="ar-SA" w:bidi="ar-SA"/>
        </w:rPr>
        <w:t>mi</w:t>
      </w:r>
      <w:r w:rsidRPr="00D30AD2">
        <w:rPr>
          <w:rFonts w:ascii="Times New Roman" w:hAnsi="Times New Roman" w:cs="Times New Roman"/>
          <w:lang w:eastAsia="ar-SA" w:bidi="ar-SA"/>
        </w:rPr>
        <w:t xml:space="preserve"> str</w:t>
      </w:r>
      <w:r>
        <w:rPr>
          <w:rFonts w:ascii="Times New Roman" w:hAnsi="Times New Roman" w:cs="Times New Roman"/>
          <w:lang w:eastAsia="ar-SA" w:bidi="ar-SA"/>
        </w:rPr>
        <w:t>anami</w:t>
      </w:r>
      <w:r w:rsidRPr="00D30AD2">
        <w:rPr>
          <w:rFonts w:ascii="Times New Roman" w:hAnsi="Times New Roman" w:cs="Times New Roman"/>
          <w:lang w:eastAsia="ar-SA" w:bidi="ar-SA"/>
        </w:rPr>
        <w:t xml:space="preserve"> (zamestnanec, UJS a prijímajúca inštitúcia)</w:t>
      </w:r>
      <w:r>
        <w:rPr>
          <w:rFonts w:ascii="Times New Roman" w:hAnsi="Times New Roman" w:cs="Times New Roman"/>
          <w:lang w:eastAsia="ar-SA" w:bidi="ar-SA"/>
        </w:rPr>
        <w:t xml:space="preserve"> ho</w:t>
      </w:r>
      <w:r w:rsidRPr="00D30AD2">
        <w:rPr>
          <w:rFonts w:ascii="Times New Roman" w:hAnsi="Times New Roman" w:cs="Times New Roman"/>
          <w:lang w:eastAsia="ar-SA" w:bidi="ar-SA"/>
        </w:rPr>
        <w:t xml:space="preserve"> zamestnanec odovzdá univerzitnému koordinátorovi.</w:t>
      </w:r>
    </w:p>
    <w:p w:rsidR="00A11135" w:rsidRPr="00D30AD2" w:rsidRDefault="00A11135" w:rsidP="00B0289C">
      <w:pPr>
        <w:pStyle w:val="Alaprtelmezettstlus"/>
        <w:numPr>
          <w:ilvl w:val="0"/>
          <w:numId w:val="27"/>
          <w:numberingChange w:id="174" w:author="Unknown" w:date="2014-09-02T11:52:00Z" w:original="%1:4:0:)"/>
        </w:numPr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  <w:lang w:eastAsia="ar-SA" w:bidi="ar-SA"/>
        </w:rPr>
        <w:t>Univerzitný koordinátor v spolupráci s fakultnými koordinátormi priprav</w:t>
      </w:r>
      <w:r>
        <w:rPr>
          <w:rFonts w:ascii="Times New Roman" w:hAnsi="Times New Roman" w:cs="Times New Roman"/>
          <w:lang w:eastAsia="ar-SA" w:bidi="ar-SA"/>
        </w:rPr>
        <w:t>í</w:t>
      </w:r>
      <w:r w:rsidRPr="00D30AD2">
        <w:rPr>
          <w:rFonts w:ascii="Times New Roman" w:hAnsi="Times New Roman" w:cs="Times New Roman"/>
          <w:lang w:eastAsia="ar-SA" w:bidi="ar-SA"/>
        </w:rPr>
        <w:t xml:space="preserve"> podklady na výberové konanie. Výberovou komisiou pre mobility nepedagogických zamestnancov  v rámci programu Erasmus+ je Komisia Erasmus+ na UJS. </w:t>
      </w:r>
    </w:p>
    <w:p w:rsidR="00A11135" w:rsidRPr="00D30AD2" w:rsidRDefault="00A11135" w:rsidP="00B0289C">
      <w:pPr>
        <w:pStyle w:val="Alaprtelmezettstlus"/>
        <w:numPr>
          <w:ilvl w:val="0"/>
          <w:numId w:val="27"/>
          <w:numberingChange w:id="175" w:author="Unknown" w:date="2014-09-02T11:52:00Z" w:original="%1:5:0:)"/>
        </w:numPr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  <w:lang w:eastAsia="ar-SA" w:bidi="ar-SA"/>
        </w:rPr>
        <w:t>Schválenie mobility zamestnancov na školenie prebieha podľa Čl. 6 ods. 4 bod c) tejto smernice.</w:t>
      </w:r>
    </w:p>
    <w:p w:rsidR="00A11135" w:rsidRPr="00D30AD2" w:rsidRDefault="00A11135" w:rsidP="00B0289C">
      <w:pPr>
        <w:pStyle w:val="Alaprtelmezettstlus"/>
        <w:numPr>
          <w:ilvl w:val="0"/>
          <w:numId w:val="27"/>
          <w:numberingChange w:id="176" w:author="Unknown" w:date="2014-09-02T11:52:00Z" w:original="%1:6:0:)"/>
        </w:numPr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  <w:lang w:eastAsia="ar-SA" w:bidi="ar-SA"/>
        </w:rPr>
        <w:t>Výber zamestnancov prebieha transparentne a výsledky výberového konania sa zverejnia na webovej stránke UJS (Zoznam zamestnancov schválených na Erasmus+ školenie).</w:t>
      </w:r>
    </w:p>
    <w:p w:rsidR="00A11135" w:rsidRPr="00D30AD2" w:rsidRDefault="00A11135" w:rsidP="00B0289C">
      <w:pPr>
        <w:pStyle w:val="Alaprtelmezettstlus"/>
        <w:numPr>
          <w:ilvl w:val="0"/>
          <w:numId w:val="27"/>
          <w:numberingChange w:id="177" w:author="Unknown" w:date="2014-09-02T11:52:00Z" w:original="%1:7:0:)"/>
        </w:numPr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  <w:lang w:eastAsia="ar-SA" w:bidi="ar-SA"/>
        </w:rPr>
        <w:t xml:space="preserve">Po schválení mobility pracovník začne pripravovať praktické náležitosti pobytu.                S prijímajúcou inštitúciou spresní termín pobytu a obsah školenia a </w:t>
      </w:r>
      <w:r>
        <w:rPr>
          <w:rFonts w:ascii="Times New Roman" w:hAnsi="Times New Roman" w:cs="Times New Roman"/>
          <w:lang w:eastAsia="ar-SA" w:bidi="ar-SA"/>
        </w:rPr>
        <w:t>v prípade</w:t>
      </w:r>
      <w:r w:rsidRPr="00D30AD2">
        <w:rPr>
          <w:rFonts w:ascii="Times New Roman" w:hAnsi="Times New Roman" w:cs="Times New Roman"/>
          <w:lang w:eastAsia="ar-SA" w:bidi="ar-SA"/>
        </w:rPr>
        <w:t xml:space="preserve"> potreb</w:t>
      </w:r>
      <w:r>
        <w:rPr>
          <w:rFonts w:ascii="Times New Roman" w:hAnsi="Times New Roman" w:cs="Times New Roman"/>
          <w:lang w:eastAsia="ar-SA" w:bidi="ar-SA"/>
        </w:rPr>
        <w:t>y</w:t>
      </w:r>
      <w:r w:rsidRPr="00D30AD2">
        <w:rPr>
          <w:rFonts w:ascii="Times New Roman" w:hAnsi="Times New Roman" w:cs="Times New Roman"/>
          <w:lang w:eastAsia="ar-SA" w:bidi="ar-SA"/>
        </w:rPr>
        <w:t xml:space="preserve"> aktualizuje Program mobility - školenia.</w:t>
      </w:r>
    </w:p>
    <w:p w:rsidR="00A11135" w:rsidRPr="005C7C81" w:rsidRDefault="00A11135" w:rsidP="00B0289C">
      <w:pPr>
        <w:pStyle w:val="Alaprtelmezettstlus"/>
        <w:numPr>
          <w:ilvl w:val="0"/>
          <w:numId w:val="27"/>
          <w:numberingChange w:id="178" w:author="Unknown" w:date="2014-09-02T11:52:00Z" w:original="%1:8:0:)"/>
        </w:numPr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</w:rPr>
        <w:t xml:space="preserve">Pracovník pred vycestovaním do zahraničia predloží kompletné doklady na schválenie pracovnej cesty svojmu nadriadenému. Postup pri schvaľovaní pracovnej cesty, zabezpečenie cestovných náhrad, ako aj ich vyúčtovanie a vyplatenie pri mobilite pracovníka v rámci programu Erasmus+ na UJS sa riadi platnou smernicou rektora UJS o cestovných </w:t>
      </w:r>
      <w:r w:rsidRPr="005C7C81">
        <w:rPr>
          <w:rFonts w:ascii="Times New Roman" w:hAnsi="Times New Roman" w:cs="Times New Roman"/>
        </w:rPr>
        <w:t>náhradách a Zákonom č. 283/2002 o cestovných náhradách v znení neskorších predpisov.</w:t>
      </w:r>
    </w:p>
    <w:p w:rsidR="00A11135" w:rsidRPr="005C7C81" w:rsidRDefault="00A11135" w:rsidP="00B0289C">
      <w:pPr>
        <w:pStyle w:val="Alaprtelmezettstlus"/>
        <w:numPr>
          <w:ilvl w:val="0"/>
          <w:numId w:val="27"/>
          <w:numberingChange w:id="179" w:author="Unknown" w:date="2014-09-02T11:52:00Z" w:original="%1:9:0:)"/>
        </w:numPr>
        <w:jc w:val="both"/>
        <w:rPr>
          <w:rFonts w:ascii="Times New Roman" w:hAnsi="Times New Roman" w:cs="Times New Roman"/>
        </w:rPr>
      </w:pPr>
      <w:r w:rsidRPr="005C7C81">
        <w:rPr>
          <w:rFonts w:ascii="Times New Roman" w:hAnsi="Times New Roman" w:cs="Times New Roman"/>
        </w:rPr>
        <w:t>Zmluvu o poskytnutí finančnej podpory na mobilitu zamestnancov - školenie v rámci programu Erasmus+ (ďalej len „zmluva”, príloha 11) pracovník podpisuje najneskôr jeden mesiac pred vycestovaním s UJS, ak je akceptovaný prijímajúcou inštitúciou a ak už odovzdal všetky potrebné dokumenty uvedené v bode č. 2). Zmluvy sa zverejňujú v Centrálnom registri zmlúv do 30 dní od dátumu podpísania oboch strán.</w:t>
      </w:r>
    </w:p>
    <w:p w:rsidR="00A11135" w:rsidRPr="005C7C81" w:rsidRDefault="00A11135" w:rsidP="00B0289C">
      <w:pPr>
        <w:pStyle w:val="Alaprtelmezettstlus"/>
        <w:numPr>
          <w:ilvl w:val="0"/>
          <w:numId w:val="27"/>
          <w:numberingChange w:id="180" w:author="Unknown" w:date="2014-09-02T11:52:00Z" w:original="%1:10:0:)"/>
        </w:numPr>
        <w:jc w:val="both"/>
        <w:rPr>
          <w:rFonts w:ascii="Times New Roman" w:hAnsi="Times New Roman" w:cs="Times New Roman"/>
        </w:rPr>
      </w:pPr>
      <w:r w:rsidRPr="005C7C81">
        <w:rPr>
          <w:rFonts w:ascii="Times New Roman" w:hAnsi="Times New Roman" w:cs="Times New Roman"/>
        </w:rPr>
        <w:t xml:space="preserve">V zmluve uvedená výška grantu zamestnanca je určená na základe sadzobníka grantov na mobilitu zamestnancov Národnej agentúry programu Erasmus+ pre vzdelávanie a odbornú prípravu v Bratislave (zverejnená na www.erasmusplus.sk) a je zakotvená v Zmluve o poskytnutí grantu na: Projekt v rámci programu Erasmus+, KA1 v Prílohe III. - Finančné a zmluvné pravidlá v časti III. Sadzby platné pre jednotkové náklady v bode 1. Cesta a 2. Individuálna podpora - Mobilita zamestnancov. Sadzobník platí rovnako pre všetkých účastníkov, ktorí vycestujú na mobilitu - školenie. </w:t>
      </w:r>
    </w:p>
    <w:p w:rsidR="00A11135" w:rsidRPr="00D30AD2" w:rsidRDefault="00A11135" w:rsidP="00AC0DF0">
      <w:pPr>
        <w:pStyle w:val="Alaprtelmezettstlus"/>
        <w:ind w:left="720"/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</w:rPr>
        <w:t xml:space="preserve">Výška finančnej podpory uvedená v zmluve pozostáva z dvoch častí: </w:t>
      </w:r>
    </w:p>
    <w:p w:rsidR="00A11135" w:rsidRPr="00D30AD2" w:rsidRDefault="00A11135" w:rsidP="003A7F53">
      <w:pPr>
        <w:pStyle w:val="Alaprtelmezettstlus"/>
        <w:numPr>
          <w:ilvl w:val="0"/>
          <w:numId w:val="20"/>
          <w:numberingChange w:id="181" w:author="Unknown" w:date="2014-09-02T11:52:00Z" w:original="%1:1:4:)"/>
        </w:numPr>
        <w:tabs>
          <w:tab w:val="clear" w:pos="1077"/>
          <w:tab w:val="left" w:pos="1080"/>
          <w:tab w:val="num" w:pos="1260"/>
        </w:tabs>
        <w:spacing w:after="120"/>
        <w:ind w:left="1080"/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</w:rPr>
        <w:t>cestovné náklady sú stanovené ako jednotkové náklady pre všetky krajiny programu Erasmus+, a vypočítavajú sa na základe cestovnej vzdialenosti z miesta nástupu na mobilitu na miesto činnosti účastníka. Cestovné vzdialenosti sa vypočítajú pomocou kalkulačky na výpočet vzdialenosti podporovanej Európskou komisiou na webovej stránke EK (http://ec.europa.eu/programmes/erasmus-plus/tools/distance_en.htm)</w:t>
      </w:r>
      <w:r>
        <w:rPr>
          <w:rFonts w:ascii="Times New Roman" w:hAnsi="Times New Roman" w:cs="Times New Roman"/>
        </w:rPr>
        <w:t>;</w:t>
      </w:r>
    </w:p>
    <w:p w:rsidR="00A11135" w:rsidRPr="00D30AD2" w:rsidRDefault="00A11135" w:rsidP="003A7F53">
      <w:pPr>
        <w:pStyle w:val="Alaprtelmezettstlus"/>
        <w:numPr>
          <w:ilvl w:val="0"/>
          <w:numId w:val="20"/>
          <w:numberingChange w:id="182" w:author="Unknown" w:date="2014-09-02T11:52:00Z" w:original="%1:2:4:)"/>
        </w:numPr>
        <w:tabs>
          <w:tab w:val="clear" w:pos="1077"/>
          <w:tab w:val="num" w:pos="1080"/>
        </w:tabs>
        <w:spacing w:after="120"/>
        <w:ind w:left="1080"/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</w:rPr>
        <w:t>individuálna podpora - náklady priamo spojené s diétami účastníkov počas mobility okrem dní realizácie cesty. Sú to jednotkové sumy na deň určené pre konkrétne skupiny hostiteľských krajín, a vypočítavajú sa na základe dĺžky pobytu (http://www.erasmusplus.sk)</w:t>
      </w:r>
      <w:r>
        <w:rPr>
          <w:rFonts w:ascii="Times New Roman" w:hAnsi="Times New Roman" w:cs="Times New Roman"/>
        </w:rPr>
        <w:t>;</w:t>
      </w:r>
    </w:p>
    <w:p w:rsidR="00A11135" w:rsidRPr="00D30AD2" w:rsidRDefault="00A11135" w:rsidP="003A7F53">
      <w:pPr>
        <w:pStyle w:val="Alaprtelmezettstlus"/>
        <w:numPr>
          <w:ilvl w:val="0"/>
          <w:numId w:val="20"/>
          <w:numberingChange w:id="183" w:author="Unknown" w:date="2014-09-02T11:52:00Z" w:original="%1:3:4:)"/>
        </w:numPr>
        <w:tabs>
          <w:tab w:val="clear" w:pos="1077"/>
          <w:tab w:val="num" w:pos="1080"/>
        </w:tabs>
        <w:spacing w:after="120"/>
        <w:ind w:left="1080"/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  <w:lang w:eastAsia="ar-SA" w:bidi="ar-SA"/>
        </w:rPr>
        <w:t>V oboch kategóriách nákladov (pobytových a cestovných) platí, že Erasmus+ grant je maximálnym a zároveň aj fixným finančným príspevkom na pobyt</w:t>
      </w:r>
      <w:r w:rsidRPr="00D30AD2">
        <w:rPr>
          <w:rFonts w:ascii="Times New Roman" w:hAnsi="Times New Roman" w:cs="Times New Roman"/>
        </w:rPr>
        <w:t xml:space="preserve">, </w:t>
      </w:r>
      <w:r w:rsidRPr="00D30AD2">
        <w:rPr>
          <w:rFonts w:ascii="Times New Roman" w:hAnsi="Times New Roman" w:cs="Times New Roman"/>
          <w:lang w:eastAsia="ar-SA" w:bidi="ar-SA"/>
        </w:rPr>
        <w:t xml:space="preserve">ktorý patrí každému </w:t>
      </w:r>
      <w:r>
        <w:rPr>
          <w:rFonts w:ascii="Times New Roman" w:hAnsi="Times New Roman" w:cs="Times New Roman"/>
          <w:lang w:eastAsia="ar-SA" w:bidi="ar-SA"/>
        </w:rPr>
        <w:t>nepedagogickému zamestnancovi</w:t>
      </w:r>
      <w:r w:rsidRPr="00D30AD2">
        <w:rPr>
          <w:rFonts w:ascii="Times New Roman" w:hAnsi="Times New Roman" w:cs="Times New Roman"/>
          <w:lang w:eastAsia="ar-SA" w:bidi="ar-SA"/>
        </w:rPr>
        <w:t xml:space="preserve"> bez ohľadu na výšku jeho reálnych nákladov na pobyt. V prípade, že reálne náklady zamestnanca (pobytové alebo cestovné) sú nižšie ako fixný Erasmus+ grant uvedený v bode a) a b), grant mu patrí celý. V prípade, že reálne náklady </w:t>
      </w:r>
      <w:r>
        <w:rPr>
          <w:rFonts w:ascii="Times New Roman" w:hAnsi="Times New Roman" w:cs="Times New Roman"/>
          <w:lang w:eastAsia="ar-SA" w:bidi="ar-SA"/>
        </w:rPr>
        <w:t>zamestnanca</w:t>
      </w:r>
      <w:r w:rsidRPr="00D30AD2">
        <w:rPr>
          <w:rFonts w:ascii="Times New Roman" w:hAnsi="Times New Roman" w:cs="Times New Roman"/>
          <w:lang w:eastAsia="ar-SA" w:bidi="ar-SA"/>
        </w:rPr>
        <w:t xml:space="preserve"> (pobytové alebo cestovné) sú vyššie ako fixný Erasmus+ grant uvedený v bode a) a b), zvyšné nárokovateľné cestovné náhrady financuje UJS. Pri použití súkromného vozidla na pracovnú cestu je možné preplatiť z Erasmus+ prostriedkov cestovné náklady takisto len do výšky grantu za počet km (podľa bodu 2), cestovné náklady nad rámec tohto fixného grantu (do výšky cestovného lístka za celkovú trasu) sa hrad</w:t>
      </w:r>
      <w:r>
        <w:rPr>
          <w:rFonts w:ascii="Times New Roman" w:hAnsi="Times New Roman" w:cs="Times New Roman"/>
          <w:lang w:eastAsia="ar-SA" w:bidi="ar-SA"/>
        </w:rPr>
        <w:t>ia</w:t>
      </w:r>
      <w:r w:rsidRPr="00D30AD2">
        <w:rPr>
          <w:rFonts w:ascii="Times New Roman" w:hAnsi="Times New Roman" w:cs="Times New Roman"/>
          <w:lang w:eastAsia="ar-SA" w:bidi="ar-SA"/>
        </w:rPr>
        <w:t xml:space="preserve"> z rozpočtu UJS. Zabezpečenie cestovných náhrad, ako aj ich vyúčtovanie a vyplatenie pri mobilite </w:t>
      </w:r>
      <w:r>
        <w:rPr>
          <w:rFonts w:ascii="Times New Roman" w:hAnsi="Times New Roman" w:cs="Times New Roman"/>
          <w:lang w:eastAsia="ar-SA" w:bidi="ar-SA"/>
        </w:rPr>
        <w:t>nepedagogického zamestnanca</w:t>
      </w:r>
      <w:r w:rsidRPr="00D30AD2">
        <w:rPr>
          <w:rFonts w:ascii="Times New Roman" w:hAnsi="Times New Roman" w:cs="Times New Roman"/>
          <w:lang w:eastAsia="ar-SA" w:bidi="ar-SA"/>
        </w:rPr>
        <w:t xml:space="preserve"> v rámci programu Erasmus+ na UJS sa riadi</w:t>
      </w:r>
      <w:r>
        <w:rPr>
          <w:rFonts w:ascii="Times New Roman" w:hAnsi="Times New Roman" w:cs="Times New Roman"/>
          <w:lang w:eastAsia="ar-SA" w:bidi="ar-SA"/>
        </w:rPr>
        <w:t>a</w:t>
      </w:r>
      <w:r w:rsidRPr="00D30AD2">
        <w:rPr>
          <w:rFonts w:ascii="Times New Roman" w:hAnsi="Times New Roman" w:cs="Times New Roman"/>
          <w:lang w:eastAsia="ar-SA" w:bidi="ar-SA"/>
        </w:rPr>
        <w:t xml:space="preserve"> platnou smernicou UJS o cestovných náhradách a Zákonom č. 283/2002 o cestovných náhradách v znení neskorších predpisov.</w:t>
      </w:r>
    </w:p>
    <w:p w:rsidR="00A11135" w:rsidRPr="00D30AD2" w:rsidRDefault="00A11135" w:rsidP="00A375D7">
      <w:pPr>
        <w:pStyle w:val="Alaprtelmezettstlus"/>
        <w:numPr>
          <w:ilvl w:val="0"/>
          <w:numId w:val="27"/>
          <w:numberingChange w:id="184" w:author="Unknown" w:date="2014-09-02T11:52:00Z" w:original="%1:11:0:)"/>
        </w:numPr>
        <w:spacing w:after="120"/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</w:rPr>
        <w:t>Získaný grant sa prevádza na účet zamestnanca v 2 splátkach - 80 % celkového grantu po podpise finančnej zmluvy učiteľom a univerzitným Erasmus koordinátorom UJS a po kontrole predložených formulárov, a 20 % celkového grantu po ukončení pobytu a predložení všetkých požadovaných dokumentov z prednáškového pobytu univerzitnému koordinátorovi UJS.</w:t>
      </w:r>
    </w:p>
    <w:p w:rsidR="00A11135" w:rsidRPr="00D30AD2" w:rsidRDefault="00A11135" w:rsidP="00A375D7">
      <w:pPr>
        <w:pStyle w:val="Alaprtelmezettstlus"/>
        <w:numPr>
          <w:ilvl w:val="0"/>
          <w:numId w:val="27"/>
          <w:numberingChange w:id="185" w:author="Unknown" w:date="2014-09-02T11:52:00Z" w:original="%1:12:0:)"/>
        </w:numPr>
        <w:spacing w:after="120"/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</w:rPr>
        <w:t>Z</w:t>
      </w:r>
      <w:r w:rsidRPr="00D30AD2">
        <w:rPr>
          <w:rFonts w:ascii="Times New Roman" w:hAnsi="Times New Roman" w:cs="Times New Roman"/>
          <w:lang w:eastAsia="ar-SA" w:bidi="ar-SA"/>
        </w:rPr>
        <w:t>amestnanec, ktorý má oficiálny status osoby so zdravotným postihnutím (ZŤP) a bola mu schválená Erasmus+ mobilita v zahraničí, môže sa uchádzať o pridelenie dodatočného Erasmus grantu (nad rámec fixných grantov). Využitie takto prideleného grantu musí dokladovať univerzitnému koordinátorovi UJS (originálmi dokladov: napr. potvrdenky o zakúpení špeciálnych potrieb, liekov pre osobu ZŤP a pod.)</w:t>
      </w:r>
    </w:p>
    <w:p w:rsidR="00A11135" w:rsidRPr="00D30AD2" w:rsidRDefault="00A11135" w:rsidP="003A7F53">
      <w:pPr>
        <w:pStyle w:val="Alaprtelmezettstlus"/>
        <w:numPr>
          <w:ilvl w:val="0"/>
          <w:numId w:val="27"/>
          <w:numberingChange w:id="186" w:author="Unknown" w:date="2014-09-02T11:52:00Z" w:original="%1:13:0:)"/>
        </w:numPr>
        <w:tabs>
          <w:tab w:val="left" w:pos="720"/>
        </w:tabs>
        <w:spacing w:after="120"/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  <w:lang w:eastAsia="ar-SA" w:bidi="ar-SA"/>
        </w:rPr>
        <w:t>Po návrate zo školenia zamestnanec musí predložiť univerzitnému koordinátorovi nasledovné dokumenty potvrdzujúce realizáciu Erasmus+ mobility:</w:t>
      </w:r>
    </w:p>
    <w:p w:rsidR="00A11135" w:rsidRPr="00D30AD2" w:rsidRDefault="00A11135" w:rsidP="003A7F53">
      <w:pPr>
        <w:pStyle w:val="Alaprtelmezettstlus"/>
        <w:numPr>
          <w:ilvl w:val="0"/>
          <w:numId w:val="28"/>
          <w:numberingChange w:id="187" w:author="Unknown" w:date="2014-09-02T11:52:00Z" w:original="%1:1:4:)"/>
        </w:numPr>
        <w:tabs>
          <w:tab w:val="clear" w:pos="720"/>
          <w:tab w:val="left" w:pos="-180"/>
          <w:tab w:val="num" w:pos="1080"/>
          <w:tab w:val="left" w:pos="1260"/>
        </w:tabs>
        <w:ind w:left="1080"/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  <w:lang w:eastAsia="ar-SA" w:bidi="ar-SA"/>
        </w:rPr>
        <w:t>Potvrdenie o dĺžke Erasmus+ mobility - školenia (Confirmation of Erasmus staff training mobility);</w:t>
      </w:r>
    </w:p>
    <w:p w:rsidR="00A11135" w:rsidRPr="00D30AD2" w:rsidRDefault="00A11135" w:rsidP="003A7F53">
      <w:pPr>
        <w:pStyle w:val="Alaprtelmezettstlus"/>
        <w:numPr>
          <w:ilvl w:val="0"/>
          <w:numId w:val="28"/>
          <w:numberingChange w:id="188" w:author="Unknown" w:date="2014-09-02T11:52:00Z" w:original="%1:2:4:)"/>
        </w:numPr>
        <w:tabs>
          <w:tab w:val="clear" w:pos="720"/>
          <w:tab w:val="left" w:pos="-180"/>
          <w:tab w:val="left" w:pos="540"/>
          <w:tab w:val="num" w:pos="1080"/>
        </w:tabs>
        <w:ind w:left="1080"/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  <w:lang w:eastAsia="ar-SA" w:bidi="ar-SA"/>
        </w:rPr>
        <w:t>Originál dokumentu Program mobility - školenia (Mobility agreement- training);</w:t>
      </w:r>
    </w:p>
    <w:p w:rsidR="00A11135" w:rsidRPr="00D30AD2" w:rsidRDefault="00A11135" w:rsidP="003A7F53">
      <w:pPr>
        <w:pStyle w:val="Alaprtelmezettstlus"/>
        <w:numPr>
          <w:ilvl w:val="0"/>
          <w:numId w:val="28"/>
          <w:numberingChange w:id="189" w:author="Unknown" w:date="2014-09-02T11:52:00Z" w:original="%1:3:4:)"/>
        </w:numPr>
        <w:tabs>
          <w:tab w:val="clear" w:pos="720"/>
          <w:tab w:val="left" w:pos="-180"/>
          <w:tab w:val="num" w:pos="1080"/>
        </w:tabs>
        <w:ind w:left="1080"/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  <w:lang w:eastAsia="ar-SA" w:bidi="ar-SA"/>
        </w:rPr>
        <w:t>Zamestnanec vyplní a podá Správu z Erasmus+ mobility on-line cez systém EU Survey po mobilite a to najneskôr do 30 kalendárnych dní po prijatí výzvy na jej vyplnenie (o vyplnení a podaní správy sa univerzitný koordinátor presvedčí v systéme Mobility Tool)</w:t>
      </w:r>
      <w:r>
        <w:rPr>
          <w:rFonts w:ascii="Times New Roman" w:hAnsi="Times New Roman" w:cs="Times New Roman"/>
          <w:lang w:eastAsia="ar-SA" w:bidi="ar-SA"/>
        </w:rPr>
        <w:t>;</w:t>
      </w:r>
      <w:r w:rsidRPr="00D30AD2">
        <w:rPr>
          <w:rFonts w:ascii="Times New Roman" w:hAnsi="Times New Roman" w:cs="Times New Roman"/>
          <w:lang w:eastAsia="ar-SA" w:bidi="ar-SA"/>
        </w:rPr>
        <w:t xml:space="preserve"> </w:t>
      </w:r>
    </w:p>
    <w:p w:rsidR="00A11135" w:rsidRPr="00D30AD2" w:rsidRDefault="00A11135" w:rsidP="003A7F53">
      <w:pPr>
        <w:pStyle w:val="Alaprtelmezettstlus"/>
        <w:numPr>
          <w:ilvl w:val="0"/>
          <w:numId w:val="28"/>
          <w:numberingChange w:id="190" w:author="Unknown" w:date="2014-09-02T11:52:00Z" w:original="%1:4:4:)"/>
        </w:numPr>
        <w:tabs>
          <w:tab w:val="clear" w:pos="720"/>
          <w:tab w:val="left" w:pos="-180"/>
          <w:tab w:val="num" w:pos="1080"/>
        </w:tabs>
        <w:ind w:left="1080"/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  <w:lang w:eastAsia="ar-SA" w:bidi="ar-SA"/>
        </w:rPr>
        <w:t>Prílohy k vyúčtovaniu pracovnej cesty - tlačivá UJS, ktoré sú povinné pri akejkoľvek pracovnej ceste zamestnanca UJS.</w:t>
      </w:r>
    </w:p>
    <w:p w:rsidR="00A11135" w:rsidRPr="00D30AD2" w:rsidRDefault="00A11135" w:rsidP="003A7F53">
      <w:pPr>
        <w:pStyle w:val="Alaprtelmezettstlus"/>
        <w:numPr>
          <w:ilvl w:val="2"/>
          <w:numId w:val="25"/>
          <w:numberingChange w:id="191" w:author="Unknown" w:date="2014-09-02T11:52:00Z" w:original="14)"/>
        </w:numPr>
        <w:tabs>
          <w:tab w:val="clear" w:pos="1080"/>
          <w:tab w:val="left" w:pos="180"/>
          <w:tab w:val="num" w:pos="720"/>
        </w:tabs>
        <w:ind w:left="720"/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  <w:lang w:eastAsia="ar-SA" w:bidi="ar-SA"/>
        </w:rPr>
        <w:t>V prípade nesplnenia bodu 13) vo všetkých častiach do 30 dní</w:t>
      </w:r>
      <w:r>
        <w:rPr>
          <w:rFonts w:ascii="Times New Roman" w:hAnsi="Times New Roman" w:cs="Times New Roman"/>
          <w:lang w:eastAsia="ar-SA" w:bidi="ar-SA"/>
        </w:rPr>
        <w:t xml:space="preserve"> môže UJS</w:t>
      </w:r>
      <w:r w:rsidRPr="00D30AD2">
        <w:rPr>
          <w:rFonts w:ascii="Times New Roman" w:hAnsi="Times New Roman" w:cs="Times New Roman"/>
          <w:lang w:eastAsia="ar-SA" w:bidi="ar-SA"/>
        </w:rPr>
        <w:t xml:space="preserve"> po ukončení zahraničného pobytu požiadať o vrátenie časti alebo celého poskytnutého grantu. </w:t>
      </w:r>
    </w:p>
    <w:p w:rsidR="00A11135" w:rsidRPr="00D30AD2" w:rsidRDefault="00A11135">
      <w:pPr>
        <w:pStyle w:val="Alaprtelmezettstlus"/>
        <w:tabs>
          <w:tab w:val="left" w:pos="10773"/>
        </w:tabs>
        <w:jc w:val="center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  <w:shd w:val="clear" w:color="auto" w:fill="FF0000"/>
          <w:lang w:eastAsia="ar-SA" w:bidi="ar-SA"/>
        </w:rPr>
        <w:br/>
      </w:r>
      <w:r w:rsidRPr="00D30AD2">
        <w:rPr>
          <w:rFonts w:ascii="Times New Roman" w:hAnsi="Times New Roman" w:cs="Times New Roman"/>
          <w:b/>
          <w:bCs/>
          <w:sz w:val="28"/>
          <w:szCs w:val="28"/>
        </w:rPr>
        <w:t>Čl. 11</w:t>
      </w:r>
    </w:p>
    <w:p w:rsidR="00A11135" w:rsidRPr="00F34796" w:rsidRDefault="00A11135" w:rsidP="00F34796">
      <w:pPr>
        <w:pStyle w:val="Cmsor3"/>
        <w:spacing w:after="120"/>
        <w:jc w:val="center"/>
        <w:rPr>
          <w:b/>
          <w:i w:val="0"/>
          <w:sz w:val="28"/>
          <w:szCs w:val="28"/>
        </w:rPr>
      </w:pPr>
      <w:r>
        <w:rPr>
          <w:rFonts w:ascii="Times New Roman" w:hAnsi="Times New Roman" w:cs="Times New Roman"/>
          <w:b/>
          <w:i w:val="0"/>
          <w:sz w:val="28"/>
          <w:szCs w:val="28"/>
        </w:rPr>
        <w:t>Z</w:t>
      </w:r>
      <w:bookmarkStart w:id="192" w:name="_GoBack"/>
      <w:bookmarkEnd w:id="192"/>
      <w:r w:rsidRPr="00F34796">
        <w:rPr>
          <w:rFonts w:ascii="Times New Roman" w:hAnsi="Times New Roman" w:cs="Times New Roman"/>
          <w:b/>
          <w:i w:val="0"/>
          <w:sz w:val="28"/>
          <w:szCs w:val="28"/>
        </w:rPr>
        <w:t>áverečné ustanovenia</w:t>
      </w:r>
    </w:p>
    <w:p w:rsidR="00A11135" w:rsidRDefault="00A11135" w:rsidP="00F34796">
      <w:pPr>
        <w:pStyle w:val="Alaprtelmezettstlus"/>
        <w:numPr>
          <w:ilvl w:val="0"/>
          <w:numId w:val="29"/>
          <w:numberingChange w:id="193" w:author="Unknown" w:date="2014-09-02T11:52:00Z" w:original="%1:1:0:."/>
        </w:numPr>
        <w:tabs>
          <w:tab w:val="left" w:pos="1134"/>
        </w:tabs>
        <w:overflowPunct/>
        <w:spacing w:after="120"/>
        <w:ind w:left="567" w:hanging="567"/>
        <w:jc w:val="both"/>
        <w:rPr>
          <w:rFonts w:ascii="Times New Roman" w:hAnsi="Times New Roman" w:cs="Times New Roman"/>
        </w:rPr>
      </w:pPr>
      <w:r w:rsidRPr="00B07327">
        <w:rPr>
          <w:rFonts w:ascii="Times New Roman" w:hAnsi="Times New Roman" w:cs="Times New Roman"/>
        </w:rPr>
        <w:t>Táto smernica nad</w:t>
      </w:r>
      <w:r>
        <w:rPr>
          <w:rFonts w:ascii="Times New Roman" w:hAnsi="Times New Roman" w:cs="Times New Roman"/>
        </w:rPr>
        <w:t xml:space="preserve">obúda platnosť a účinnosť dňom 1. septembra </w:t>
      </w:r>
      <w:r w:rsidRPr="00B07327">
        <w:rPr>
          <w:rFonts w:ascii="Times New Roman" w:hAnsi="Times New Roman" w:cs="Times New Roman"/>
        </w:rPr>
        <w:t>2014</w:t>
      </w:r>
      <w:r>
        <w:rPr>
          <w:rFonts w:ascii="Times New Roman" w:hAnsi="Times New Roman" w:cs="Times New Roman"/>
        </w:rPr>
        <w:t>.</w:t>
      </w:r>
    </w:p>
    <w:p w:rsidR="00A11135" w:rsidRDefault="00A11135" w:rsidP="00B07327">
      <w:pPr>
        <w:pStyle w:val="Alaprtelmezettstlus"/>
        <w:tabs>
          <w:tab w:val="left" w:pos="1134"/>
        </w:tabs>
        <w:overflowPunct/>
        <w:spacing w:after="120"/>
        <w:jc w:val="both"/>
        <w:rPr>
          <w:rFonts w:ascii="Times New Roman" w:hAnsi="Times New Roman" w:cs="Times New Roman"/>
        </w:rPr>
      </w:pPr>
    </w:p>
    <w:p w:rsidR="00A11135" w:rsidRPr="00D30AD2" w:rsidRDefault="00A11135" w:rsidP="00EA4AC5">
      <w:pPr>
        <w:pStyle w:val="Alaprtelmezettstlus"/>
        <w:jc w:val="both"/>
        <w:rPr>
          <w:rFonts w:ascii="Times New Roman" w:hAnsi="Times New Roman" w:cs="Times New Roman"/>
        </w:rPr>
      </w:pPr>
      <w:r w:rsidRPr="00D30AD2">
        <w:rPr>
          <w:rFonts w:ascii="Times New Roman" w:hAnsi="Times New Roman" w:cs="Times New Roman"/>
        </w:rPr>
        <w:t xml:space="preserve">V Komárne dňa </w:t>
      </w:r>
      <w:r>
        <w:rPr>
          <w:rFonts w:ascii="Times New Roman" w:hAnsi="Times New Roman" w:cs="Times New Roman"/>
        </w:rPr>
        <w:t>28. 8. 2014</w:t>
      </w:r>
    </w:p>
    <w:p w:rsidR="00A11135" w:rsidRDefault="00A11135" w:rsidP="00B07327">
      <w:pPr>
        <w:pStyle w:val="Alaprtelmezettstlus"/>
        <w:tabs>
          <w:tab w:val="left" w:pos="1134"/>
        </w:tabs>
        <w:overflowPunct/>
        <w:spacing w:after="120"/>
        <w:jc w:val="both"/>
        <w:rPr>
          <w:rFonts w:ascii="Times New Roman" w:hAnsi="Times New Roman" w:cs="Times New Roman"/>
        </w:rPr>
      </w:pPr>
    </w:p>
    <w:p w:rsidR="00A11135" w:rsidRPr="00D30AD2" w:rsidRDefault="00A11135" w:rsidP="00EA4AC5">
      <w:pPr>
        <w:pStyle w:val="Alaprtelmezettstlus"/>
        <w:tabs>
          <w:tab w:val="left" w:pos="5220"/>
        </w:tabs>
        <w:spacing w:line="240" w:lineRule="auto"/>
        <w:jc w:val="both"/>
      </w:pPr>
      <w:r w:rsidRPr="00D30AD2">
        <w:rPr>
          <w:rFonts w:ascii="Times New Roman" w:hAnsi="Times New Roman" w:cs="Times New Roman"/>
          <w:lang w:eastAsia="ar-SA" w:bidi="ar-SA"/>
        </w:rPr>
        <w:tab/>
      </w:r>
      <w:r>
        <w:rPr>
          <w:rFonts w:ascii="Times New Roman" w:hAnsi="Times New Roman" w:cs="Times New Roman"/>
          <w:lang w:eastAsia="ar-SA" w:bidi="ar-SA"/>
        </w:rPr>
        <w:t xml:space="preserve">       </w:t>
      </w:r>
      <w:r w:rsidRPr="00C17780">
        <w:rPr>
          <w:rFonts w:ascii="Times New Roman" w:hAnsi="Times New Roman" w:cs="Times New Roman"/>
          <w:b/>
          <w:lang w:eastAsia="ar-SA" w:bidi="ar-SA"/>
        </w:rPr>
        <w:t>doc. RNDr. János Tóth, PhD.</w:t>
      </w:r>
      <w:r>
        <w:rPr>
          <w:rFonts w:ascii="Times New Roman" w:hAnsi="Times New Roman" w:cs="Times New Roman"/>
          <w:b/>
          <w:lang w:eastAsia="ar-SA" w:bidi="ar-SA"/>
        </w:rPr>
        <w:t xml:space="preserve"> </w:t>
      </w:r>
      <w:r>
        <w:rPr>
          <w:rFonts w:ascii="Times New Roman" w:hAnsi="Times New Roman" w:cs="Times New Roman"/>
          <w:b/>
          <w:lang w:eastAsia="ar-SA" w:bidi="ar-SA"/>
        </w:rPr>
        <w:tab/>
      </w:r>
      <w:r>
        <w:rPr>
          <w:rFonts w:ascii="Times New Roman" w:hAnsi="Times New Roman" w:cs="Times New Roman"/>
          <w:b/>
          <w:lang w:eastAsia="ar-SA" w:bidi="ar-SA"/>
        </w:rPr>
        <w:tab/>
        <w:t xml:space="preserve">                   </w:t>
      </w:r>
      <w:r w:rsidRPr="00C17780">
        <w:rPr>
          <w:rFonts w:ascii="Times New Roman" w:hAnsi="Times New Roman" w:cs="Times New Roman"/>
          <w:b/>
          <w:lang w:eastAsia="ar-SA" w:bidi="ar-SA"/>
        </w:rPr>
        <w:t>rektor UJS</w:t>
      </w:r>
    </w:p>
    <w:sectPr w:rsidR="00A11135" w:rsidRPr="00D30AD2" w:rsidSect="00C2502C">
      <w:footerReference w:type="default" r:id="rId8"/>
      <w:pgSz w:w="11906" w:h="16838"/>
      <w:pgMar w:top="1417" w:right="1417" w:bottom="1417" w:left="1417" w:header="0" w:footer="0" w:gutter="0"/>
      <w:cols w:space="708"/>
      <w:formProt w:val="0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1135" w:rsidRDefault="00A11135" w:rsidP="00376354">
      <w:pPr>
        <w:spacing w:after="0" w:line="240" w:lineRule="auto"/>
      </w:pPr>
      <w:r>
        <w:separator/>
      </w:r>
    </w:p>
  </w:endnote>
  <w:endnote w:type="continuationSeparator" w:id="0">
    <w:p w:rsidR="00A11135" w:rsidRDefault="00A11135" w:rsidP="003763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1135" w:rsidRDefault="00A11135">
    <w:pPr>
      <w:pStyle w:val="Footer"/>
      <w:jc w:val="right"/>
    </w:pPr>
    <w:fldSimple w:instr="PAGE   \* MERGEFORMAT">
      <w:r>
        <w:rPr>
          <w:noProof/>
        </w:rPr>
        <w:t>22</w:t>
      </w:r>
    </w:fldSimple>
  </w:p>
  <w:p w:rsidR="00A11135" w:rsidRDefault="00A1113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1135" w:rsidRDefault="00A11135" w:rsidP="00376354">
      <w:pPr>
        <w:spacing w:after="0" w:line="240" w:lineRule="auto"/>
      </w:pPr>
      <w:r>
        <w:separator/>
      </w:r>
    </w:p>
  </w:footnote>
  <w:footnote w:type="continuationSeparator" w:id="0">
    <w:p w:rsidR="00A11135" w:rsidRDefault="00A11135" w:rsidP="003763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05568"/>
    <w:multiLevelType w:val="hybridMultilevel"/>
    <w:tmpl w:val="3996BFFA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B4F13AB"/>
    <w:multiLevelType w:val="multilevel"/>
    <w:tmpl w:val="567C585C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FE160B7"/>
    <w:multiLevelType w:val="hybridMultilevel"/>
    <w:tmpl w:val="5B286C96"/>
    <w:lvl w:ilvl="0" w:tplc="092C4E8A">
      <w:start w:val="1"/>
      <w:numFmt w:val="decimal"/>
      <w:lvlText w:val="%1.)"/>
      <w:lvlJc w:val="left"/>
      <w:pPr>
        <w:tabs>
          <w:tab w:val="num" w:pos="180"/>
        </w:tabs>
        <w:ind w:left="900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6B67BC0"/>
    <w:multiLevelType w:val="multilevel"/>
    <w:tmpl w:val="877AE3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987" w:hanging="4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494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01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68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475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042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249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3816" w:hanging="1800"/>
      </w:pPr>
      <w:rPr>
        <w:rFonts w:cs="Times New Roman"/>
      </w:rPr>
    </w:lvl>
  </w:abstractNum>
  <w:abstractNum w:abstractNumId="4">
    <w:nsid w:val="1F2F0F26"/>
    <w:multiLevelType w:val="multilevel"/>
    <w:tmpl w:val="CBA630C8"/>
    <w:lvl w:ilvl="0">
      <w:start w:val="1"/>
      <w:numFmt w:val="decimal"/>
      <w:lvlText w:val="%1.)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>
    <w:nsid w:val="1FA076C0"/>
    <w:multiLevelType w:val="hybridMultilevel"/>
    <w:tmpl w:val="EE803742"/>
    <w:lvl w:ilvl="0" w:tplc="041B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6">
    <w:nsid w:val="20412471"/>
    <w:multiLevelType w:val="multilevel"/>
    <w:tmpl w:val="938E339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21E0FEA"/>
    <w:multiLevelType w:val="hybridMultilevel"/>
    <w:tmpl w:val="5194F91A"/>
    <w:lvl w:ilvl="0" w:tplc="041B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8">
    <w:nsid w:val="299744BF"/>
    <w:multiLevelType w:val="multilevel"/>
    <w:tmpl w:val="4FD062EE"/>
    <w:lvl w:ilvl="0">
      <w:start w:val="1"/>
      <w:numFmt w:val="decimal"/>
      <w:lvlText w:val="%1.)"/>
      <w:lvlJc w:val="left"/>
      <w:pPr>
        <w:tabs>
          <w:tab w:val="num" w:pos="180"/>
        </w:tabs>
        <w:ind w:left="90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">
    <w:nsid w:val="2CBC5109"/>
    <w:multiLevelType w:val="multilevel"/>
    <w:tmpl w:val="22E8A5A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0">
    <w:nsid w:val="367A1C5A"/>
    <w:multiLevelType w:val="hybridMultilevel"/>
    <w:tmpl w:val="D390ECA4"/>
    <w:lvl w:ilvl="0" w:tplc="041B0017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1">
    <w:nsid w:val="3E9E68A2"/>
    <w:multiLevelType w:val="multilevel"/>
    <w:tmpl w:val="BCF457DA"/>
    <w:lvl w:ilvl="0">
      <w:start w:val="1"/>
      <w:numFmt w:val="decimal"/>
      <w:lvlText w:val="%1.)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2">
    <w:nsid w:val="3FB54DB5"/>
    <w:multiLevelType w:val="hybridMultilevel"/>
    <w:tmpl w:val="A30441B2"/>
    <w:lvl w:ilvl="0" w:tplc="041B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>
    <w:nsid w:val="3FDE5F97"/>
    <w:multiLevelType w:val="hybridMultilevel"/>
    <w:tmpl w:val="5658F588"/>
    <w:lvl w:ilvl="0" w:tplc="041B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B0017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9080FFC4">
      <w:start w:val="1"/>
      <w:numFmt w:val="none"/>
      <w:lvlText w:val="14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>
    <w:nsid w:val="44861445"/>
    <w:multiLevelType w:val="hybridMultilevel"/>
    <w:tmpl w:val="9D6E2A3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0A87E52">
      <w:start w:val="1"/>
      <w:numFmt w:val="none"/>
      <w:lvlText w:val="14.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4B059ED"/>
    <w:multiLevelType w:val="hybridMultilevel"/>
    <w:tmpl w:val="FF90EF6E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16">
    <w:nsid w:val="461D002B"/>
    <w:multiLevelType w:val="multilevel"/>
    <w:tmpl w:val="65CA9230"/>
    <w:lvl w:ilvl="0">
      <w:start w:val="1"/>
      <w:numFmt w:val="lowerLetter"/>
      <w:lvlText w:val="%1)"/>
      <w:lvlJc w:val="left"/>
      <w:pPr>
        <w:ind w:left="1065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7">
    <w:nsid w:val="4B6A6298"/>
    <w:multiLevelType w:val="hybridMultilevel"/>
    <w:tmpl w:val="E0F25AF4"/>
    <w:lvl w:ilvl="0" w:tplc="041B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>
    <w:nsid w:val="4C826DB4"/>
    <w:multiLevelType w:val="multilevel"/>
    <w:tmpl w:val="E46A3F40"/>
    <w:lvl w:ilvl="0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9">
    <w:nsid w:val="4E555047"/>
    <w:multiLevelType w:val="hybridMultilevel"/>
    <w:tmpl w:val="EF6A662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F692BAE"/>
    <w:multiLevelType w:val="hybridMultilevel"/>
    <w:tmpl w:val="D7CAE368"/>
    <w:lvl w:ilvl="0" w:tplc="041B0017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21">
    <w:nsid w:val="51E203F8"/>
    <w:multiLevelType w:val="multilevel"/>
    <w:tmpl w:val="FAC64B28"/>
    <w:lvl w:ilvl="0">
      <w:start w:val="1"/>
      <w:numFmt w:val="decimal"/>
      <w:lvlText w:val="%1.)"/>
      <w:lvlJc w:val="left"/>
      <w:pPr>
        <w:ind w:left="360" w:hanging="360"/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708"/>
        </w:tabs>
        <w:ind w:left="144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6491492A"/>
    <w:multiLevelType w:val="multilevel"/>
    <w:tmpl w:val="35AC83B8"/>
    <w:lvl w:ilvl="0">
      <w:start w:val="1"/>
      <w:numFmt w:val="decimal"/>
      <w:lvlText w:val="%1.)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3">
    <w:nsid w:val="68C04EAD"/>
    <w:multiLevelType w:val="multilevel"/>
    <w:tmpl w:val="0F3CDF4C"/>
    <w:lvl w:ilvl="0">
      <w:start w:val="1"/>
      <w:numFmt w:val="decimal"/>
      <w:lvlText w:val="%1.)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4">
    <w:nsid w:val="6B5F73E8"/>
    <w:multiLevelType w:val="hybridMultilevel"/>
    <w:tmpl w:val="C3005D56"/>
    <w:lvl w:ilvl="0" w:tplc="041B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5">
    <w:nsid w:val="6CDF678A"/>
    <w:multiLevelType w:val="multilevel"/>
    <w:tmpl w:val="B31E0760"/>
    <w:lvl w:ilvl="0">
      <w:start w:val="1"/>
      <w:numFmt w:val="decimal"/>
      <w:lvlText w:val="%1.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color w:val="00000A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FC22258"/>
    <w:multiLevelType w:val="multilevel"/>
    <w:tmpl w:val="A120F87E"/>
    <w:lvl w:ilvl="0">
      <w:start w:val="1"/>
      <w:numFmt w:val="decimal"/>
      <w:lvlText w:val="%1.)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7">
    <w:nsid w:val="79627C99"/>
    <w:multiLevelType w:val="hybridMultilevel"/>
    <w:tmpl w:val="84701F88"/>
    <w:lvl w:ilvl="0" w:tplc="041B0017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8">
    <w:nsid w:val="7AD4639D"/>
    <w:multiLevelType w:val="multilevel"/>
    <w:tmpl w:val="897496CE"/>
    <w:lvl w:ilvl="0">
      <w:start w:val="1"/>
      <w:numFmt w:val="decimal"/>
      <w:lvlText w:val="%1.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9">
    <w:nsid w:val="7E4E58D6"/>
    <w:multiLevelType w:val="hybridMultilevel"/>
    <w:tmpl w:val="938E339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2"/>
  </w:num>
  <w:num w:numId="2">
    <w:abstractNumId w:val="25"/>
  </w:num>
  <w:num w:numId="3">
    <w:abstractNumId w:val="4"/>
  </w:num>
  <w:num w:numId="4">
    <w:abstractNumId w:val="28"/>
  </w:num>
  <w:num w:numId="5">
    <w:abstractNumId w:val="26"/>
  </w:num>
  <w:num w:numId="6">
    <w:abstractNumId w:val="16"/>
  </w:num>
  <w:num w:numId="7">
    <w:abstractNumId w:val="11"/>
  </w:num>
  <w:num w:numId="8">
    <w:abstractNumId w:val="21"/>
  </w:num>
  <w:num w:numId="9">
    <w:abstractNumId w:val="18"/>
  </w:num>
  <w:num w:numId="10">
    <w:abstractNumId w:val="23"/>
  </w:num>
  <w:num w:numId="11">
    <w:abstractNumId w:val="1"/>
  </w:num>
  <w:num w:numId="12">
    <w:abstractNumId w:val="8"/>
  </w:num>
  <w:num w:numId="13">
    <w:abstractNumId w:val="9"/>
  </w:num>
  <w:num w:numId="14">
    <w:abstractNumId w:val="17"/>
  </w:num>
  <w:num w:numId="15">
    <w:abstractNumId w:val="20"/>
  </w:num>
  <w:num w:numId="16">
    <w:abstractNumId w:val="27"/>
  </w:num>
  <w:num w:numId="17">
    <w:abstractNumId w:val="0"/>
  </w:num>
  <w:num w:numId="18">
    <w:abstractNumId w:val="5"/>
  </w:num>
  <w:num w:numId="19">
    <w:abstractNumId w:val="12"/>
  </w:num>
  <w:num w:numId="20">
    <w:abstractNumId w:val="15"/>
  </w:num>
  <w:num w:numId="21">
    <w:abstractNumId w:val="24"/>
  </w:num>
  <w:num w:numId="22">
    <w:abstractNumId w:val="7"/>
  </w:num>
  <w:num w:numId="23">
    <w:abstractNumId w:val="10"/>
  </w:num>
  <w:num w:numId="24">
    <w:abstractNumId w:val="2"/>
  </w:num>
  <w:num w:numId="25">
    <w:abstractNumId w:val="13"/>
  </w:num>
  <w:num w:numId="26">
    <w:abstractNumId w:val="14"/>
  </w:num>
  <w:num w:numId="27">
    <w:abstractNumId w:val="29"/>
  </w:num>
  <w:num w:numId="28">
    <w:abstractNumId w:val="19"/>
  </w:num>
  <w:num w:numId="29">
    <w:abstractNumId w:val="3"/>
  </w:num>
  <w:num w:numId="3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trackRevisions/>
  <w:defaultTabStop w:val="709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D2223"/>
    <w:rsid w:val="00003056"/>
    <w:rsid w:val="00014C56"/>
    <w:rsid w:val="00025F85"/>
    <w:rsid w:val="00057058"/>
    <w:rsid w:val="0007388E"/>
    <w:rsid w:val="00081EF9"/>
    <w:rsid w:val="00087A9B"/>
    <w:rsid w:val="000A2F2B"/>
    <w:rsid w:val="000A53D5"/>
    <w:rsid w:val="000B1315"/>
    <w:rsid w:val="000E1A84"/>
    <w:rsid w:val="000E4359"/>
    <w:rsid w:val="001275AF"/>
    <w:rsid w:val="001302BB"/>
    <w:rsid w:val="00142C7F"/>
    <w:rsid w:val="00163AF8"/>
    <w:rsid w:val="00171343"/>
    <w:rsid w:val="001A0C17"/>
    <w:rsid w:val="001A0DA1"/>
    <w:rsid w:val="001B4627"/>
    <w:rsid w:val="001B7DBB"/>
    <w:rsid w:val="00205E92"/>
    <w:rsid w:val="002070DB"/>
    <w:rsid w:val="00226652"/>
    <w:rsid w:val="002338EA"/>
    <w:rsid w:val="002415DE"/>
    <w:rsid w:val="00244E15"/>
    <w:rsid w:val="00254EDC"/>
    <w:rsid w:val="00266411"/>
    <w:rsid w:val="00266F14"/>
    <w:rsid w:val="002B6224"/>
    <w:rsid w:val="002C6E0E"/>
    <w:rsid w:val="003212E6"/>
    <w:rsid w:val="00322A6F"/>
    <w:rsid w:val="003344B4"/>
    <w:rsid w:val="003634BE"/>
    <w:rsid w:val="003730A7"/>
    <w:rsid w:val="003734C2"/>
    <w:rsid w:val="003737DC"/>
    <w:rsid w:val="00376354"/>
    <w:rsid w:val="00385275"/>
    <w:rsid w:val="003A5475"/>
    <w:rsid w:val="003A7F53"/>
    <w:rsid w:val="003D743C"/>
    <w:rsid w:val="00431FFA"/>
    <w:rsid w:val="00440118"/>
    <w:rsid w:val="00461508"/>
    <w:rsid w:val="00495131"/>
    <w:rsid w:val="00495D73"/>
    <w:rsid w:val="00496718"/>
    <w:rsid w:val="004A28B5"/>
    <w:rsid w:val="004B0A43"/>
    <w:rsid w:val="004D1369"/>
    <w:rsid w:val="004E535C"/>
    <w:rsid w:val="00500105"/>
    <w:rsid w:val="0050278F"/>
    <w:rsid w:val="00503788"/>
    <w:rsid w:val="005134F1"/>
    <w:rsid w:val="00540E8B"/>
    <w:rsid w:val="005519E6"/>
    <w:rsid w:val="00554A74"/>
    <w:rsid w:val="00556460"/>
    <w:rsid w:val="00563AE9"/>
    <w:rsid w:val="005652E1"/>
    <w:rsid w:val="005776AD"/>
    <w:rsid w:val="005A187A"/>
    <w:rsid w:val="005A3B86"/>
    <w:rsid w:val="005B1A22"/>
    <w:rsid w:val="005B72B0"/>
    <w:rsid w:val="005B7CA4"/>
    <w:rsid w:val="005C7C81"/>
    <w:rsid w:val="005D66E0"/>
    <w:rsid w:val="005F187D"/>
    <w:rsid w:val="005F40C9"/>
    <w:rsid w:val="00600E64"/>
    <w:rsid w:val="00630A2B"/>
    <w:rsid w:val="00631690"/>
    <w:rsid w:val="006718F9"/>
    <w:rsid w:val="006719ED"/>
    <w:rsid w:val="00683D23"/>
    <w:rsid w:val="006867CA"/>
    <w:rsid w:val="00695704"/>
    <w:rsid w:val="006A343E"/>
    <w:rsid w:val="006A4816"/>
    <w:rsid w:val="006B131F"/>
    <w:rsid w:val="006B2773"/>
    <w:rsid w:val="006C4626"/>
    <w:rsid w:val="006D0BB6"/>
    <w:rsid w:val="006D17D3"/>
    <w:rsid w:val="00703D5C"/>
    <w:rsid w:val="00720A3C"/>
    <w:rsid w:val="0074429D"/>
    <w:rsid w:val="00751939"/>
    <w:rsid w:val="007623CF"/>
    <w:rsid w:val="00765DFF"/>
    <w:rsid w:val="007A67D1"/>
    <w:rsid w:val="007A73C1"/>
    <w:rsid w:val="007C2C59"/>
    <w:rsid w:val="007C3205"/>
    <w:rsid w:val="007E2F3A"/>
    <w:rsid w:val="007E6007"/>
    <w:rsid w:val="00805E60"/>
    <w:rsid w:val="00806532"/>
    <w:rsid w:val="00810957"/>
    <w:rsid w:val="00830A09"/>
    <w:rsid w:val="00846F92"/>
    <w:rsid w:val="008510BF"/>
    <w:rsid w:val="008679FB"/>
    <w:rsid w:val="0088059C"/>
    <w:rsid w:val="00892A02"/>
    <w:rsid w:val="00897254"/>
    <w:rsid w:val="008A6C60"/>
    <w:rsid w:val="008B4F75"/>
    <w:rsid w:val="008B6D27"/>
    <w:rsid w:val="008C7851"/>
    <w:rsid w:val="008D1206"/>
    <w:rsid w:val="008E3F4B"/>
    <w:rsid w:val="008F2C96"/>
    <w:rsid w:val="008F3275"/>
    <w:rsid w:val="009103A5"/>
    <w:rsid w:val="009605CF"/>
    <w:rsid w:val="00964B8B"/>
    <w:rsid w:val="00987F7B"/>
    <w:rsid w:val="00992BDB"/>
    <w:rsid w:val="00996175"/>
    <w:rsid w:val="009B6C8F"/>
    <w:rsid w:val="009B7D39"/>
    <w:rsid w:val="009C17F9"/>
    <w:rsid w:val="009C3781"/>
    <w:rsid w:val="009D03B1"/>
    <w:rsid w:val="009D612C"/>
    <w:rsid w:val="00A11135"/>
    <w:rsid w:val="00A375D7"/>
    <w:rsid w:val="00A4109D"/>
    <w:rsid w:val="00A43960"/>
    <w:rsid w:val="00A45014"/>
    <w:rsid w:val="00A734D9"/>
    <w:rsid w:val="00A82AE6"/>
    <w:rsid w:val="00A96639"/>
    <w:rsid w:val="00AA3EAA"/>
    <w:rsid w:val="00AA584C"/>
    <w:rsid w:val="00AC0DF0"/>
    <w:rsid w:val="00AD1151"/>
    <w:rsid w:val="00AE461D"/>
    <w:rsid w:val="00AF6EFF"/>
    <w:rsid w:val="00B0289C"/>
    <w:rsid w:val="00B07327"/>
    <w:rsid w:val="00B11BED"/>
    <w:rsid w:val="00B2494C"/>
    <w:rsid w:val="00B26AED"/>
    <w:rsid w:val="00B42C77"/>
    <w:rsid w:val="00B42F16"/>
    <w:rsid w:val="00B579F6"/>
    <w:rsid w:val="00B735D6"/>
    <w:rsid w:val="00B743F4"/>
    <w:rsid w:val="00BA3696"/>
    <w:rsid w:val="00BA48D1"/>
    <w:rsid w:val="00BB1EE6"/>
    <w:rsid w:val="00BB2F3B"/>
    <w:rsid w:val="00BE1A97"/>
    <w:rsid w:val="00BF7EB9"/>
    <w:rsid w:val="00C03E00"/>
    <w:rsid w:val="00C17780"/>
    <w:rsid w:val="00C2502C"/>
    <w:rsid w:val="00C3295B"/>
    <w:rsid w:val="00C32DE4"/>
    <w:rsid w:val="00C35423"/>
    <w:rsid w:val="00C372C3"/>
    <w:rsid w:val="00C44071"/>
    <w:rsid w:val="00C50C1E"/>
    <w:rsid w:val="00C51154"/>
    <w:rsid w:val="00C85B6D"/>
    <w:rsid w:val="00CA2989"/>
    <w:rsid w:val="00CD13CE"/>
    <w:rsid w:val="00CF59DC"/>
    <w:rsid w:val="00D04876"/>
    <w:rsid w:val="00D106D3"/>
    <w:rsid w:val="00D22EBC"/>
    <w:rsid w:val="00D30AD2"/>
    <w:rsid w:val="00D70F54"/>
    <w:rsid w:val="00D71C33"/>
    <w:rsid w:val="00D83DF6"/>
    <w:rsid w:val="00DA086D"/>
    <w:rsid w:val="00DA537F"/>
    <w:rsid w:val="00DB2040"/>
    <w:rsid w:val="00DB20B4"/>
    <w:rsid w:val="00DC55A7"/>
    <w:rsid w:val="00DD5650"/>
    <w:rsid w:val="00E03727"/>
    <w:rsid w:val="00E22CCD"/>
    <w:rsid w:val="00E2788F"/>
    <w:rsid w:val="00E30389"/>
    <w:rsid w:val="00EA4AC5"/>
    <w:rsid w:val="00EA5E62"/>
    <w:rsid w:val="00EB3491"/>
    <w:rsid w:val="00EC4115"/>
    <w:rsid w:val="00ED2223"/>
    <w:rsid w:val="00ED4BB8"/>
    <w:rsid w:val="00ED5266"/>
    <w:rsid w:val="00EF2369"/>
    <w:rsid w:val="00F34796"/>
    <w:rsid w:val="00F42285"/>
    <w:rsid w:val="00F61FD1"/>
    <w:rsid w:val="00F64646"/>
    <w:rsid w:val="00F6596A"/>
    <w:rsid w:val="00F702FB"/>
    <w:rsid w:val="00F772C0"/>
    <w:rsid w:val="00F83710"/>
    <w:rsid w:val="00F8438A"/>
    <w:rsid w:val="00F912D4"/>
    <w:rsid w:val="00F9765C"/>
    <w:rsid w:val="00FA0795"/>
    <w:rsid w:val="00FA0916"/>
    <w:rsid w:val="00FB37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6007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laprtelmezettstlus">
    <w:name w:val="Alapértelmezett stílus"/>
    <w:uiPriority w:val="99"/>
    <w:rsid w:val="00C2502C"/>
    <w:pPr>
      <w:suppressAutoHyphens/>
      <w:overflowPunct w:val="0"/>
      <w:spacing w:after="200" w:line="276" w:lineRule="auto"/>
    </w:pPr>
    <w:rPr>
      <w:rFonts w:cs="Calibri"/>
      <w:color w:val="00000A"/>
      <w:sz w:val="24"/>
      <w:szCs w:val="24"/>
      <w:lang w:eastAsia="lo-LA" w:bidi="lo-LA"/>
    </w:rPr>
  </w:style>
  <w:style w:type="paragraph" w:customStyle="1" w:styleId="Cmsor1">
    <w:name w:val="Címsor 1"/>
    <w:basedOn w:val="Alaprtelmezettstlus"/>
    <w:uiPriority w:val="99"/>
    <w:rsid w:val="00C2502C"/>
    <w:pPr>
      <w:keepNext/>
      <w:spacing w:before="240" w:after="240"/>
      <w:jc w:val="both"/>
    </w:pPr>
    <w:rPr>
      <w:b/>
      <w:bCs/>
      <w:smallCaps/>
      <w:sz w:val="20"/>
      <w:szCs w:val="20"/>
      <w:lang w:val="fr-FR" w:eastAsia="ar-SA" w:bidi="ar-SA"/>
    </w:rPr>
  </w:style>
  <w:style w:type="paragraph" w:customStyle="1" w:styleId="Cmsor2">
    <w:name w:val="Címsor 2"/>
    <w:basedOn w:val="Alaprtelmezettstlus"/>
    <w:uiPriority w:val="99"/>
    <w:rsid w:val="00C2502C"/>
    <w:pPr>
      <w:keepNext/>
      <w:spacing w:after="240"/>
      <w:jc w:val="both"/>
    </w:pPr>
    <w:rPr>
      <w:b/>
      <w:bCs/>
      <w:sz w:val="20"/>
      <w:szCs w:val="20"/>
      <w:lang w:val="fr-FR" w:eastAsia="ar-SA" w:bidi="ar-SA"/>
    </w:rPr>
  </w:style>
  <w:style w:type="paragraph" w:customStyle="1" w:styleId="Cmsor3">
    <w:name w:val="Címsor 3"/>
    <w:basedOn w:val="Alaprtelmezettstlus"/>
    <w:uiPriority w:val="99"/>
    <w:rsid w:val="00C2502C"/>
    <w:pPr>
      <w:keepNext/>
      <w:spacing w:after="240"/>
      <w:jc w:val="both"/>
    </w:pPr>
    <w:rPr>
      <w:i/>
      <w:iCs/>
      <w:sz w:val="20"/>
      <w:szCs w:val="20"/>
      <w:lang w:val="fr-FR" w:eastAsia="ar-SA" w:bidi="ar-SA"/>
    </w:rPr>
  </w:style>
  <w:style w:type="paragraph" w:customStyle="1" w:styleId="Cmsor4">
    <w:name w:val="Címsor 4"/>
    <w:basedOn w:val="Alaprtelmezettstlus"/>
    <w:uiPriority w:val="99"/>
    <w:rsid w:val="00C2502C"/>
    <w:pPr>
      <w:keepNext/>
      <w:spacing w:after="240"/>
      <w:jc w:val="both"/>
    </w:pPr>
    <w:rPr>
      <w:sz w:val="20"/>
      <w:szCs w:val="20"/>
      <w:lang w:val="fr-FR" w:eastAsia="ar-SA" w:bidi="ar-SA"/>
    </w:rPr>
  </w:style>
  <w:style w:type="character" w:customStyle="1" w:styleId="WW8Num1z0">
    <w:name w:val="WW8Num1z0"/>
    <w:uiPriority w:val="99"/>
    <w:rsid w:val="00C2502C"/>
    <w:rPr>
      <w:rFonts w:ascii="Times New Roman" w:hAnsi="Times New Roman"/>
    </w:rPr>
  </w:style>
  <w:style w:type="character" w:customStyle="1" w:styleId="WW8Num1z2">
    <w:name w:val="WW8Num1z2"/>
    <w:uiPriority w:val="99"/>
    <w:rsid w:val="00C2502C"/>
    <w:rPr>
      <w:rFonts w:ascii="Wingdings" w:hAnsi="Wingdings"/>
    </w:rPr>
  </w:style>
  <w:style w:type="character" w:customStyle="1" w:styleId="WW8Num1z3">
    <w:name w:val="WW8Num1z3"/>
    <w:uiPriority w:val="99"/>
    <w:rsid w:val="00C2502C"/>
    <w:rPr>
      <w:rFonts w:ascii="Symbol" w:hAnsi="Symbol"/>
    </w:rPr>
  </w:style>
  <w:style w:type="character" w:customStyle="1" w:styleId="WW8Num1z4">
    <w:name w:val="WW8Num1z4"/>
    <w:uiPriority w:val="99"/>
    <w:rsid w:val="00C2502C"/>
    <w:rPr>
      <w:rFonts w:ascii="Courier New" w:hAnsi="Courier New"/>
    </w:rPr>
  </w:style>
  <w:style w:type="character" w:customStyle="1" w:styleId="WW8Num2z0">
    <w:name w:val="WW8Num2z0"/>
    <w:uiPriority w:val="99"/>
    <w:rsid w:val="00C2502C"/>
    <w:rPr>
      <w:rFonts w:ascii="Times New Roman" w:hAnsi="Times New Roman"/>
    </w:rPr>
  </w:style>
  <w:style w:type="character" w:customStyle="1" w:styleId="WW8Num2z1">
    <w:name w:val="WW8Num2z1"/>
    <w:uiPriority w:val="99"/>
    <w:rsid w:val="00C2502C"/>
    <w:rPr>
      <w:rFonts w:ascii="Courier New" w:hAnsi="Courier New"/>
    </w:rPr>
  </w:style>
  <w:style w:type="character" w:customStyle="1" w:styleId="WW8Num2z2">
    <w:name w:val="WW8Num2z2"/>
    <w:uiPriority w:val="99"/>
    <w:rsid w:val="00C2502C"/>
    <w:rPr>
      <w:rFonts w:ascii="Wingdings" w:hAnsi="Wingdings"/>
    </w:rPr>
  </w:style>
  <w:style w:type="character" w:customStyle="1" w:styleId="WW8Num2z3">
    <w:name w:val="WW8Num2z3"/>
    <w:uiPriority w:val="99"/>
    <w:rsid w:val="00C2502C"/>
    <w:rPr>
      <w:rFonts w:ascii="Symbol" w:hAnsi="Symbol"/>
    </w:rPr>
  </w:style>
  <w:style w:type="character" w:customStyle="1" w:styleId="WW8Num3z0">
    <w:name w:val="WW8Num3z0"/>
    <w:uiPriority w:val="99"/>
    <w:rsid w:val="00C2502C"/>
    <w:rPr>
      <w:lang w:eastAsia="ar-SA" w:bidi="ar-SA"/>
    </w:rPr>
  </w:style>
  <w:style w:type="character" w:customStyle="1" w:styleId="WW8Num3z1">
    <w:name w:val="WW8Num3z1"/>
    <w:uiPriority w:val="99"/>
    <w:rsid w:val="00C2502C"/>
  </w:style>
  <w:style w:type="character" w:customStyle="1" w:styleId="WW8Num3z2">
    <w:name w:val="WW8Num3z2"/>
    <w:uiPriority w:val="99"/>
    <w:rsid w:val="00C2502C"/>
  </w:style>
  <w:style w:type="character" w:customStyle="1" w:styleId="WW8Num3z3">
    <w:name w:val="WW8Num3z3"/>
    <w:uiPriority w:val="99"/>
    <w:rsid w:val="00C2502C"/>
  </w:style>
  <w:style w:type="character" w:customStyle="1" w:styleId="WW8Num3z4">
    <w:name w:val="WW8Num3z4"/>
    <w:uiPriority w:val="99"/>
    <w:rsid w:val="00C2502C"/>
  </w:style>
  <w:style w:type="character" w:customStyle="1" w:styleId="WW8Num3z5">
    <w:name w:val="WW8Num3z5"/>
    <w:uiPriority w:val="99"/>
    <w:rsid w:val="00C2502C"/>
  </w:style>
  <w:style w:type="character" w:customStyle="1" w:styleId="WW8Num3z6">
    <w:name w:val="WW8Num3z6"/>
    <w:uiPriority w:val="99"/>
    <w:rsid w:val="00C2502C"/>
  </w:style>
  <w:style w:type="character" w:customStyle="1" w:styleId="WW8Num3z7">
    <w:name w:val="WW8Num3z7"/>
    <w:uiPriority w:val="99"/>
    <w:rsid w:val="00C2502C"/>
  </w:style>
  <w:style w:type="character" w:customStyle="1" w:styleId="WW8Num3z8">
    <w:name w:val="WW8Num3z8"/>
    <w:uiPriority w:val="99"/>
    <w:rsid w:val="00C2502C"/>
  </w:style>
  <w:style w:type="character" w:customStyle="1" w:styleId="WW8Num4z0">
    <w:name w:val="WW8Num4z0"/>
    <w:uiPriority w:val="99"/>
    <w:rsid w:val="00C2502C"/>
  </w:style>
  <w:style w:type="character" w:customStyle="1" w:styleId="WW8Num4z1">
    <w:name w:val="WW8Num4z1"/>
    <w:uiPriority w:val="99"/>
    <w:rsid w:val="00C2502C"/>
  </w:style>
  <w:style w:type="character" w:customStyle="1" w:styleId="WW8Num4z2">
    <w:name w:val="WW8Num4z2"/>
    <w:uiPriority w:val="99"/>
    <w:rsid w:val="00C2502C"/>
  </w:style>
  <w:style w:type="character" w:customStyle="1" w:styleId="WW8Num4z3">
    <w:name w:val="WW8Num4z3"/>
    <w:uiPriority w:val="99"/>
    <w:rsid w:val="00C2502C"/>
  </w:style>
  <w:style w:type="character" w:customStyle="1" w:styleId="WW8Num4z4">
    <w:name w:val="WW8Num4z4"/>
    <w:uiPriority w:val="99"/>
    <w:rsid w:val="00C2502C"/>
  </w:style>
  <w:style w:type="character" w:customStyle="1" w:styleId="WW8Num4z5">
    <w:name w:val="WW8Num4z5"/>
    <w:uiPriority w:val="99"/>
    <w:rsid w:val="00C2502C"/>
  </w:style>
  <w:style w:type="character" w:customStyle="1" w:styleId="WW8Num4z6">
    <w:name w:val="WW8Num4z6"/>
    <w:uiPriority w:val="99"/>
    <w:rsid w:val="00C2502C"/>
  </w:style>
  <w:style w:type="character" w:customStyle="1" w:styleId="WW8Num4z7">
    <w:name w:val="WW8Num4z7"/>
    <w:uiPriority w:val="99"/>
    <w:rsid w:val="00C2502C"/>
  </w:style>
  <w:style w:type="character" w:customStyle="1" w:styleId="WW8Num4z8">
    <w:name w:val="WW8Num4z8"/>
    <w:uiPriority w:val="99"/>
    <w:rsid w:val="00C2502C"/>
  </w:style>
  <w:style w:type="character" w:customStyle="1" w:styleId="WW8Num5z0">
    <w:name w:val="WW8Num5z0"/>
    <w:uiPriority w:val="99"/>
    <w:rsid w:val="00C2502C"/>
  </w:style>
  <w:style w:type="character" w:customStyle="1" w:styleId="WW8Num5z1">
    <w:name w:val="WW8Num5z1"/>
    <w:uiPriority w:val="99"/>
    <w:rsid w:val="00C2502C"/>
  </w:style>
  <w:style w:type="character" w:customStyle="1" w:styleId="WW8Num5z2">
    <w:name w:val="WW8Num5z2"/>
    <w:uiPriority w:val="99"/>
    <w:rsid w:val="00C2502C"/>
  </w:style>
  <w:style w:type="character" w:customStyle="1" w:styleId="WW8Num5z3">
    <w:name w:val="WW8Num5z3"/>
    <w:uiPriority w:val="99"/>
    <w:rsid w:val="00C2502C"/>
  </w:style>
  <w:style w:type="character" w:customStyle="1" w:styleId="WW8Num5z4">
    <w:name w:val="WW8Num5z4"/>
    <w:uiPriority w:val="99"/>
    <w:rsid w:val="00C2502C"/>
  </w:style>
  <w:style w:type="character" w:customStyle="1" w:styleId="WW8Num5z5">
    <w:name w:val="WW8Num5z5"/>
    <w:uiPriority w:val="99"/>
    <w:rsid w:val="00C2502C"/>
  </w:style>
  <w:style w:type="character" w:customStyle="1" w:styleId="WW8Num5z6">
    <w:name w:val="WW8Num5z6"/>
    <w:uiPriority w:val="99"/>
    <w:rsid w:val="00C2502C"/>
  </w:style>
  <w:style w:type="character" w:customStyle="1" w:styleId="WW8Num5z7">
    <w:name w:val="WW8Num5z7"/>
    <w:uiPriority w:val="99"/>
    <w:rsid w:val="00C2502C"/>
  </w:style>
  <w:style w:type="character" w:customStyle="1" w:styleId="WW8Num5z8">
    <w:name w:val="WW8Num5z8"/>
    <w:uiPriority w:val="99"/>
    <w:rsid w:val="00C2502C"/>
  </w:style>
  <w:style w:type="character" w:customStyle="1" w:styleId="WW8Num6z0">
    <w:name w:val="WW8Num6z0"/>
    <w:uiPriority w:val="99"/>
    <w:rsid w:val="00C2502C"/>
  </w:style>
  <w:style w:type="character" w:customStyle="1" w:styleId="WW8Num6z2">
    <w:name w:val="WW8Num6z2"/>
    <w:uiPriority w:val="99"/>
    <w:rsid w:val="00C2502C"/>
  </w:style>
  <w:style w:type="character" w:customStyle="1" w:styleId="WW8Num6z3">
    <w:name w:val="WW8Num6z3"/>
    <w:uiPriority w:val="99"/>
    <w:rsid w:val="00C2502C"/>
  </w:style>
  <w:style w:type="character" w:customStyle="1" w:styleId="WW8Num6z4">
    <w:name w:val="WW8Num6z4"/>
    <w:uiPriority w:val="99"/>
    <w:rsid w:val="00C2502C"/>
  </w:style>
  <w:style w:type="character" w:customStyle="1" w:styleId="WW8Num6z5">
    <w:name w:val="WW8Num6z5"/>
    <w:uiPriority w:val="99"/>
    <w:rsid w:val="00C2502C"/>
  </w:style>
  <w:style w:type="character" w:customStyle="1" w:styleId="WW8Num6z6">
    <w:name w:val="WW8Num6z6"/>
    <w:uiPriority w:val="99"/>
    <w:rsid w:val="00C2502C"/>
  </w:style>
  <w:style w:type="character" w:customStyle="1" w:styleId="WW8Num6z7">
    <w:name w:val="WW8Num6z7"/>
    <w:uiPriority w:val="99"/>
    <w:rsid w:val="00C2502C"/>
  </w:style>
  <w:style w:type="character" w:customStyle="1" w:styleId="WW8Num6z8">
    <w:name w:val="WW8Num6z8"/>
    <w:uiPriority w:val="99"/>
    <w:rsid w:val="00C2502C"/>
  </w:style>
  <w:style w:type="character" w:customStyle="1" w:styleId="WW8Num7z0">
    <w:name w:val="WW8Num7z0"/>
    <w:uiPriority w:val="99"/>
    <w:rsid w:val="00C2502C"/>
    <w:rPr>
      <w:lang w:eastAsia="ar-SA" w:bidi="ar-SA"/>
    </w:rPr>
  </w:style>
  <w:style w:type="character" w:customStyle="1" w:styleId="WW8Num7z1">
    <w:name w:val="WW8Num7z1"/>
    <w:uiPriority w:val="99"/>
    <w:rsid w:val="00C2502C"/>
  </w:style>
  <w:style w:type="character" w:customStyle="1" w:styleId="WW8Num7z2">
    <w:name w:val="WW8Num7z2"/>
    <w:uiPriority w:val="99"/>
    <w:rsid w:val="00C2502C"/>
  </w:style>
  <w:style w:type="character" w:customStyle="1" w:styleId="WW8Num7z3">
    <w:name w:val="WW8Num7z3"/>
    <w:uiPriority w:val="99"/>
    <w:rsid w:val="00C2502C"/>
  </w:style>
  <w:style w:type="character" w:customStyle="1" w:styleId="WW8Num7z4">
    <w:name w:val="WW8Num7z4"/>
    <w:uiPriority w:val="99"/>
    <w:rsid w:val="00C2502C"/>
  </w:style>
  <w:style w:type="character" w:customStyle="1" w:styleId="WW8Num7z5">
    <w:name w:val="WW8Num7z5"/>
    <w:uiPriority w:val="99"/>
    <w:rsid w:val="00C2502C"/>
  </w:style>
  <w:style w:type="character" w:customStyle="1" w:styleId="WW8Num7z6">
    <w:name w:val="WW8Num7z6"/>
    <w:uiPriority w:val="99"/>
    <w:rsid w:val="00C2502C"/>
  </w:style>
  <w:style w:type="character" w:customStyle="1" w:styleId="WW8Num7z7">
    <w:name w:val="WW8Num7z7"/>
    <w:uiPriority w:val="99"/>
    <w:rsid w:val="00C2502C"/>
  </w:style>
  <w:style w:type="character" w:customStyle="1" w:styleId="WW8Num7z8">
    <w:name w:val="WW8Num7z8"/>
    <w:uiPriority w:val="99"/>
    <w:rsid w:val="00C2502C"/>
  </w:style>
  <w:style w:type="character" w:customStyle="1" w:styleId="WW8Num8z0">
    <w:name w:val="WW8Num8z0"/>
    <w:uiPriority w:val="99"/>
    <w:rsid w:val="00C2502C"/>
  </w:style>
  <w:style w:type="character" w:customStyle="1" w:styleId="WW8Num8z1">
    <w:name w:val="WW8Num8z1"/>
    <w:uiPriority w:val="99"/>
    <w:rsid w:val="00C2502C"/>
    <w:rPr>
      <w:color w:val="00000A"/>
    </w:rPr>
  </w:style>
  <w:style w:type="character" w:customStyle="1" w:styleId="WW8Num8z2">
    <w:name w:val="WW8Num8z2"/>
    <w:uiPriority w:val="99"/>
    <w:rsid w:val="00C2502C"/>
  </w:style>
  <w:style w:type="character" w:customStyle="1" w:styleId="WW8Num8z3">
    <w:name w:val="WW8Num8z3"/>
    <w:uiPriority w:val="99"/>
    <w:rsid w:val="00C2502C"/>
  </w:style>
  <w:style w:type="character" w:customStyle="1" w:styleId="WW8Num8z4">
    <w:name w:val="WW8Num8z4"/>
    <w:uiPriority w:val="99"/>
    <w:rsid w:val="00C2502C"/>
  </w:style>
  <w:style w:type="character" w:customStyle="1" w:styleId="WW8Num8z5">
    <w:name w:val="WW8Num8z5"/>
    <w:uiPriority w:val="99"/>
    <w:rsid w:val="00C2502C"/>
  </w:style>
  <w:style w:type="character" w:customStyle="1" w:styleId="WW8Num8z6">
    <w:name w:val="WW8Num8z6"/>
    <w:uiPriority w:val="99"/>
    <w:rsid w:val="00C2502C"/>
  </w:style>
  <w:style w:type="character" w:customStyle="1" w:styleId="WW8Num8z7">
    <w:name w:val="WW8Num8z7"/>
    <w:uiPriority w:val="99"/>
    <w:rsid w:val="00C2502C"/>
  </w:style>
  <w:style w:type="character" w:customStyle="1" w:styleId="WW8Num8z8">
    <w:name w:val="WW8Num8z8"/>
    <w:uiPriority w:val="99"/>
    <w:rsid w:val="00C2502C"/>
  </w:style>
  <w:style w:type="character" w:customStyle="1" w:styleId="WW8Num9z0">
    <w:name w:val="WW8Num9z0"/>
    <w:uiPriority w:val="99"/>
    <w:rsid w:val="00C2502C"/>
  </w:style>
  <w:style w:type="character" w:customStyle="1" w:styleId="WW8Num9z1">
    <w:name w:val="WW8Num9z1"/>
    <w:uiPriority w:val="99"/>
    <w:rsid w:val="00C2502C"/>
  </w:style>
  <w:style w:type="character" w:customStyle="1" w:styleId="WW8Num9z2">
    <w:name w:val="WW8Num9z2"/>
    <w:uiPriority w:val="99"/>
    <w:rsid w:val="00C2502C"/>
  </w:style>
  <w:style w:type="character" w:customStyle="1" w:styleId="WW8Num9z3">
    <w:name w:val="WW8Num9z3"/>
    <w:uiPriority w:val="99"/>
    <w:rsid w:val="00C2502C"/>
  </w:style>
  <w:style w:type="character" w:customStyle="1" w:styleId="WW8Num9z4">
    <w:name w:val="WW8Num9z4"/>
    <w:uiPriority w:val="99"/>
    <w:rsid w:val="00C2502C"/>
  </w:style>
  <w:style w:type="character" w:customStyle="1" w:styleId="WW8Num9z5">
    <w:name w:val="WW8Num9z5"/>
    <w:uiPriority w:val="99"/>
    <w:rsid w:val="00C2502C"/>
  </w:style>
  <w:style w:type="character" w:customStyle="1" w:styleId="WW8Num9z6">
    <w:name w:val="WW8Num9z6"/>
    <w:uiPriority w:val="99"/>
    <w:rsid w:val="00C2502C"/>
  </w:style>
  <w:style w:type="character" w:customStyle="1" w:styleId="WW8Num9z7">
    <w:name w:val="WW8Num9z7"/>
    <w:uiPriority w:val="99"/>
    <w:rsid w:val="00C2502C"/>
  </w:style>
  <w:style w:type="character" w:customStyle="1" w:styleId="WW8Num9z8">
    <w:name w:val="WW8Num9z8"/>
    <w:uiPriority w:val="99"/>
    <w:rsid w:val="00C2502C"/>
  </w:style>
  <w:style w:type="character" w:customStyle="1" w:styleId="WW8Num10z0">
    <w:name w:val="WW8Num10z0"/>
    <w:uiPriority w:val="99"/>
    <w:rsid w:val="00C2502C"/>
    <w:rPr>
      <w:lang w:eastAsia="ar-SA" w:bidi="ar-SA"/>
    </w:rPr>
  </w:style>
  <w:style w:type="character" w:customStyle="1" w:styleId="WW8Num10z1">
    <w:name w:val="WW8Num10z1"/>
    <w:uiPriority w:val="99"/>
    <w:rsid w:val="00C2502C"/>
  </w:style>
  <w:style w:type="character" w:customStyle="1" w:styleId="WW8Num10z2">
    <w:name w:val="WW8Num10z2"/>
    <w:uiPriority w:val="99"/>
    <w:rsid w:val="00C2502C"/>
  </w:style>
  <w:style w:type="character" w:customStyle="1" w:styleId="WW8Num10z3">
    <w:name w:val="WW8Num10z3"/>
    <w:uiPriority w:val="99"/>
    <w:rsid w:val="00C2502C"/>
  </w:style>
  <w:style w:type="character" w:customStyle="1" w:styleId="WW8Num10z4">
    <w:name w:val="WW8Num10z4"/>
    <w:uiPriority w:val="99"/>
    <w:rsid w:val="00C2502C"/>
  </w:style>
  <w:style w:type="character" w:customStyle="1" w:styleId="WW8Num10z5">
    <w:name w:val="WW8Num10z5"/>
    <w:uiPriority w:val="99"/>
    <w:rsid w:val="00C2502C"/>
  </w:style>
  <w:style w:type="character" w:customStyle="1" w:styleId="WW8Num10z6">
    <w:name w:val="WW8Num10z6"/>
    <w:uiPriority w:val="99"/>
    <w:rsid w:val="00C2502C"/>
  </w:style>
  <w:style w:type="character" w:customStyle="1" w:styleId="WW8Num10z7">
    <w:name w:val="WW8Num10z7"/>
    <w:uiPriority w:val="99"/>
    <w:rsid w:val="00C2502C"/>
  </w:style>
  <w:style w:type="character" w:customStyle="1" w:styleId="WW8Num10z8">
    <w:name w:val="WW8Num10z8"/>
    <w:uiPriority w:val="99"/>
    <w:rsid w:val="00C2502C"/>
  </w:style>
  <w:style w:type="character" w:customStyle="1" w:styleId="WW8Num11z0">
    <w:name w:val="WW8Num11z0"/>
    <w:uiPriority w:val="99"/>
    <w:rsid w:val="00C2502C"/>
  </w:style>
  <w:style w:type="character" w:customStyle="1" w:styleId="WW8Num11z1">
    <w:name w:val="WW8Num11z1"/>
    <w:uiPriority w:val="99"/>
    <w:rsid w:val="00C2502C"/>
  </w:style>
  <w:style w:type="character" w:customStyle="1" w:styleId="WW8Num11z2">
    <w:name w:val="WW8Num11z2"/>
    <w:uiPriority w:val="99"/>
    <w:rsid w:val="00C2502C"/>
  </w:style>
  <w:style w:type="character" w:customStyle="1" w:styleId="WW8Num11z3">
    <w:name w:val="WW8Num11z3"/>
    <w:uiPriority w:val="99"/>
    <w:rsid w:val="00C2502C"/>
  </w:style>
  <w:style w:type="character" w:customStyle="1" w:styleId="WW8Num11z4">
    <w:name w:val="WW8Num11z4"/>
    <w:uiPriority w:val="99"/>
    <w:rsid w:val="00C2502C"/>
  </w:style>
  <w:style w:type="character" w:customStyle="1" w:styleId="WW8Num11z5">
    <w:name w:val="WW8Num11z5"/>
    <w:uiPriority w:val="99"/>
    <w:rsid w:val="00C2502C"/>
  </w:style>
  <w:style w:type="character" w:customStyle="1" w:styleId="WW8Num11z6">
    <w:name w:val="WW8Num11z6"/>
    <w:uiPriority w:val="99"/>
    <w:rsid w:val="00C2502C"/>
  </w:style>
  <w:style w:type="character" w:customStyle="1" w:styleId="WW8Num11z7">
    <w:name w:val="WW8Num11z7"/>
    <w:uiPriority w:val="99"/>
    <w:rsid w:val="00C2502C"/>
  </w:style>
  <w:style w:type="character" w:customStyle="1" w:styleId="WW8Num11z8">
    <w:name w:val="WW8Num11z8"/>
    <w:uiPriority w:val="99"/>
    <w:rsid w:val="00C2502C"/>
  </w:style>
  <w:style w:type="character" w:customStyle="1" w:styleId="WW8Num12z0">
    <w:name w:val="WW8Num12z0"/>
    <w:uiPriority w:val="99"/>
    <w:rsid w:val="00C2502C"/>
  </w:style>
  <w:style w:type="character" w:customStyle="1" w:styleId="WW8Num12z1">
    <w:name w:val="WW8Num12z1"/>
    <w:uiPriority w:val="99"/>
    <w:rsid w:val="00C2502C"/>
  </w:style>
  <w:style w:type="character" w:customStyle="1" w:styleId="WW8Num12z2">
    <w:name w:val="WW8Num12z2"/>
    <w:uiPriority w:val="99"/>
    <w:rsid w:val="00C2502C"/>
  </w:style>
  <w:style w:type="character" w:customStyle="1" w:styleId="WW8Num12z3">
    <w:name w:val="WW8Num12z3"/>
    <w:uiPriority w:val="99"/>
    <w:rsid w:val="00C2502C"/>
  </w:style>
  <w:style w:type="character" w:customStyle="1" w:styleId="WW8Num12z4">
    <w:name w:val="WW8Num12z4"/>
    <w:uiPriority w:val="99"/>
    <w:rsid w:val="00C2502C"/>
  </w:style>
  <w:style w:type="character" w:customStyle="1" w:styleId="WW8Num12z5">
    <w:name w:val="WW8Num12z5"/>
    <w:uiPriority w:val="99"/>
    <w:rsid w:val="00C2502C"/>
  </w:style>
  <w:style w:type="character" w:customStyle="1" w:styleId="WW8Num12z6">
    <w:name w:val="WW8Num12z6"/>
    <w:uiPriority w:val="99"/>
    <w:rsid w:val="00C2502C"/>
  </w:style>
  <w:style w:type="character" w:customStyle="1" w:styleId="WW8Num12z7">
    <w:name w:val="WW8Num12z7"/>
    <w:uiPriority w:val="99"/>
    <w:rsid w:val="00C2502C"/>
  </w:style>
  <w:style w:type="character" w:customStyle="1" w:styleId="WW8Num12z8">
    <w:name w:val="WW8Num12z8"/>
    <w:uiPriority w:val="99"/>
    <w:rsid w:val="00C2502C"/>
  </w:style>
  <w:style w:type="character" w:customStyle="1" w:styleId="WW8Num13z0">
    <w:name w:val="WW8Num13z0"/>
    <w:uiPriority w:val="99"/>
    <w:rsid w:val="00C2502C"/>
  </w:style>
  <w:style w:type="character" w:customStyle="1" w:styleId="WW8Num13z2">
    <w:name w:val="WW8Num13z2"/>
    <w:uiPriority w:val="99"/>
    <w:rsid w:val="00C2502C"/>
  </w:style>
  <w:style w:type="character" w:customStyle="1" w:styleId="WW8Num13z3">
    <w:name w:val="WW8Num13z3"/>
    <w:uiPriority w:val="99"/>
    <w:rsid w:val="00C2502C"/>
  </w:style>
  <w:style w:type="character" w:customStyle="1" w:styleId="WW8Num13z4">
    <w:name w:val="WW8Num13z4"/>
    <w:uiPriority w:val="99"/>
    <w:rsid w:val="00C2502C"/>
  </w:style>
  <w:style w:type="character" w:customStyle="1" w:styleId="WW8Num13z5">
    <w:name w:val="WW8Num13z5"/>
    <w:uiPriority w:val="99"/>
    <w:rsid w:val="00C2502C"/>
  </w:style>
  <w:style w:type="character" w:customStyle="1" w:styleId="WW8Num13z6">
    <w:name w:val="WW8Num13z6"/>
    <w:uiPriority w:val="99"/>
    <w:rsid w:val="00C2502C"/>
  </w:style>
  <w:style w:type="character" w:customStyle="1" w:styleId="WW8Num13z7">
    <w:name w:val="WW8Num13z7"/>
    <w:uiPriority w:val="99"/>
    <w:rsid w:val="00C2502C"/>
  </w:style>
  <w:style w:type="character" w:customStyle="1" w:styleId="WW8Num13z8">
    <w:name w:val="WW8Num13z8"/>
    <w:uiPriority w:val="99"/>
    <w:rsid w:val="00C2502C"/>
  </w:style>
  <w:style w:type="character" w:customStyle="1" w:styleId="WW8Num14z0">
    <w:name w:val="WW8Num14z0"/>
    <w:uiPriority w:val="99"/>
    <w:rsid w:val="00C2502C"/>
  </w:style>
  <w:style w:type="character" w:customStyle="1" w:styleId="WW8Num14z1">
    <w:name w:val="WW8Num14z1"/>
    <w:uiPriority w:val="99"/>
    <w:rsid w:val="00C2502C"/>
  </w:style>
  <w:style w:type="character" w:customStyle="1" w:styleId="WW8Num14z2">
    <w:name w:val="WW8Num14z2"/>
    <w:uiPriority w:val="99"/>
    <w:rsid w:val="00C2502C"/>
  </w:style>
  <w:style w:type="character" w:customStyle="1" w:styleId="WW8Num14z3">
    <w:name w:val="WW8Num14z3"/>
    <w:uiPriority w:val="99"/>
    <w:rsid w:val="00C2502C"/>
  </w:style>
  <w:style w:type="character" w:customStyle="1" w:styleId="WW8Num14z4">
    <w:name w:val="WW8Num14z4"/>
    <w:uiPriority w:val="99"/>
    <w:rsid w:val="00C2502C"/>
  </w:style>
  <w:style w:type="character" w:customStyle="1" w:styleId="WW8Num14z5">
    <w:name w:val="WW8Num14z5"/>
    <w:uiPriority w:val="99"/>
    <w:rsid w:val="00C2502C"/>
  </w:style>
  <w:style w:type="character" w:customStyle="1" w:styleId="WW8Num14z6">
    <w:name w:val="WW8Num14z6"/>
    <w:uiPriority w:val="99"/>
    <w:rsid w:val="00C2502C"/>
  </w:style>
  <w:style w:type="character" w:customStyle="1" w:styleId="WW8Num14z7">
    <w:name w:val="WW8Num14z7"/>
    <w:uiPriority w:val="99"/>
    <w:rsid w:val="00C2502C"/>
  </w:style>
  <w:style w:type="character" w:customStyle="1" w:styleId="WW8Num14z8">
    <w:name w:val="WW8Num14z8"/>
    <w:uiPriority w:val="99"/>
    <w:rsid w:val="00C2502C"/>
  </w:style>
  <w:style w:type="character" w:customStyle="1" w:styleId="WW8Num15z0">
    <w:name w:val="WW8Num15z0"/>
    <w:uiPriority w:val="99"/>
    <w:rsid w:val="00C2502C"/>
  </w:style>
  <w:style w:type="character" w:customStyle="1" w:styleId="WW8Num15z1">
    <w:name w:val="WW8Num15z1"/>
    <w:uiPriority w:val="99"/>
    <w:rsid w:val="00C2502C"/>
  </w:style>
  <w:style w:type="character" w:customStyle="1" w:styleId="WW8Num15z2">
    <w:name w:val="WW8Num15z2"/>
    <w:uiPriority w:val="99"/>
    <w:rsid w:val="00C2502C"/>
  </w:style>
  <w:style w:type="character" w:customStyle="1" w:styleId="WW8Num15z3">
    <w:name w:val="WW8Num15z3"/>
    <w:uiPriority w:val="99"/>
    <w:rsid w:val="00C2502C"/>
  </w:style>
  <w:style w:type="character" w:customStyle="1" w:styleId="WW8Num15z4">
    <w:name w:val="WW8Num15z4"/>
    <w:uiPriority w:val="99"/>
    <w:rsid w:val="00C2502C"/>
  </w:style>
  <w:style w:type="character" w:customStyle="1" w:styleId="WW8Num15z5">
    <w:name w:val="WW8Num15z5"/>
    <w:uiPriority w:val="99"/>
    <w:rsid w:val="00C2502C"/>
  </w:style>
  <w:style w:type="character" w:customStyle="1" w:styleId="WW8Num15z6">
    <w:name w:val="WW8Num15z6"/>
    <w:uiPriority w:val="99"/>
    <w:rsid w:val="00C2502C"/>
  </w:style>
  <w:style w:type="character" w:customStyle="1" w:styleId="WW8Num15z7">
    <w:name w:val="WW8Num15z7"/>
    <w:uiPriority w:val="99"/>
    <w:rsid w:val="00C2502C"/>
  </w:style>
  <w:style w:type="character" w:customStyle="1" w:styleId="WW8Num15z8">
    <w:name w:val="WW8Num15z8"/>
    <w:uiPriority w:val="99"/>
    <w:rsid w:val="00C2502C"/>
  </w:style>
  <w:style w:type="character" w:customStyle="1" w:styleId="WW8Num16z0">
    <w:name w:val="WW8Num16z0"/>
    <w:uiPriority w:val="99"/>
    <w:rsid w:val="00C2502C"/>
  </w:style>
  <w:style w:type="character" w:customStyle="1" w:styleId="WW8Num16z1">
    <w:name w:val="WW8Num16z1"/>
    <w:uiPriority w:val="99"/>
    <w:rsid w:val="00C2502C"/>
  </w:style>
  <w:style w:type="character" w:customStyle="1" w:styleId="WW8Num16z2">
    <w:name w:val="WW8Num16z2"/>
    <w:uiPriority w:val="99"/>
    <w:rsid w:val="00C2502C"/>
  </w:style>
  <w:style w:type="character" w:customStyle="1" w:styleId="WW8Num16z3">
    <w:name w:val="WW8Num16z3"/>
    <w:uiPriority w:val="99"/>
    <w:rsid w:val="00C2502C"/>
  </w:style>
  <w:style w:type="character" w:customStyle="1" w:styleId="WW8Num16z4">
    <w:name w:val="WW8Num16z4"/>
    <w:uiPriority w:val="99"/>
    <w:rsid w:val="00C2502C"/>
  </w:style>
  <w:style w:type="character" w:customStyle="1" w:styleId="WW8Num16z5">
    <w:name w:val="WW8Num16z5"/>
    <w:uiPriority w:val="99"/>
    <w:rsid w:val="00C2502C"/>
  </w:style>
  <w:style w:type="character" w:customStyle="1" w:styleId="WW8Num16z6">
    <w:name w:val="WW8Num16z6"/>
    <w:uiPriority w:val="99"/>
    <w:rsid w:val="00C2502C"/>
  </w:style>
  <w:style w:type="character" w:customStyle="1" w:styleId="WW8Num16z7">
    <w:name w:val="WW8Num16z7"/>
    <w:uiPriority w:val="99"/>
    <w:rsid w:val="00C2502C"/>
  </w:style>
  <w:style w:type="character" w:customStyle="1" w:styleId="WW8Num16z8">
    <w:name w:val="WW8Num16z8"/>
    <w:uiPriority w:val="99"/>
    <w:rsid w:val="00C2502C"/>
  </w:style>
  <w:style w:type="character" w:customStyle="1" w:styleId="WW8Num17z0">
    <w:name w:val="WW8Num17z0"/>
    <w:uiPriority w:val="99"/>
    <w:rsid w:val="00C2502C"/>
    <w:rPr>
      <w:b/>
      <w:lang w:eastAsia="ar-SA" w:bidi="ar-SA"/>
    </w:rPr>
  </w:style>
  <w:style w:type="character" w:customStyle="1" w:styleId="WW8Num17z3">
    <w:name w:val="WW8Num17z3"/>
    <w:uiPriority w:val="99"/>
    <w:rsid w:val="00C2502C"/>
  </w:style>
  <w:style w:type="character" w:customStyle="1" w:styleId="WW8Num17z4">
    <w:name w:val="WW8Num17z4"/>
    <w:uiPriority w:val="99"/>
    <w:rsid w:val="00C2502C"/>
  </w:style>
  <w:style w:type="character" w:customStyle="1" w:styleId="WW8Num17z5">
    <w:name w:val="WW8Num17z5"/>
    <w:uiPriority w:val="99"/>
    <w:rsid w:val="00C2502C"/>
  </w:style>
  <w:style w:type="character" w:customStyle="1" w:styleId="WW8Num17z6">
    <w:name w:val="WW8Num17z6"/>
    <w:uiPriority w:val="99"/>
    <w:rsid w:val="00C2502C"/>
  </w:style>
  <w:style w:type="character" w:customStyle="1" w:styleId="WW8Num17z7">
    <w:name w:val="WW8Num17z7"/>
    <w:uiPriority w:val="99"/>
    <w:rsid w:val="00C2502C"/>
  </w:style>
  <w:style w:type="character" w:customStyle="1" w:styleId="WW8Num17z8">
    <w:name w:val="WW8Num17z8"/>
    <w:uiPriority w:val="99"/>
    <w:rsid w:val="00C2502C"/>
  </w:style>
  <w:style w:type="character" w:customStyle="1" w:styleId="WW8Num18z0">
    <w:name w:val="WW8Num18z0"/>
    <w:uiPriority w:val="99"/>
    <w:rsid w:val="00C2502C"/>
  </w:style>
  <w:style w:type="character" w:customStyle="1" w:styleId="WW8Num18z1">
    <w:name w:val="WW8Num18z1"/>
    <w:uiPriority w:val="99"/>
    <w:rsid w:val="00C2502C"/>
  </w:style>
  <w:style w:type="character" w:customStyle="1" w:styleId="WW8Num18z2">
    <w:name w:val="WW8Num18z2"/>
    <w:uiPriority w:val="99"/>
    <w:rsid w:val="00C2502C"/>
    <w:rPr>
      <w:lang w:eastAsia="ar-SA" w:bidi="ar-SA"/>
    </w:rPr>
  </w:style>
  <w:style w:type="character" w:customStyle="1" w:styleId="WW8Num18z3">
    <w:name w:val="WW8Num18z3"/>
    <w:uiPriority w:val="99"/>
    <w:rsid w:val="00C2502C"/>
    <w:rPr>
      <w:lang w:eastAsia="ar-SA" w:bidi="ar-SA"/>
    </w:rPr>
  </w:style>
  <w:style w:type="character" w:customStyle="1" w:styleId="WW8Num18z4">
    <w:name w:val="WW8Num18z4"/>
    <w:uiPriority w:val="99"/>
    <w:rsid w:val="00C2502C"/>
  </w:style>
  <w:style w:type="character" w:customStyle="1" w:styleId="WW8Num18z5">
    <w:name w:val="WW8Num18z5"/>
    <w:uiPriority w:val="99"/>
    <w:rsid w:val="00C2502C"/>
  </w:style>
  <w:style w:type="character" w:customStyle="1" w:styleId="WW8Num18z6">
    <w:name w:val="WW8Num18z6"/>
    <w:uiPriority w:val="99"/>
    <w:rsid w:val="00C2502C"/>
  </w:style>
  <w:style w:type="character" w:customStyle="1" w:styleId="WW8Num18z7">
    <w:name w:val="WW8Num18z7"/>
    <w:uiPriority w:val="99"/>
    <w:rsid w:val="00C2502C"/>
  </w:style>
  <w:style w:type="character" w:customStyle="1" w:styleId="WW8Num18z8">
    <w:name w:val="WW8Num18z8"/>
    <w:uiPriority w:val="99"/>
    <w:rsid w:val="00C2502C"/>
  </w:style>
  <w:style w:type="character" w:customStyle="1" w:styleId="WW8Num19z0">
    <w:name w:val="WW8Num19z0"/>
    <w:uiPriority w:val="99"/>
    <w:rsid w:val="00C2502C"/>
  </w:style>
  <w:style w:type="character" w:customStyle="1" w:styleId="WW8Num19z1">
    <w:name w:val="WW8Num19z1"/>
    <w:uiPriority w:val="99"/>
    <w:rsid w:val="00C2502C"/>
  </w:style>
  <w:style w:type="character" w:customStyle="1" w:styleId="WW8Num19z2">
    <w:name w:val="WW8Num19z2"/>
    <w:uiPriority w:val="99"/>
    <w:rsid w:val="00C2502C"/>
  </w:style>
  <w:style w:type="character" w:customStyle="1" w:styleId="WW8Num19z3">
    <w:name w:val="WW8Num19z3"/>
    <w:uiPriority w:val="99"/>
    <w:rsid w:val="00C2502C"/>
  </w:style>
  <w:style w:type="character" w:customStyle="1" w:styleId="WW8Num19z4">
    <w:name w:val="WW8Num19z4"/>
    <w:uiPriority w:val="99"/>
    <w:rsid w:val="00C2502C"/>
  </w:style>
  <w:style w:type="character" w:customStyle="1" w:styleId="WW8Num19z5">
    <w:name w:val="WW8Num19z5"/>
    <w:uiPriority w:val="99"/>
    <w:rsid w:val="00C2502C"/>
  </w:style>
  <w:style w:type="character" w:customStyle="1" w:styleId="WW8Num19z6">
    <w:name w:val="WW8Num19z6"/>
    <w:uiPriority w:val="99"/>
    <w:rsid w:val="00C2502C"/>
  </w:style>
  <w:style w:type="character" w:customStyle="1" w:styleId="WW8Num19z7">
    <w:name w:val="WW8Num19z7"/>
    <w:uiPriority w:val="99"/>
    <w:rsid w:val="00C2502C"/>
  </w:style>
  <w:style w:type="character" w:customStyle="1" w:styleId="WW8Num19z8">
    <w:name w:val="WW8Num19z8"/>
    <w:uiPriority w:val="99"/>
    <w:rsid w:val="00C2502C"/>
  </w:style>
  <w:style w:type="character" w:customStyle="1" w:styleId="WW8Num20z0">
    <w:name w:val="WW8Num20z0"/>
    <w:uiPriority w:val="99"/>
    <w:rsid w:val="00C2502C"/>
  </w:style>
  <w:style w:type="character" w:customStyle="1" w:styleId="WW8Num20z3">
    <w:name w:val="WW8Num20z3"/>
    <w:uiPriority w:val="99"/>
    <w:rsid w:val="00C2502C"/>
  </w:style>
  <w:style w:type="character" w:customStyle="1" w:styleId="WW8Num20z4">
    <w:name w:val="WW8Num20z4"/>
    <w:uiPriority w:val="99"/>
    <w:rsid w:val="00C2502C"/>
  </w:style>
  <w:style w:type="character" w:customStyle="1" w:styleId="WW8Num20z5">
    <w:name w:val="WW8Num20z5"/>
    <w:uiPriority w:val="99"/>
    <w:rsid w:val="00C2502C"/>
  </w:style>
  <w:style w:type="character" w:customStyle="1" w:styleId="WW8Num20z6">
    <w:name w:val="WW8Num20z6"/>
    <w:uiPriority w:val="99"/>
    <w:rsid w:val="00C2502C"/>
  </w:style>
  <w:style w:type="character" w:customStyle="1" w:styleId="WW8Num20z7">
    <w:name w:val="WW8Num20z7"/>
    <w:uiPriority w:val="99"/>
    <w:rsid w:val="00C2502C"/>
  </w:style>
  <w:style w:type="character" w:customStyle="1" w:styleId="WW8Num20z8">
    <w:name w:val="WW8Num20z8"/>
    <w:uiPriority w:val="99"/>
    <w:rsid w:val="00C2502C"/>
  </w:style>
  <w:style w:type="character" w:customStyle="1" w:styleId="WW8Num21z0">
    <w:name w:val="WW8Num21z0"/>
    <w:uiPriority w:val="99"/>
    <w:rsid w:val="00C2502C"/>
    <w:rPr>
      <w:lang w:eastAsia="ar-SA" w:bidi="ar-SA"/>
    </w:rPr>
  </w:style>
  <w:style w:type="character" w:customStyle="1" w:styleId="WW8Num21z1">
    <w:name w:val="WW8Num21z1"/>
    <w:uiPriority w:val="99"/>
    <w:rsid w:val="00C2502C"/>
  </w:style>
  <w:style w:type="character" w:customStyle="1" w:styleId="WW8Num21z2">
    <w:name w:val="WW8Num21z2"/>
    <w:uiPriority w:val="99"/>
    <w:rsid w:val="00C2502C"/>
  </w:style>
  <w:style w:type="character" w:customStyle="1" w:styleId="WW8Num21z3">
    <w:name w:val="WW8Num21z3"/>
    <w:uiPriority w:val="99"/>
    <w:rsid w:val="00C2502C"/>
  </w:style>
  <w:style w:type="character" w:customStyle="1" w:styleId="WW8Num21z4">
    <w:name w:val="WW8Num21z4"/>
    <w:uiPriority w:val="99"/>
    <w:rsid w:val="00C2502C"/>
  </w:style>
  <w:style w:type="character" w:customStyle="1" w:styleId="WW8Num21z5">
    <w:name w:val="WW8Num21z5"/>
    <w:uiPriority w:val="99"/>
    <w:rsid w:val="00C2502C"/>
  </w:style>
  <w:style w:type="character" w:customStyle="1" w:styleId="WW8Num21z6">
    <w:name w:val="WW8Num21z6"/>
    <w:uiPriority w:val="99"/>
    <w:rsid w:val="00C2502C"/>
  </w:style>
  <w:style w:type="character" w:customStyle="1" w:styleId="WW8Num21z7">
    <w:name w:val="WW8Num21z7"/>
    <w:uiPriority w:val="99"/>
    <w:rsid w:val="00C2502C"/>
  </w:style>
  <w:style w:type="character" w:customStyle="1" w:styleId="WW8Num21z8">
    <w:name w:val="WW8Num21z8"/>
    <w:uiPriority w:val="99"/>
    <w:rsid w:val="00C2502C"/>
  </w:style>
  <w:style w:type="character" w:customStyle="1" w:styleId="WW8Num22z0">
    <w:name w:val="WW8Num22z0"/>
    <w:uiPriority w:val="99"/>
    <w:rsid w:val="00C2502C"/>
  </w:style>
  <w:style w:type="character" w:customStyle="1" w:styleId="WW8Num22z1">
    <w:name w:val="WW8Num22z1"/>
    <w:uiPriority w:val="99"/>
    <w:rsid w:val="00C2502C"/>
  </w:style>
  <w:style w:type="character" w:customStyle="1" w:styleId="WW8Num22z2">
    <w:name w:val="WW8Num22z2"/>
    <w:uiPriority w:val="99"/>
    <w:rsid w:val="00C2502C"/>
  </w:style>
  <w:style w:type="character" w:customStyle="1" w:styleId="WW8Num22z3">
    <w:name w:val="WW8Num22z3"/>
    <w:uiPriority w:val="99"/>
    <w:rsid w:val="00C2502C"/>
  </w:style>
  <w:style w:type="character" w:customStyle="1" w:styleId="WW8Num22z4">
    <w:name w:val="WW8Num22z4"/>
    <w:uiPriority w:val="99"/>
    <w:rsid w:val="00C2502C"/>
  </w:style>
  <w:style w:type="character" w:customStyle="1" w:styleId="WW8Num22z5">
    <w:name w:val="WW8Num22z5"/>
    <w:uiPriority w:val="99"/>
    <w:rsid w:val="00C2502C"/>
  </w:style>
  <w:style w:type="character" w:customStyle="1" w:styleId="WW8Num22z6">
    <w:name w:val="WW8Num22z6"/>
    <w:uiPriority w:val="99"/>
    <w:rsid w:val="00C2502C"/>
  </w:style>
  <w:style w:type="character" w:customStyle="1" w:styleId="WW8Num22z7">
    <w:name w:val="WW8Num22z7"/>
    <w:uiPriority w:val="99"/>
    <w:rsid w:val="00C2502C"/>
  </w:style>
  <w:style w:type="character" w:customStyle="1" w:styleId="WW8Num22z8">
    <w:name w:val="WW8Num22z8"/>
    <w:uiPriority w:val="99"/>
    <w:rsid w:val="00C2502C"/>
  </w:style>
  <w:style w:type="character" w:customStyle="1" w:styleId="WW8Num23z0">
    <w:name w:val="WW8Num23z0"/>
    <w:uiPriority w:val="99"/>
    <w:rsid w:val="00C2502C"/>
  </w:style>
  <w:style w:type="character" w:customStyle="1" w:styleId="WW8Num23z1">
    <w:name w:val="WW8Num23z1"/>
    <w:uiPriority w:val="99"/>
    <w:rsid w:val="00C2502C"/>
    <w:rPr>
      <w:rFonts w:ascii="Times New Roman" w:hAnsi="Times New Roman"/>
    </w:rPr>
  </w:style>
  <w:style w:type="character" w:customStyle="1" w:styleId="WW8Num23z2">
    <w:name w:val="WW8Num23z2"/>
    <w:uiPriority w:val="99"/>
    <w:rsid w:val="00C2502C"/>
  </w:style>
  <w:style w:type="character" w:customStyle="1" w:styleId="WW8Num23z3">
    <w:name w:val="WW8Num23z3"/>
    <w:uiPriority w:val="99"/>
    <w:rsid w:val="00C2502C"/>
  </w:style>
  <w:style w:type="character" w:customStyle="1" w:styleId="WW8Num23z4">
    <w:name w:val="WW8Num23z4"/>
    <w:uiPriority w:val="99"/>
    <w:rsid w:val="00C2502C"/>
  </w:style>
  <w:style w:type="character" w:customStyle="1" w:styleId="WW8Num23z5">
    <w:name w:val="WW8Num23z5"/>
    <w:uiPriority w:val="99"/>
    <w:rsid w:val="00C2502C"/>
  </w:style>
  <w:style w:type="character" w:customStyle="1" w:styleId="WW8Num23z6">
    <w:name w:val="WW8Num23z6"/>
    <w:uiPriority w:val="99"/>
    <w:rsid w:val="00C2502C"/>
  </w:style>
  <w:style w:type="character" w:customStyle="1" w:styleId="WW8Num23z7">
    <w:name w:val="WW8Num23z7"/>
    <w:uiPriority w:val="99"/>
    <w:rsid w:val="00C2502C"/>
  </w:style>
  <w:style w:type="character" w:customStyle="1" w:styleId="WW8Num23z8">
    <w:name w:val="WW8Num23z8"/>
    <w:uiPriority w:val="99"/>
    <w:rsid w:val="00C2502C"/>
  </w:style>
  <w:style w:type="character" w:customStyle="1" w:styleId="WW8Num24z0">
    <w:name w:val="WW8Num24z0"/>
    <w:uiPriority w:val="99"/>
    <w:rsid w:val="00C2502C"/>
    <w:rPr>
      <w:color w:val="000000"/>
    </w:rPr>
  </w:style>
  <w:style w:type="character" w:customStyle="1" w:styleId="WW8Num24z2">
    <w:name w:val="WW8Num24z2"/>
    <w:uiPriority w:val="99"/>
    <w:rsid w:val="00C2502C"/>
    <w:rPr>
      <w:rFonts w:ascii="Wingdings" w:hAnsi="Wingdings"/>
    </w:rPr>
  </w:style>
  <w:style w:type="character" w:customStyle="1" w:styleId="WW8Num24z3">
    <w:name w:val="WW8Num24z3"/>
    <w:uiPriority w:val="99"/>
    <w:rsid w:val="00C2502C"/>
    <w:rPr>
      <w:rFonts w:ascii="Symbol" w:hAnsi="Symbol"/>
    </w:rPr>
  </w:style>
  <w:style w:type="character" w:customStyle="1" w:styleId="WW8Num24z4">
    <w:name w:val="WW8Num24z4"/>
    <w:uiPriority w:val="99"/>
    <w:rsid w:val="00C2502C"/>
    <w:rPr>
      <w:rFonts w:ascii="Courier New" w:hAnsi="Courier New"/>
    </w:rPr>
  </w:style>
  <w:style w:type="character" w:customStyle="1" w:styleId="WW8Num25z0">
    <w:name w:val="WW8Num25z0"/>
    <w:uiPriority w:val="99"/>
    <w:rsid w:val="00C2502C"/>
    <w:rPr>
      <w:rFonts w:ascii="Symbol" w:hAnsi="Symbol"/>
      <w:sz w:val="20"/>
    </w:rPr>
  </w:style>
  <w:style w:type="character" w:customStyle="1" w:styleId="WW8Num25z1">
    <w:name w:val="WW8Num25z1"/>
    <w:uiPriority w:val="99"/>
    <w:rsid w:val="00C2502C"/>
    <w:rPr>
      <w:rFonts w:ascii="Courier New" w:hAnsi="Courier New"/>
      <w:sz w:val="20"/>
    </w:rPr>
  </w:style>
  <w:style w:type="character" w:customStyle="1" w:styleId="WW8Num25z2">
    <w:name w:val="WW8Num25z2"/>
    <w:uiPriority w:val="99"/>
    <w:rsid w:val="00C2502C"/>
    <w:rPr>
      <w:rFonts w:ascii="Wingdings" w:hAnsi="Wingdings"/>
      <w:sz w:val="20"/>
    </w:rPr>
  </w:style>
  <w:style w:type="character" w:customStyle="1" w:styleId="WW8Num26z0">
    <w:name w:val="WW8Num26z0"/>
    <w:uiPriority w:val="99"/>
    <w:rsid w:val="00C2502C"/>
    <w:rPr>
      <w:lang w:eastAsia="ar-SA" w:bidi="ar-SA"/>
    </w:rPr>
  </w:style>
  <w:style w:type="character" w:customStyle="1" w:styleId="WW8Num26z3">
    <w:name w:val="WW8Num26z3"/>
    <w:uiPriority w:val="99"/>
    <w:rsid w:val="00C2502C"/>
  </w:style>
  <w:style w:type="character" w:customStyle="1" w:styleId="WW8Num26z4">
    <w:name w:val="WW8Num26z4"/>
    <w:uiPriority w:val="99"/>
    <w:rsid w:val="00C2502C"/>
  </w:style>
  <w:style w:type="character" w:customStyle="1" w:styleId="WW8Num26z5">
    <w:name w:val="WW8Num26z5"/>
    <w:uiPriority w:val="99"/>
    <w:rsid w:val="00C2502C"/>
  </w:style>
  <w:style w:type="character" w:customStyle="1" w:styleId="WW8Num26z6">
    <w:name w:val="WW8Num26z6"/>
    <w:uiPriority w:val="99"/>
    <w:rsid w:val="00C2502C"/>
  </w:style>
  <w:style w:type="character" w:customStyle="1" w:styleId="WW8Num26z7">
    <w:name w:val="WW8Num26z7"/>
    <w:uiPriority w:val="99"/>
    <w:rsid w:val="00C2502C"/>
  </w:style>
  <w:style w:type="character" w:customStyle="1" w:styleId="WW8Num26z8">
    <w:name w:val="WW8Num26z8"/>
    <w:uiPriority w:val="99"/>
    <w:rsid w:val="00C2502C"/>
  </w:style>
  <w:style w:type="character" w:customStyle="1" w:styleId="WW8Num27z0">
    <w:name w:val="WW8Num27z0"/>
    <w:uiPriority w:val="99"/>
    <w:rsid w:val="00C2502C"/>
  </w:style>
  <w:style w:type="character" w:customStyle="1" w:styleId="WW8Num27z1">
    <w:name w:val="WW8Num27z1"/>
    <w:uiPriority w:val="99"/>
    <w:rsid w:val="00C2502C"/>
    <w:rPr>
      <w:rFonts w:ascii="Courier New" w:hAnsi="Courier New"/>
    </w:rPr>
  </w:style>
  <w:style w:type="character" w:customStyle="1" w:styleId="WW8Num27z2">
    <w:name w:val="WW8Num27z2"/>
    <w:uiPriority w:val="99"/>
    <w:rsid w:val="00C2502C"/>
    <w:rPr>
      <w:rFonts w:ascii="Wingdings" w:hAnsi="Wingdings"/>
    </w:rPr>
  </w:style>
  <w:style w:type="character" w:customStyle="1" w:styleId="WW8Num27z3">
    <w:name w:val="WW8Num27z3"/>
    <w:uiPriority w:val="99"/>
    <w:rsid w:val="00C2502C"/>
    <w:rPr>
      <w:rFonts w:ascii="Symbol" w:hAnsi="Symbol"/>
    </w:rPr>
  </w:style>
  <w:style w:type="character" w:customStyle="1" w:styleId="WW8Num28z0">
    <w:name w:val="WW8Num28z0"/>
    <w:uiPriority w:val="99"/>
    <w:rsid w:val="00C2502C"/>
  </w:style>
  <w:style w:type="character" w:customStyle="1" w:styleId="WW8Num28z2">
    <w:name w:val="WW8Num28z2"/>
    <w:uiPriority w:val="99"/>
    <w:rsid w:val="00C2502C"/>
  </w:style>
  <w:style w:type="character" w:customStyle="1" w:styleId="WW8Num28z3">
    <w:name w:val="WW8Num28z3"/>
    <w:uiPriority w:val="99"/>
    <w:rsid w:val="00C2502C"/>
  </w:style>
  <w:style w:type="character" w:customStyle="1" w:styleId="WW8Num28z4">
    <w:name w:val="WW8Num28z4"/>
    <w:uiPriority w:val="99"/>
    <w:rsid w:val="00C2502C"/>
  </w:style>
  <w:style w:type="character" w:customStyle="1" w:styleId="WW8Num28z5">
    <w:name w:val="WW8Num28z5"/>
    <w:uiPriority w:val="99"/>
    <w:rsid w:val="00C2502C"/>
  </w:style>
  <w:style w:type="character" w:customStyle="1" w:styleId="WW8Num28z6">
    <w:name w:val="WW8Num28z6"/>
    <w:uiPriority w:val="99"/>
    <w:rsid w:val="00C2502C"/>
  </w:style>
  <w:style w:type="character" w:customStyle="1" w:styleId="WW8Num28z7">
    <w:name w:val="WW8Num28z7"/>
    <w:uiPriority w:val="99"/>
    <w:rsid w:val="00C2502C"/>
  </w:style>
  <w:style w:type="character" w:customStyle="1" w:styleId="WW8Num28z8">
    <w:name w:val="WW8Num28z8"/>
    <w:uiPriority w:val="99"/>
    <w:rsid w:val="00C2502C"/>
  </w:style>
  <w:style w:type="character" w:customStyle="1" w:styleId="WW8Num29z0">
    <w:name w:val="WW8Num29z0"/>
    <w:uiPriority w:val="99"/>
    <w:rsid w:val="00C2502C"/>
  </w:style>
  <w:style w:type="character" w:customStyle="1" w:styleId="WW8Num29z3">
    <w:name w:val="WW8Num29z3"/>
    <w:uiPriority w:val="99"/>
    <w:rsid w:val="00C2502C"/>
  </w:style>
  <w:style w:type="character" w:customStyle="1" w:styleId="WW8Num29z4">
    <w:name w:val="WW8Num29z4"/>
    <w:uiPriority w:val="99"/>
    <w:rsid w:val="00C2502C"/>
  </w:style>
  <w:style w:type="character" w:customStyle="1" w:styleId="WW8Num29z5">
    <w:name w:val="WW8Num29z5"/>
    <w:uiPriority w:val="99"/>
    <w:rsid w:val="00C2502C"/>
  </w:style>
  <w:style w:type="character" w:customStyle="1" w:styleId="WW8Num29z6">
    <w:name w:val="WW8Num29z6"/>
    <w:uiPriority w:val="99"/>
    <w:rsid w:val="00C2502C"/>
  </w:style>
  <w:style w:type="character" w:customStyle="1" w:styleId="WW8Num29z7">
    <w:name w:val="WW8Num29z7"/>
    <w:uiPriority w:val="99"/>
    <w:rsid w:val="00C2502C"/>
  </w:style>
  <w:style w:type="character" w:customStyle="1" w:styleId="WW8Num29z8">
    <w:name w:val="WW8Num29z8"/>
    <w:uiPriority w:val="99"/>
    <w:rsid w:val="00C2502C"/>
  </w:style>
  <w:style w:type="character" w:customStyle="1" w:styleId="WW8Num30z0">
    <w:name w:val="WW8Num30z0"/>
    <w:uiPriority w:val="99"/>
    <w:rsid w:val="00C2502C"/>
  </w:style>
  <w:style w:type="character" w:customStyle="1" w:styleId="WW8Num30z2">
    <w:name w:val="WW8Num30z2"/>
    <w:uiPriority w:val="99"/>
    <w:rsid w:val="00C2502C"/>
    <w:rPr>
      <w:rFonts w:ascii="Wingdings" w:hAnsi="Wingdings"/>
    </w:rPr>
  </w:style>
  <w:style w:type="character" w:customStyle="1" w:styleId="WW8Num30z3">
    <w:name w:val="WW8Num30z3"/>
    <w:uiPriority w:val="99"/>
    <w:rsid w:val="00C2502C"/>
    <w:rPr>
      <w:rFonts w:ascii="Symbol" w:hAnsi="Symbol"/>
    </w:rPr>
  </w:style>
  <w:style w:type="character" w:customStyle="1" w:styleId="WW8Num30z4">
    <w:name w:val="WW8Num30z4"/>
    <w:uiPriority w:val="99"/>
    <w:rsid w:val="00C2502C"/>
    <w:rPr>
      <w:rFonts w:ascii="Courier New" w:hAnsi="Courier New"/>
    </w:rPr>
  </w:style>
  <w:style w:type="character" w:customStyle="1" w:styleId="WW8Num31z0">
    <w:name w:val="WW8Num31z0"/>
    <w:uiPriority w:val="99"/>
    <w:rsid w:val="00C2502C"/>
    <w:rPr>
      <w:lang w:eastAsia="ar-SA" w:bidi="ar-SA"/>
    </w:rPr>
  </w:style>
  <w:style w:type="character" w:customStyle="1" w:styleId="WW8Num31z1">
    <w:name w:val="WW8Num31z1"/>
    <w:uiPriority w:val="99"/>
    <w:rsid w:val="00C2502C"/>
  </w:style>
  <w:style w:type="character" w:customStyle="1" w:styleId="WW8Num31z2">
    <w:name w:val="WW8Num31z2"/>
    <w:uiPriority w:val="99"/>
    <w:rsid w:val="00C2502C"/>
  </w:style>
  <w:style w:type="character" w:customStyle="1" w:styleId="WW8Num31z3">
    <w:name w:val="WW8Num31z3"/>
    <w:uiPriority w:val="99"/>
    <w:rsid w:val="00C2502C"/>
  </w:style>
  <w:style w:type="character" w:customStyle="1" w:styleId="WW8Num31z4">
    <w:name w:val="WW8Num31z4"/>
    <w:uiPriority w:val="99"/>
    <w:rsid w:val="00C2502C"/>
  </w:style>
  <w:style w:type="character" w:customStyle="1" w:styleId="WW8Num31z5">
    <w:name w:val="WW8Num31z5"/>
    <w:uiPriority w:val="99"/>
    <w:rsid w:val="00C2502C"/>
  </w:style>
  <w:style w:type="character" w:customStyle="1" w:styleId="WW8Num31z6">
    <w:name w:val="WW8Num31z6"/>
    <w:uiPriority w:val="99"/>
    <w:rsid w:val="00C2502C"/>
  </w:style>
  <w:style w:type="character" w:customStyle="1" w:styleId="WW8Num31z7">
    <w:name w:val="WW8Num31z7"/>
    <w:uiPriority w:val="99"/>
    <w:rsid w:val="00C2502C"/>
  </w:style>
  <w:style w:type="character" w:customStyle="1" w:styleId="WW8Num31z8">
    <w:name w:val="WW8Num31z8"/>
    <w:uiPriority w:val="99"/>
    <w:rsid w:val="00C2502C"/>
  </w:style>
  <w:style w:type="character" w:customStyle="1" w:styleId="WW8Num32z0">
    <w:name w:val="WW8Num32z0"/>
    <w:uiPriority w:val="99"/>
    <w:rsid w:val="00C2502C"/>
    <w:rPr>
      <w:lang w:eastAsia="ar-SA" w:bidi="ar-SA"/>
    </w:rPr>
  </w:style>
  <w:style w:type="character" w:customStyle="1" w:styleId="WW8Num32z1">
    <w:name w:val="WW8Num32z1"/>
    <w:uiPriority w:val="99"/>
    <w:rsid w:val="00C2502C"/>
  </w:style>
  <w:style w:type="character" w:customStyle="1" w:styleId="WW8Num32z2">
    <w:name w:val="WW8Num32z2"/>
    <w:uiPriority w:val="99"/>
    <w:rsid w:val="00C2502C"/>
  </w:style>
  <w:style w:type="character" w:customStyle="1" w:styleId="WW8Num32z3">
    <w:name w:val="WW8Num32z3"/>
    <w:uiPriority w:val="99"/>
    <w:rsid w:val="00C2502C"/>
  </w:style>
  <w:style w:type="character" w:customStyle="1" w:styleId="WW8Num32z4">
    <w:name w:val="WW8Num32z4"/>
    <w:uiPriority w:val="99"/>
    <w:rsid w:val="00C2502C"/>
  </w:style>
  <w:style w:type="character" w:customStyle="1" w:styleId="WW8Num32z5">
    <w:name w:val="WW8Num32z5"/>
    <w:uiPriority w:val="99"/>
    <w:rsid w:val="00C2502C"/>
  </w:style>
  <w:style w:type="character" w:customStyle="1" w:styleId="WW8Num32z6">
    <w:name w:val="WW8Num32z6"/>
    <w:uiPriority w:val="99"/>
    <w:rsid w:val="00C2502C"/>
  </w:style>
  <w:style w:type="character" w:customStyle="1" w:styleId="WW8Num32z7">
    <w:name w:val="WW8Num32z7"/>
    <w:uiPriority w:val="99"/>
    <w:rsid w:val="00C2502C"/>
  </w:style>
  <w:style w:type="character" w:customStyle="1" w:styleId="WW8Num32z8">
    <w:name w:val="WW8Num32z8"/>
    <w:uiPriority w:val="99"/>
    <w:rsid w:val="00C2502C"/>
  </w:style>
  <w:style w:type="character" w:customStyle="1" w:styleId="WW8Num33z0">
    <w:name w:val="WW8Num33z0"/>
    <w:uiPriority w:val="99"/>
    <w:rsid w:val="00C2502C"/>
    <w:rPr>
      <w:shd w:val="clear" w:color="auto" w:fill="FFFF00"/>
    </w:rPr>
  </w:style>
  <w:style w:type="character" w:customStyle="1" w:styleId="WW8Num33z2">
    <w:name w:val="WW8Num33z2"/>
    <w:uiPriority w:val="99"/>
    <w:rsid w:val="00C2502C"/>
  </w:style>
  <w:style w:type="character" w:customStyle="1" w:styleId="WW8Num33z3">
    <w:name w:val="WW8Num33z3"/>
    <w:uiPriority w:val="99"/>
    <w:rsid w:val="00C2502C"/>
  </w:style>
  <w:style w:type="character" w:customStyle="1" w:styleId="WW8Num33z4">
    <w:name w:val="WW8Num33z4"/>
    <w:uiPriority w:val="99"/>
    <w:rsid w:val="00C2502C"/>
  </w:style>
  <w:style w:type="character" w:customStyle="1" w:styleId="WW8Num33z5">
    <w:name w:val="WW8Num33z5"/>
    <w:uiPriority w:val="99"/>
    <w:rsid w:val="00C2502C"/>
  </w:style>
  <w:style w:type="character" w:customStyle="1" w:styleId="WW8Num33z6">
    <w:name w:val="WW8Num33z6"/>
    <w:uiPriority w:val="99"/>
    <w:rsid w:val="00C2502C"/>
  </w:style>
  <w:style w:type="character" w:customStyle="1" w:styleId="WW8Num33z7">
    <w:name w:val="WW8Num33z7"/>
    <w:uiPriority w:val="99"/>
    <w:rsid w:val="00C2502C"/>
  </w:style>
  <w:style w:type="character" w:customStyle="1" w:styleId="WW8Num33z8">
    <w:name w:val="WW8Num33z8"/>
    <w:uiPriority w:val="99"/>
    <w:rsid w:val="00C2502C"/>
  </w:style>
  <w:style w:type="character" w:customStyle="1" w:styleId="WW8Num34z0">
    <w:name w:val="WW8Num34z0"/>
    <w:uiPriority w:val="99"/>
    <w:rsid w:val="00C2502C"/>
  </w:style>
  <w:style w:type="character" w:customStyle="1" w:styleId="WW8Num34z1">
    <w:name w:val="WW8Num34z1"/>
    <w:uiPriority w:val="99"/>
    <w:rsid w:val="00C2502C"/>
  </w:style>
  <w:style w:type="character" w:customStyle="1" w:styleId="WW8Num34z2">
    <w:name w:val="WW8Num34z2"/>
    <w:uiPriority w:val="99"/>
    <w:rsid w:val="00C2502C"/>
  </w:style>
  <w:style w:type="character" w:customStyle="1" w:styleId="WW8Num34z3">
    <w:name w:val="WW8Num34z3"/>
    <w:uiPriority w:val="99"/>
    <w:rsid w:val="00C2502C"/>
  </w:style>
  <w:style w:type="character" w:customStyle="1" w:styleId="WW8Num34z4">
    <w:name w:val="WW8Num34z4"/>
    <w:uiPriority w:val="99"/>
    <w:rsid w:val="00C2502C"/>
  </w:style>
  <w:style w:type="character" w:customStyle="1" w:styleId="WW8Num34z5">
    <w:name w:val="WW8Num34z5"/>
    <w:uiPriority w:val="99"/>
    <w:rsid w:val="00C2502C"/>
  </w:style>
  <w:style w:type="character" w:customStyle="1" w:styleId="WW8Num34z6">
    <w:name w:val="WW8Num34z6"/>
    <w:uiPriority w:val="99"/>
    <w:rsid w:val="00C2502C"/>
  </w:style>
  <w:style w:type="character" w:customStyle="1" w:styleId="WW8Num34z7">
    <w:name w:val="WW8Num34z7"/>
    <w:uiPriority w:val="99"/>
    <w:rsid w:val="00C2502C"/>
  </w:style>
  <w:style w:type="character" w:customStyle="1" w:styleId="WW8Num34z8">
    <w:name w:val="WW8Num34z8"/>
    <w:uiPriority w:val="99"/>
    <w:rsid w:val="00C2502C"/>
  </w:style>
  <w:style w:type="character" w:customStyle="1" w:styleId="WW8Num35z0">
    <w:name w:val="WW8Num35z0"/>
    <w:uiPriority w:val="99"/>
    <w:rsid w:val="00C2502C"/>
  </w:style>
  <w:style w:type="character" w:customStyle="1" w:styleId="WW8Num35z1">
    <w:name w:val="WW8Num35z1"/>
    <w:uiPriority w:val="99"/>
    <w:rsid w:val="00C2502C"/>
    <w:rPr>
      <w:rFonts w:ascii="Courier New" w:hAnsi="Courier New"/>
    </w:rPr>
  </w:style>
  <w:style w:type="character" w:customStyle="1" w:styleId="WW8Num35z2">
    <w:name w:val="WW8Num35z2"/>
    <w:uiPriority w:val="99"/>
    <w:rsid w:val="00C2502C"/>
    <w:rPr>
      <w:rFonts w:ascii="Wingdings" w:hAnsi="Wingdings"/>
    </w:rPr>
  </w:style>
  <w:style w:type="character" w:customStyle="1" w:styleId="WW8Num35z3">
    <w:name w:val="WW8Num35z3"/>
    <w:uiPriority w:val="99"/>
    <w:rsid w:val="00C2502C"/>
    <w:rPr>
      <w:rFonts w:ascii="Symbol" w:hAnsi="Symbol"/>
    </w:rPr>
  </w:style>
  <w:style w:type="character" w:customStyle="1" w:styleId="WW8Num36z0">
    <w:name w:val="WW8Num36z0"/>
    <w:uiPriority w:val="99"/>
    <w:rsid w:val="00C2502C"/>
    <w:rPr>
      <w:lang w:eastAsia="ar-SA" w:bidi="ar-SA"/>
    </w:rPr>
  </w:style>
  <w:style w:type="character" w:customStyle="1" w:styleId="WW8Num36z3">
    <w:name w:val="WW8Num36z3"/>
    <w:uiPriority w:val="99"/>
    <w:rsid w:val="00C2502C"/>
  </w:style>
  <w:style w:type="character" w:customStyle="1" w:styleId="WW8Num36z4">
    <w:name w:val="WW8Num36z4"/>
    <w:uiPriority w:val="99"/>
    <w:rsid w:val="00C2502C"/>
  </w:style>
  <w:style w:type="character" w:customStyle="1" w:styleId="WW8Num36z5">
    <w:name w:val="WW8Num36z5"/>
    <w:uiPriority w:val="99"/>
    <w:rsid w:val="00C2502C"/>
  </w:style>
  <w:style w:type="character" w:customStyle="1" w:styleId="WW8Num36z6">
    <w:name w:val="WW8Num36z6"/>
    <w:uiPriority w:val="99"/>
    <w:rsid w:val="00C2502C"/>
  </w:style>
  <w:style w:type="character" w:customStyle="1" w:styleId="WW8Num36z7">
    <w:name w:val="WW8Num36z7"/>
    <w:uiPriority w:val="99"/>
    <w:rsid w:val="00C2502C"/>
  </w:style>
  <w:style w:type="character" w:customStyle="1" w:styleId="WW8Num36z8">
    <w:name w:val="WW8Num36z8"/>
    <w:uiPriority w:val="99"/>
    <w:rsid w:val="00C2502C"/>
  </w:style>
  <w:style w:type="character" w:customStyle="1" w:styleId="WW8Num37z0">
    <w:name w:val="WW8Num37z0"/>
    <w:uiPriority w:val="99"/>
    <w:rsid w:val="00C2502C"/>
    <w:rPr>
      <w:lang w:eastAsia="ar-SA" w:bidi="ar-SA"/>
    </w:rPr>
  </w:style>
  <w:style w:type="character" w:customStyle="1" w:styleId="WW8Num37z1">
    <w:name w:val="WW8Num37z1"/>
    <w:uiPriority w:val="99"/>
    <w:rsid w:val="00C2502C"/>
  </w:style>
  <w:style w:type="character" w:customStyle="1" w:styleId="WW8Num37z2">
    <w:name w:val="WW8Num37z2"/>
    <w:uiPriority w:val="99"/>
    <w:rsid w:val="00C2502C"/>
  </w:style>
  <w:style w:type="character" w:customStyle="1" w:styleId="WW8Num37z3">
    <w:name w:val="WW8Num37z3"/>
    <w:uiPriority w:val="99"/>
    <w:rsid w:val="00C2502C"/>
  </w:style>
  <w:style w:type="character" w:customStyle="1" w:styleId="WW8Num37z4">
    <w:name w:val="WW8Num37z4"/>
    <w:uiPriority w:val="99"/>
    <w:rsid w:val="00C2502C"/>
  </w:style>
  <w:style w:type="character" w:customStyle="1" w:styleId="WW8Num37z5">
    <w:name w:val="WW8Num37z5"/>
    <w:uiPriority w:val="99"/>
    <w:rsid w:val="00C2502C"/>
  </w:style>
  <w:style w:type="character" w:customStyle="1" w:styleId="WW8Num37z6">
    <w:name w:val="WW8Num37z6"/>
    <w:uiPriority w:val="99"/>
    <w:rsid w:val="00C2502C"/>
  </w:style>
  <w:style w:type="character" w:customStyle="1" w:styleId="WW8Num37z7">
    <w:name w:val="WW8Num37z7"/>
    <w:uiPriority w:val="99"/>
    <w:rsid w:val="00C2502C"/>
  </w:style>
  <w:style w:type="character" w:customStyle="1" w:styleId="WW8Num37z8">
    <w:name w:val="WW8Num37z8"/>
    <w:uiPriority w:val="99"/>
    <w:rsid w:val="00C2502C"/>
  </w:style>
  <w:style w:type="character" w:customStyle="1" w:styleId="Predvolenpsmoodseku1">
    <w:name w:val="Predvolené písmo odseku1"/>
    <w:uiPriority w:val="99"/>
    <w:rsid w:val="00C2502C"/>
  </w:style>
  <w:style w:type="character" w:customStyle="1" w:styleId="Hangslyozs">
    <w:name w:val="Hangsúlyozás"/>
    <w:basedOn w:val="Predvolenpsmoodseku1"/>
    <w:uiPriority w:val="99"/>
    <w:rsid w:val="00C2502C"/>
    <w:rPr>
      <w:rFonts w:cs="Times New Roman"/>
      <w:b/>
      <w:bCs/>
    </w:rPr>
  </w:style>
  <w:style w:type="character" w:customStyle="1" w:styleId="st1">
    <w:name w:val="st1"/>
    <w:basedOn w:val="Predvolenpsmoodseku1"/>
    <w:uiPriority w:val="99"/>
    <w:rsid w:val="00C2502C"/>
    <w:rPr>
      <w:rFonts w:cs="Times New Roman"/>
    </w:rPr>
  </w:style>
  <w:style w:type="character" w:customStyle="1" w:styleId="Internet-hivatkozs">
    <w:name w:val="Internet-hivatkozás"/>
    <w:basedOn w:val="Predvolenpsmoodseku1"/>
    <w:uiPriority w:val="99"/>
    <w:rsid w:val="00C2502C"/>
    <w:rPr>
      <w:rFonts w:cs="Times New Roman"/>
      <w:color w:val="0000FF"/>
      <w:u w:val="single"/>
    </w:rPr>
  </w:style>
  <w:style w:type="character" w:customStyle="1" w:styleId="ListLabel1">
    <w:name w:val="ListLabel 1"/>
    <w:uiPriority w:val="99"/>
    <w:rsid w:val="00C2502C"/>
    <w:rPr>
      <w:lang w:eastAsia="ar-SA" w:bidi="ar-SA"/>
    </w:rPr>
  </w:style>
  <w:style w:type="character" w:customStyle="1" w:styleId="ListLabel2">
    <w:name w:val="ListLabel 2"/>
    <w:uiPriority w:val="99"/>
    <w:rsid w:val="00C2502C"/>
    <w:rPr>
      <w:color w:val="00000A"/>
    </w:rPr>
  </w:style>
  <w:style w:type="character" w:customStyle="1" w:styleId="ListLabel3">
    <w:name w:val="ListLabel 3"/>
    <w:uiPriority w:val="99"/>
    <w:rsid w:val="00C2502C"/>
    <w:rPr>
      <w:b/>
      <w:lang w:eastAsia="ar-SA" w:bidi="ar-SA"/>
    </w:rPr>
  </w:style>
  <w:style w:type="character" w:customStyle="1" w:styleId="ListLabel4">
    <w:name w:val="ListLabel 4"/>
    <w:uiPriority w:val="99"/>
    <w:rsid w:val="00C2502C"/>
  </w:style>
  <w:style w:type="character" w:customStyle="1" w:styleId="ListLabel5">
    <w:name w:val="ListLabel 5"/>
    <w:uiPriority w:val="99"/>
    <w:rsid w:val="00C2502C"/>
    <w:rPr>
      <w:color w:val="000000"/>
    </w:rPr>
  </w:style>
  <w:style w:type="character" w:customStyle="1" w:styleId="ListLabel6">
    <w:name w:val="ListLabel 6"/>
    <w:uiPriority w:val="99"/>
    <w:rsid w:val="00C2502C"/>
    <w:rPr>
      <w:shd w:val="clear" w:color="auto" w:fill="FFFF00"/>
    </w:rPr>
  </w:style>
  <w:style w:type="character" w:customStyle="1" w:styleId="ListLabel7">
    <w:name w:val="ListLabel 7"/>
    <w:uiPriority w:val="99"/>
    <w:rsid w:val="00C2502C"/>
    <w:rPr>
      <w:color w:val="00000A"/>
    </w:rPr>
  </w:style>
  <w:style w:type="character" w:customStyle="1" w:styleId="ListLabel8">
    <w:name w:val="ListLabel 8"/>
    <w:uiPriority w:val="99"/>
    <w:rsid w:val="00C2502C"/>
    <w:rPr>
      <w:b/>
    </w:rPr>
  </w:style>
  <w:style w:type="character" w:customStyle="1" w:styleId="ListLabel9">
    <w:name w:val="ListLabel 9"/>
    <w:uiPriority w:val="99"/>
    <w:rsid w:val="00C2502C"/>
  </w:style>
  <w:style w:type="character" w:customStyle="1" w:styleId="ListLabel10">
    <w:name w:val="ListLabel 10"/>
    <w:uiPriority w:val="99"/>
    <w:rsid w:val="00C2502C"/>
    <w:rPr>
      <w:color w:val="000000"/>
    </w:rPr>
  </w:style>
  <w:style w:type="character" w:customStyle="1" w:styleId="ListLabel11">
    <w:name w:val="ListLabel 11"/>
    <w:uiPriority w:val="99"/>
    <w:rsid w:val="00C2502C"/>
    <w:rPr>
      <w:shd w:val="clear" w:color="auto" w:fill="FFFF00"/>
    </w:rPr>
  </w:style>
  <w:style w:type="paragraph" w:customStyle="1" w:styleId="Cmsor">
    <w:name w:val="Címsor"/>
    <w:basedOn w:val="Alaprtelmezettstlus"/>
    <w:next w:val="Szvegtrzs"/>
    <w:uiPriority w:val="99"/>
    <w:rsid w:val="00C2502C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Szvegtrzs">
    <w:name w:val="Szövegtörzs"/>
    <w:basedOn w:val="Alaprtelmezettstlus"/>
    <w:uiPriority w:val="99"/>
    <w:rsid w:val="00C2502C"/>
    <w:pPr>
      <w:spacing w:after="120"/>
    </w:pPr>
  </w:style>
  <w:style w:type="paragraph" w:customStyle="1" w:styleId="Lista">
    <w:name w:val="Lista"/>
    <w:basedOn w:val="Szvegtrzs"/>
    <w:uiPriority w:val="99"/>
    <w:rsid w:val="00C2502C"/>
  </w:style>
  <w:style w:type="paragraph" w:customStyle="1" w:styleId="Felirat">
    <w:name w:val="Felirat"/>
    <w:basedOn w:val="Alaprtelmezettstlus"/>
    <w:uiPriority w:val="99"/>
    <w:rsid w:val="00C2502C"/>
    <w:pPr>
      <w:suppressLineNumbers/>
      <w:spacing w:before="120" w:after="120"/>
    </w:pPr>
    <w:rPr>
      <w:i/>
      <w:iCs/>
    </w:rPr>
  </w:style>
  <w:style w:type="paragraph" w:customStyle="1" w:styleId="Trgymutat">
    <w:name w:val="Tárgymutató"/>
    <w:basedOn w:val="Alaprtelmezettstlus"/>
    <w:uiPriority w:val="99"/>
    <w:rsid w:val="00C2502C"/>
    <w:pPr>
      <w:suppressLineNumbers/>
    </w:pPr>
  </w:style>
  <w:style w:type="paragraph" w:customStyle="1" w:styleId="Popis1">
    <w:name w:val="Popis1"/>
    <w:basedOn w:val="Alaprtelmezettstlus"/>
    <w:uiPriority w:val="99"/>
    <w:rsid w:val="00C2502C"/>
    <w:pPr>
      <w:suppressLineNumbers/>
      <w:spacing w:before="120" w:after="120"/>
    </w:pPr>
    <w:rPr>
      <w:i/>
      <w:iCs/>
    </w:rPr>
  </w:style>
  <w:style w:type="paragraph" w:styleId="CommentText">
    <w:name w:val="annotation text"/>
    <w:basedOn w:val="Normal"/>
    <w:link w:val="CommentTextChar"/>
    <w:uiPriority w:val="99"/>
    <w:semiHidden/>
    <w:rsid w:val="00C2502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C2502C"/>
    <w:rPr>
      <w:rFonts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rsid w:val="00C2502C"/>
    <w:rPr>
      <w:rFonts w:cs="Times New Roman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rsid w:val="00964B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64B8B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302BB"/>
    <w:pPr>
      <w:spacing w:line="276" w:lineRule="auto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22A6F"/>
    <w:rPr>
      <w:b/>
      <w:bCs/>
    </w:rPr>
  </w:style>
  <w:style w:type="paragraph" w:styleId="Header">
    <w:name w:val="header"/>
    <w:basedOn w:val="Normal"/>
    <w:link w:val="HeaderChar"/>
    <w:uiPriority w:val="99"/>
    <w:rsid w:val="003763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7635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763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7635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91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72</TotalTime>
  <Pages>22</Pages>
  <Words>7574</Words>
  <Characters>-32766</Characters>
  <Application>Microsoft Office Outlook</Application>
  <DocSecurity>0</DocSecurity>
  <Lines>0</Lines>
  <Paragraphs>0</Paragraphs>
  <ScaleCrop>false</ScaleCrop>
  <Company>UJS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Smernica rektora č</dc:title>
  <dc:subject/>
  <dc:creator>kinczera</dc:creator>
  <cp:keywords/>
  <dc:description/>
  <cp:lastModifiedBy>zakarp</cp:lastModifiedBy>
  <cp:revision>7</cp:revision>
  <cp:lastPrinted>2014-08-20T12:57:00Z</cp:lastPrinted>
  <dcterms:created xsi:type="dcterms:W3CDTF">2014-08-27T12:23:00Z</dcterms:created>
  <dcterms:modified xsi:type="dcterms:W3CDTF">2014-09-02T09:53:00Z</dcterms:modified>
</cp:coreProperties>
</file>